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1"/>
        <w:tblOverlap w:val="never"/>
        <w:tblW w:w="9469" w:type="dxa"/>
        <w:tblLayout w:type="fixed"/>
        <w:tblCellMar>
          <w:left w:w="0" w:type="dxa"/>
          <w:right w:w="0" w:type="dxa"/>
        </w:tblCellMar>
        <w:tblLook w:val="0000" w:firstRow="0" w:lastRow="0" w:firstColumn="0" w:lastColumn="0" w:noHBand="0" w:noVBand="0"/>
      </w:tblPr>
      <w:tblGrid>
        <w:gridCol w:w="4253"/>
        <w:gridCol w:w="5216"/>
      </w:tblGrid>
      <w:tr w:rsidR="00EA31A6" w:rsidRPr="00BF43E5" w14:paraId="6930BF28" w14:textId="77777777" w:rsidTr="00EA31A6">
        <w:trPr>
          <w:trHeight w:val="1135"/>
        </w:trPr>
        <w:tc>
          <w:tcPr>
            <w:tcW w:w="4253" w:type="dxa"/>
            <w:tcBorders>
              <w:top w:val="nil"/>
              <w:left w:val="nil"/>
              <w:bottom w:val="nil"/>
              <w:right w:val="nil"/>
            </w:tcBorders>
          </w:tcPr>
          <w:p w14:paraId="309FFB86" w14:textId="77777777" w:rsidR="00EA31A6" w:rsidRPr="00BF43E5" w:rsidRDefault="00EA31A6" w:rsidP="00EA31A6">
            <w:pPr>
              <w:rPr>
                <w:rFonts w:ascii="Tahoma" w:hAnsi="Tahoma" w:cs="Tahoma"/>
              </w:rPr>
            </w:pPr>
          </w:p>
        </w:tc>
        <w:tc>
          <w:tcPr>
            <w:tcW w:w="5216" w:type="dxa"/>
            <w:tcBorders>
              <w:top w:val="nil"/>
              <w:left w:val="nil"/>
              <w:bottom w:val="nil"/>
              <w:right w:val="nil"/>
            </w:tcBorders>
          </w:tcPr>
          <w:p w14:paraId="04812338" w14:textId="77777777" w:rsidR="00EA31A6" w:rsidRPr="00BF43E5" w:rsidRDefault="00EA31A6" w:rsidP="00EA31A6">
            <w:pPr>
              <w:rPr>
                <w:rFonts w:ascii="Tahoma" w:hAnsi="Tahoma" w:cs="Tahoma"/>
                <w:b/>
              </w:rPr>
            </w:pPr>
          </w:p>
        </w:tc>
      </w:tr>
    </w:tbl>
    <w:p w14:paraId="0E225AFE" w14:textId="77777777" w:rsidR="006C0A26" w:rsidRPr="00BF43E5" w:rsidRDefault="006C0A26" w:rsidP="00180952">
      <w:pPr>
        <w:spacing w:before="0" w:after="0"/>
        <w:rPr>
          <w:rFonts w:ascii="Tahoma" w:hAnsi="Tahoma" w:cs="Tahoma"/>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B974C8" w:rsidRPr="000A014D" w14:paraId="15D9BB2B" w14:textId="77777777" w:rsidTr="000C45D9">
        <w:trPr>
          <w:cantSplit/>
          <w:trHeight w:val="1418"/>
        </w:trPr>
        <w:tc>
          <w:tcPr>
            <w:tcW w:w="8640" w:type="dxa"/>
            <w:noWrap/>
            <w:tcMar>
              <w:top w:w="0" w:type="dxa"/>
              <w:left w:w="0" w:type="dxa"/>
              <w:bottom w:w="0" w:type="dxa"/>
              <w:right w:w="0" w:type="dxa"/>
            </w:tcMar>
          </w:tcPr>
          <w:p w14:paraId="68A8ADF3" w14:textId="77777777" w:rsidR="00B974C8" w:rsidRPr="000A014D" w:rsidRDefault="00B974C8" w:rsidP="000C45D9">
            <w:pPr>
              <w:pStyle w:val="Contact"/>
              <w:spacing w:before="0" w:after="120"/>
              <w:jc w:val="center"/>
              <w:rPr>
                <w:rFonts w:ascii="Times Roman" w:hAnsi="Times Roman" w:cs="Tahoma"/>
                <w:b/>
                <w:bCs/>
              </w:rPr>
            </w:pPr>
          </w:p>
          <w:p w14:paraId="2A262F67" w14:textId="77777777" w:rsidR="00B974C8" w:rsidRPr="000A014D" w:rsidRDefault="00B974C8" w:rsidP="000C45D9">
            <w:pPr>
              <w:pStyle w:val="Contact"/>
              <w:spacing w:before="0" w:after="120"/>
              <w:jc w:val="center"/>
              <w:rPr>
                <w:rFonts w:ascii="Times Roman" w:hAnsi="Times Roman" w:cs="Tahoma"/>
                <w:b/>
                <w:bCs/>
              </w:rPr>
            </w:pPr>
          </w:p>
          <w:p w14:paraId="15F53A05" w14:textId="7419907D" w:rsidR="00B974C8" w:rsidRPr="000A014D" w:rsidRDefault="00B974C8" w:rsidP="000C45D9">
            <w:pPr>
              <w:pStyle w:val="Contact"/>
              <w:spacing w:before="0" w:after="120"/>
              <w:jc w:val="center"/>
              <w:rPr>
                <w:rFonts w:ascii="Times Roman" w:hAnsi="Times Roman" w:cs="Tahoma"/>
                <w:b/>
                <w:bCs/>
                <w:sz w:val="32"/>
                <w:szCs w:val="32"/>
              </w:rPr>
            </w:pPr>
            <w:r w:rsidRPr="000A014D">
              <w:rPr>
                <w:rFonts w:ascii="Times Roman" w:hAnsi="Times Roman" w:cs="Tahoma"/>
                <w:b/>
                <w:bCs/>
                <w:sz w:val="32"/>
                <w:szCs w:val="32"/>
              </w:rPr>
              <w:t xml:space="preserve">ANNEX </w:t>
            </w:r>
            <w:r w:rsidR="001F11E7" w:rsidRPr="000A014D">
              <w:rPr>
                <w:rFonts w:ascii="Times Roman" w:hAnsi="Times Roman" w:cs="Tahoma"/>
                <w:b/>
                <w:bCs/>
                <w:sz w:val="32"/>
                <w:szCs w:val="32"/>
              </w:rPr>
              <w:t>1</w:t>
            </w:r>
          </w:p>
          <w:p w14:paraId="7BBF7CBF" w14:textId="77777777" w:rsidR="00B974C8" w:rsidRPr="000A014D" w:rsidRDefault="00B974C8" w:rsidP="000C45D9">
            <w:pPr>
              <w:pStyle w:val="Contact"/>
              <w:spacing w:after="120"/>
              <w:jc w:val="center"/>
              <w:rPr>
                <w:rFonts w:ascii="Times Roman" w:hAnsi="Times Roman" w:cs="Tahoma"/>
                <w:b/>
                <w:bCs/>
                <w:sz w:val="32"/>
                <w:szCs w:val="32"/>
              </w:rPr>
            </w:pPr>
            <w:r w:rsidRPr="000A014D">
              <w:rPr>
                <w:rFonts w:ascii="Times Roman" w:hAnsi="Times Roman" w:cs="Tahoma"/>
                <w:b/>
                <w:bCs/>
                <w:sz w:val="32"/>
                <w:szCs w:val="32"/>
              </w:rPr>
              <w:t>STANDARD SUBMISSION FORM</w:t>
            </w:r>
          </w:p>
          <w:p w14:paraId="7C21AEA8" w14:textId="1FED56CC" w:rsidR="00B974C8" w:rsidRPr="000A014D" w:rsidRDefault="00B974C8" w:rsidP="000C45D9">
            <w:pPr>
              <w:spacing w:after="0"/>
              <w:jc w:val="center"/>
              <w:rPr>
                <w:rFonts w:ascii="Times Roman" w:hAnsi="Times Roman" w:cs="Tahoma"/>
                <w:b/>
                <w:sz w:val="32"/>
                <w:szCs w:val="32"/>
              </w:rPr>
            </w:pPr>
            <w:r w:rsidRPr="000A014D">
              <w:rPr>
                <w:rFonts w:ascii="Times Roman" w:hAnsi="Times Roman" w:cs="Tahoma"/>
                <w:b/>
                <w:sz w:val="32"/>
                <w:szCs w:val="32"/>
              </w:rPr>
              <w:t xml:space="preserve"> </w:t>
            </w:r>
            <w:sdt>
              <w:sdtPr>
                <w:rPr>
                  <w:rFonts w:ascii="Times Roman" w:hAnsi="Times Roman" w:cs="Tahoma"/>
                  <w:b/>
                  <w:sz w:val="32"/>
                  <w:szCs w:val="32"/>
                </w:rPr>
                <w:alias w:val="Title"/>
                <w:tag w:val=""/>
                <w:id w:val="212698033"/>
                <w:placeholder>
                  <w:docPart w:val="29C49D65C17A460EB485788B62C9D393"/>
                </w:placeholder>
                <w:dataBinding w:prefixMappings="xmlns:ns0='http://purl.org/dc/elements/1.1/' xmlns:ns1='http://schemas.openxmlformats.org/package/2006/metadata/core-properties' " w:xpath="/ns1:coreProperties[1]/ns0:title[1]" w:storeItemID="{6C3C8BC8-F283-45AE-878A-BAB7291924A1}"/>
                <w:text/>
              </w:sdtPr>
              <w:sdtEndPr/>
              <w:sdtContent>
                <w:r w:rsidR="007C18F1">
                  <w:rPr>
                    <w:rFonts w:ascii="Times Roman" w:hAnsi="Times Roman" w:cs="Tahoma"/>
                    <w:b/>
                    <w:sz w:val="32"/>
                    <w:szCs w:val="32"/>
                  </w:rPr>
                  <w:t>External support</w:t>
                </w:r>
              </w:sdtContent>
            </w:sdt>
          </w:p>
          <w:sdt>
            <w:sdtPr>
              <w:rPr>
                <w:rFonts w:ascii="Times Roman" w:hAnsi="Times Roman" w:cs="Tahoma"/>
                <w:b/>
                <w:sz w:val="32"/>
                <w:szCs w:val="32"/>
              </w:rPr>
              <w:alias w:val="Tender Code"/>
              <w:tag w:val="Tender_x0020_Code"/>
              <w:id w:val="1844981695"/>
              <w:placeholder>
                <w:docPart w:val="C627C1CB058340D599ECD8C924EB1BE9"/>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3366C3A" w14:textId="1F08D201" w:rsidR="00B974C8" w:rsidRPr="000A014D" w:rsidRDefault="007C18F1" w:rsidP="000C45D9">
                <w:pPr>
                  <w:jc w:val="center"/>
                  <w:rPr>
                    <w:rFonts w:ascii="Times Roman" w:hAnsi="Times Roman" w:cs="Tahoma"/>
                    <w:sz w:val="32"/>
                    <w:szCs w:val="32"/>
                  </w:rPr>
                </w:pPr>
                <w:r>
                  <w:rPr>
                    <w:rFonts w:ascii="Times Roman" w:hAnsi="Times Roman" w:cs="Tahoma"/>
                    <w:b/>
                    <w:sz w:val="32"/>
                    <w:szCs w:val="32"/>
                  </w:rPr>
                  <w:t>LISA/2014/OP/03</w:t>
                </w:r>
              </w:p>
            </w:sdtContent>
          </w:sdt>
          <w:p w14:paraId="49E2B706" w14:textId="061132D7" w:rsidR="00B974C8" w:rsidRPr="000A014D" w:rsidRDefault="00B974C8" w:rsidP="000C45D9">
            <w:pPr>
              <w:jc w:val="center"/>
              <w:rPr>
                <w:rFonts w:ascii="Times Roman" w:hAnsi="Times Roman" w:cs="Tahoma"/>
                <w:b/>
                <w:sz w:val="32"/>
                <w:szCs w:val="32"/>
              </w:rPr>
            </w:pPr>
            <w:r w:rsidRPr="000A014D">
              <w:rPr>
                <w:rFonts w:ascii="Times Roman" w:hAnsi="Times Roman" w:cs="Tahoma"/>
                <w:b/>
                <w:sz w:val="32"/>
                <w:szCs w:val="32"/>
              </w:rPr>
              <w:t>Sections 1-</w:t>
            </w:r>
            <w:r w:rsidR="00401B0A">
              <w:rPr>
                <w:rFonts w:ascii="Times Roman" w:hAnsi="Times Roman" w:cs="Tahoma"/>
                <w:b/>
                <w:sz w:val="32"/>
                <w:szCs w:val="32"/>
              </w:rPr>
              <w:t>6</w:t>
            </w:r>
            <w:r w:rsidRPr="000A014D">
              <w:rPr>
                <w:rFonts w:ascii="Times Roman" w:hAnsi="Times Roman" w:cs="Tahoma"/>
                <w:b/>
                <w:sz w:val="32"/>
                <w:szCs w:val="32"/>
              </w:rPr>
              <w:t xml:space="preserve"> Identifi</w:t>
            </w:r>
            <w:r w:rsidR="00401B0A">
              <w:rPr>
                <w:rFonts w:ascii="Times Roman" w:hAnsi="Times Roman" w:cs="Tahoma"/>
                <w:b/>
                <w:sz w:val="32"/>
                <w:szCs w:val="32"/>
              </w:rPr>
              <w:t xml:space="preserve">cation, exclusion, economic, </w:t>
            </w:r>
            <w:r w:rsidRPr="000A014D">
              <w:rPr>
                <w:rFonts w:ascii="Times Roman" w:hAnsi="Times Roman" w:cs="Tahoma"/>
                <w:b/>
                <w:sz w:val="32"/>
                <w:szCs w:val="32"/>
              </w:rPr>
              <w:t xml:space="preserve">financial </w:t>
            </w:r>
            <w:r w:rsidR="00401B0A">
              <w:rPr>
                <w:rFonts w:ascii="Times Roman" w:hAnsi="Times Roman" w:cs="Tahoma"/>
                <w:b/>
                <w:sz w:val="32"/>
                <w:szCs w:val="32"/>
              </w:rPr>
              <w:t xml:space="preserve">and technical, professional selection, technical and financial evaluation </w:t>
            </w:r>
            <w:r w:rsidRPr="000A014D">
              <w:rPr>
                <w:rFonts w:ascii="Times Roman" w:hAnsi="Times Roman" w:cs="Tahoma"/>
                <w:b/>
                <w:sz w:val="32"/>
                <w:szCs w:val="32"/>
              </w:rPr>
              <w:t xml:space="preserve"> for all Lots</w:t>
            </w:r>
          </w:p>
          <w:p w14:paraId="199445BC" w14:textId="77777777" w:rsidR="00B974C8" w:rsidRPr="000A014D" w:rsidRDefault="00B974C8" w:rsidP="000C45D9">
            <w:pPr>
              <w:jc w:val="center"/>
              <w:rPr>
                <w:rFonts w:ascii="Times Roman" w:hAnsi="Times Roman" w:cs="Tahoma"/>
                <w:b/>
              </w:rPr>
            </w:pPr>
          </w:p>
          <w:p w14:paraId="68440DFE" w14:textId="77777777" w:rsidR="00B974C8" w:rsidRPr="000A014D" w:rsidRDefault="00B974C8" w:rsidP="000C45D9">
            <w:pPr>
              <w:jc w:val="center"/>
              <w:rPr>
                <w:rFonts w:ascii="Times Roman" w:hAnsi="Times Roman" w:cs="Tahoma"/>
              </w:rPr>
            </w:pPr>
          </w:p>
        </w:tc>
      </w:tr>
    </w:tbl>
    <w:p w14:paraId="5CEE17B1" w14:textId="77777777" w:rsidR="00B974C8" w:rsidRPr="000A014D" w:rsidRDefault="00B974C8" w:rsidP="00B974C8">
      <w:pPr>
        <w:pStyle w:val="Title"/>
        <w:spacing w:before="1200"/>
        <w:rPr>
          <w:rFonts w:ascii="Times Roman" w:hAnsi="Times Roman" w:cs="Tahoma"/>
        </w:rPr>
      </w:pPr>
    </w:p>
    <w:p w14:paraId="350FCE8C" w14:textId="77777777" w:rsidR="00B974C8" w:rsidRPr="001F11E7" w:rsidRDefault="00B974C8" w:rsidP="00B974C8">
      <w:pPr>
        <w:rPr>
          <w:rFonts w:ascii="Tahoma" w:hAnsi="Tahoma" w:cs="Tahoma"/>
        </w:rPr>
      </w:pPr>
    </w:p>
    <w:p w14:paraId="3A73A441" w14:textId="77777777" w:rsidR="00B974C8" w:rsidRPr="001F11E7" w:rsidRDefault="00B974C8" w:rsidP="00B974C8">
      <w:pPr>
        <w:rPr>
          <w:rFonts w:ascii="Tahoma" w:hAnsi="Tahoma" w:cs="Tahoma"/>
        </w:rPr>
      </w:pPr>
    </w:p>
    <w:p w14:paraId="017131D3" w14:textId="77777777" w:rsidR="00B974C8" w:rsidRPr="001F11E7" w:rsidRDefault="00B974C8" w:rsidP="00B974C8">
      <w:pPr>
        <w:rPr>
          <w:rFonts w:ascii="Tahoma" w:hAnsi="Tahoma" w:cs="Tahoma"/>
        </w:rPr>
      </w:pPr>
    </w:p>
    <w:p w14:paraId="6E9127D1" w14:textId="77777777" w:rsidR="00B974C8" w:rsidRPr="001F11E7" w:rsidRDefault="00B974C8" w:rsidP="00B974C8">
      <w:pPr>
        <w:rPr>
          <w:rFonts w:ascii="Tahoma" w:hAnsi="Tahoma" w:cs="Tahoma"/>
        </w:rPr>
      </w:pPr>
    </w:p>
    <w:p w14:paraId="51B177A9" w14:textId="77777777" w:rsidR="00B974C8" w:rsidRPr="00BF43E5" w:rsidRDefault="00B974C8" w:rsidP="00B974C8">
      <w:pPr>
        <w:rPr>
          <w:rFonts w:ascii="Tahoma" w:hAnsi="Tahoma" w:cs="Tahoma"/>
        </w:rPr>
      </w:pPr>
    </w:p>
    <w:p w14:paraId="204861A4" w14:textId="77777777" w:rsidR="00B974C8" w:rsidRPr="00BF43E5" w:rsidRDefault="00B974C8" w:rsidP="00B974C8">
      <w:pPr>
        <w:rPr>
          <w:rFonts w:ascii="Tahoma" w:hAnsi="Tahoma" w:cs="Tahoma"/>
        </w:rPr>
        <w:sectPr w:rsidR="00B974C8" w:rsidRPr="00BF43E5" w:rsidSect="000C45D9">
          <w:headerReference w:type="first" r:id="rId13"/>
          <w:footerReference w:type="first" r:id="rId14"/>
          <w:pgSz w:w="11907" w:h="16840" w:code="9"/>
          <w:pgMar w:top="1021" w:right="1701" w:bottom="1021" w:left="1588" w:header="601" w:footer="1077" w:gutter="0"/>
          <w:paperSrc w:first="114" w:other="114"/>
          <w:cols w:space="720"/>
          <w:titlePg/>
        </w:sectPr>
      </w:pPr>
      <w:bookmarkStart w:id="0" w:name="techSectionBreak1"/>
    </w:p>
    <w:p w14:paraId="13D6A2DA" w14:textId="77777777" w:rsidR="00B974C8" w:rsidRPr="00BF43E5" w:rsidRDefault="00B974C8" w:rsidP="00B974C8">
      <w:pPr>
        <w:pStyle w:val="SubTitle2"/>
        <w:rPr>
          <w:rFonts w:ascii="Tahoma" w:hAnsi="Tahoma" w:cs="Tahoma"/>
        </w:rPr>
      </w:pPr>
      <w:bookmarkStart w:id="1" w:name="eltqToC"/>
      <w:bookmarkEnd w:id="0"/>
      <w:r w:rsidRPr="00BF43E5">
        <w:rPr>
          <w:rFonts w:ascii="Tahoma" w:hAnsi="Tahoma" w:cs="Tahoma"/>
        </w:rPr>
        <w:lastRenderedPageBreak/>
        <w:t>Table of Contents</w:t>
      </w:r>
    </w:p>
    <w:p w14:paraId="2C32499B" w14:textId="77777777" w:rsidR="00B974C8" w:rsidRPr="00BF43E5" w:rsidRDefault="00B974C8" w:rsidP="00B974C8">
      <w:pPr>
        <w:rPr>
          <w:rFonts w:ascii="Tahoma" w:hAnsi="Tahoma" w:cs="Tahoma"/>
        </w:rPr>
      </w:pPr>
    </w:p>
    <w:bookmarkEnd w:id="1"/>
    <w:p w14:paraId="22DAC88E" w14:textId="77777777" w:rsidR="005F12FD" w:rsidRDefault="00B974C8">
      <w:pPr>
        <w:pStyle w:val="TOC1"/>
        <w:tabs>
          <w:tab w:val="right" w:leader="dot" w:pos="8296"/>
        </w:tabs>
        <w:rPr>
          <w:rFonts w:asciiTheme="minorHAnsi" w:eastAsiaTheme="minorEastAsia" w:hAnsiTheme="minorHAnsi" w:cstheme="minorBidi"/>
          <w:b w:val="0"/>
          <w:bCs w:val="0"/>
          <w:i w:val="0"/>
          <w:iCs w:val="0"/>
          <w:noProof/>
          <w:szCs w:val="22"/>
          <w:lang w:eastAsia="en-GB"/>
        </w:rPr>
      </w:pPr>
      <w:r w:rsidRPr="00BF43E5">
        <w:rPr>
          <w:rFonts w:ascii="Tahoma" w:hAnsi="Tahoma" w:cs="Tahoma"/>
          <w:b w:val="0"/>
          <w:caps/>
        </w:rPr>
        <w:fldChar w:fldCharType="begin"/>
      </w:r>
      <w:r w:rsidRPr="00BF43E5">
        <w:rPr>
          <w:rFonts w:ascii="Tahoma" w:hAnsi="Tahoma" w:cs="Tahoma"/>
          <w:b w:val="0"/>
          <w:caps/>
        </w:rPr>
        <w:instrText xml:space="preserve"> TOC \o "1-2" \h \z \u </w:instrText>
      </w:r>
      <w:r w:rsidRPr="00BF43E5">
        <w:rPr>
          <w:rFonts w:ascii="Tahoma" w:hAnsi="Tahoma" w:cs="Tahoma"/>
          <w:b w:val="0"/>
          <w:caps/>
        </w:rPr>
        <w:fldChar w:fldCharType="separate"/>
      </w:r>
      <w:hyperlink w:anchor="_Toc394934723" w:history="1">
        <w:r w:rsidR="005F12FD" w:rsidRPr="00923263">
          <w:rPr>
            <w:rStyle w:val="Hyperlink"/>
            <w:rFonts w:ascii="Times Roman" w:hAnsi="Times Roman" w:cs="Tahoma"/>
            <w:noProof/>
          </w:rPr>
          <w:t>PREAMBLE</w:t>
        </w:r>
        <w:r w:rsidR="005F12FD">
          <w:rPr>
            <w:noProof/>
            <w:webHidden/>
          </w:rPr>
          <w:tab/>
        </w:r>
        <w:r w:rsidR="005F12FD">
          <w:rPr>
            <w:noProof/>
            <w:webHidden/>
          </w:rPr>
          <w:fldChar w:fldCharType="begin"/>
        </w:r>
        <w:r w:rsidR="005F12FD">
          <w:rPr>
            <w:noProof/>
            <w:webHidden/>
          </w:rPr>
          <w:instrText xml:space="preserve"> PAGEREF _Toc394934723 \h </w:instrText>
        </w:r>
        <w:r w:rsidR="005F12FD">
          <w:rPr>
            <w:noProof/>
            <w:webHidden/>
          </w:rPr>
        </w:r>
        <w:r w:rsidR="005F12FD">
          <w:rPr>
            <w:noProof/>
            <w:webHidden/>
          </w:rPr>
          <w:fldChar w:fldCharType="separate"/>
        </w:r>
        <w:r w:rsidR="005F12FD">
          <w:rPr>
            <w:noProof/>
            <w:webHidden/>
          </w:rPr>
          <w:t>3</w:t>
        </w:r>
        <w:r w:rsidR="005F12FD">
          <w:rPr>
            <w:noProof/>
            <w:webHidden/>
          </w:rPr>
          <w:fldChar w:fldCharType="end"/>
        </w:r>
      </w:hyperlink>
    </w:p>
    <w:p w14:paraId="3E4CA9F5"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24" w:history="1">
        <w:r w:rsidRPr="00923263">
          <w:rPr>
            <w:rStyle w:val="Hyperlink"/>
            <w:rFonts w:ascii="Times Roman" w:hAnsi="Times Roman" w:cs="Tahoma"/>
            <w:noProof/>
          </w:rPr>
          <w:t>Participation in lots</w:t>
        </w:r>
        <w:r>
          <w:rPr>
            <w:noProof/>
            <w:webHidden/>
          </w:rPr>
          <w:tab/>
        </w:r>
        <w:r>
          <w:rPr>
            <w:noProof/>
            <w:webHidden/>
          </w:rPr>
          <w:fldChar w:fldCharType="begin"/>
        </w:r>
        <w:r>
          <w:rPr>
            <w:noProof/>
            <w:webHidden/>
          </w:rPr>
          <w:instrText xml:space="preserve"> PAGEREF _Toc394934724 \h </w:instrText>
        </w:r>
        <w:r>
          <w:rPr>
            <w:noProof/>
            <w:webHidden/>
          </w:rPr>
        </w:r>
        <w:r>
          <w:rPr>
            <w:noProof/>
            <w:webHidden/>
          </w:rPr>
          <w:fldChar w:fldCharType="separate"/>
        </w:r>
        <w:r>
          <w:rPr>
            <w:noProof/>
            <w:webHidden/>
          </w:rPr>
          <w:t>4</w:t>
        </w:r>
        <w:r>
          <w:rPr>
            <w:noProof/>
            <w:webHidden/>
          </w:rPr>
          <w:fldChar w:fldCharType="end"/>
        </w:r>
      </w:hyperlink>
    </w:p>
    <w:p w14:paraId="1E20E297"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25" w:history="1">
        <w:r w:rsidRPr="00923263">
          <w:rPr>
            <w:rStyle w:val="Hyperlink"/>
            <w:rFonts w:ascii="Times Roman" w:hAnsi="Times Roman" w:cs="Tahoma"/>
            <w:noProof/>
          </w:rPr>
          <w:t xml:space="preserve">Section 1.1 </w:t>
        </w:r>
        <w:r w:rsidRPr="00923263">
          <w:rPr>
            <w:rStyle w:val="Hyperlink"/>
            <w:rFonts w:ascii="Times Roman" w:hAnsi="Times Roman" w:cs="Tahoma"/>
            <w:noProof/>
            <w:lang w:eastAsia="en-GB"/>
          </w:rPr>
          <w:t>Tender Form</w:t>
        </w:r>
        <w:r>
          <w:rPr>
            <w:noProof/>
            <w:webHidden/>
          </w:rPr>
          <w:tab/>
        </w:r>
        <w:r>
          <w:rPr>
            <w:noProof/>
            <w:webHidden/>
          </w:rPr>
          <w:fldChar w:fldCharType="begin"/>
        </w:r>
        <w:r>
          <w:rPr>
            <w:noProof/>
            <w:webHidden/>
          </w:rPr>
          <w:instrText xml:space="preserve"> PAGEREF _Toc394934725 \h </w:instrText>
        </w:r>
        <w:r>
          <w:rPr>
            <w:noProof/>
            <w:webHidden/>
          </w:rPr>
        </w:r>
        <w:r>
          <w:rPr>
            <w:noProof/>
            <w:webHidden/>
          </w:rPr>
          <w:fldChar w:fldCharType="separate"/>
        </w:r>
        <w:r>
          <w:rPr>
            <w:noProof/>
            <w:webHidden/>
          </w:rPr>
          <w:t>5</w:t>
        </w:r>
        <w:r>
          <w:rPr>
            <w:noProof/>
            <w:webHidden/>
          </w:rPr>
          <w:fldChar w:fldCharType="end"/>
        </w:r>
      </w:hyperlink>
    </w:p>
    <w:p w14:paraId="6EA17260"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26" w:history="1">
        <w:r w:rsidRPr="00923263">
          <w:rPr>
            <w:rStyle w:val="Hyperlink"/>
            <w:rFonts w:ascii="Times New Roman" w:hAnsi="Times New Roman"/>
            <w:noProof/>
          </w:rPr>
          <w:t>Questions relating to the identification of the tenderer</w:t>
        </w:r>
        <w:r>
          <w:rPr>
            <w:noProof/>
            <w:webHidden/>
          </w:rPr>
          <w:tab/>
        </w:r>
        <w:r>
          <w:rPr>
            <w:noProof/>
            <w:webHidden/>
          </w:rPr>
          <w:fldChar w:fldCharType="begin"/>
        </w:r>
        <w:r>
          <w:rPr>
            <w:noProof/>
            <w:webHidden/>
          </w:rPr>
          <w:instrText xml:space="preserve"> PAGEREF _Toc394934726 \h </w:instrText>
        </w:r>
        <w:r>
          <w:rPr>
            <w:noProof/>
            <w:webHidden/>
          </w:rPr>
        </w:r>
        <w:r>
          <w:rPr>
            <w:noProof/>
            <w:webHidden/>
          </w:rPr>
          <w:fldChar w:fldCharType="separate"/>
        </w:r>
        <w:r>
          <w:rPr>
            <w:noProof/>
            <w:webHidden/>
          </w:rPr>
          <w:t>7</w:t>
        </w:r>
        <w:r>
          <w:rPr>
            <w:noProof/>
            <w:webHidden/>
          </w:rPr>
          <w:fldChar w:fldCharType="end"/>
        </w:r>
      </w:hyperlink>
    </w:p>
    <w:p w14:paraId="42ADBD91" w14:textId="77777777" w:rsidR="005F12FD" w:rsidRDefault="005F12FD">
      <w:pPr>
        <w:pStyle w:val="TOC2"/>
        <w:tabs>
          <w:tab w:val="right" w:leader="dot" w:pos="8296"/>
        </w:tabs>
        <w:rPr>
          <w:rFonts w:asciiTheme="minorHAnsi" w:eastAsiaTheme="minorEastAsia" w:hAnsiTheme="minorHAnsi" w:cstheme="minorBidi"/>
          <w:b w:val="0"/>
          <w:bCs w:val="0"/>
          <w:noProof/>
          <w:lang w:eastAsia="en-GB"/>
        </w:rPr>
      </w:pPr>
      <w:hyperlink w:anchor="_Toc394934727" w:history="1">
        <w:r w:rsidRPr="00923263">
          <w:rPr>
            <w:rStyle w:val="Hyperlink"/>
            <w:rFonts w:ascii="Times Roman" w:hAnsi="Times Roman" w:cs="Tahoma"/>
            <w:noProof/>
          </w:rPr>
          <w:t>Section 1.2 – STATEMENT ON SUBCONTRACTING</w:t>
        </w:r>
        <w:r>
          <w:rPr>
            <w:noProof/>
            <w:webHidden/>
          </w:rPr>
          <w:tab/>
        </w:r>
        <w:r>
          <w:rPr>
            <w:noProof/>
            <w:webHidden/>
          </w:rPr>
          <w:fldChar w:fldCharType="begin"/>
        </w:r>
        <w:r>
          <w:rPr>
            <w:noProof/>
            <w:webHidden/>
          </w:rPr>
          <w:instrText xml:space="preserve"> PAGEREF _Toc394934727 \h </w:instrText>
        </w:r>
        <w:r>
          <w:rPr>
            <w:noProof/>
            <w:webHidden/>
          </w:rPr>
        </w:r>
        <w:r>
          <w:rPr>
            <w:noProof/>
            <w:webHidden/>
          </w:rPr>
          <w:fldChar w:fldCharType="separate"/>
        </w:r>
        <w:r>
          <w:rPr>
            <w:noProof/>
            <w:webHidden/>
          </w:rPr>
          <w:t>9</w:t>
        </w:r>
        <w:r>
          <w:rPr>
            <w:noProof/>
            <w:webHidden/>
          </w:rPr>
          <w:fldChar w:fldCharType="end"/>
        </w:r>
      </w:hyperlink>
    </w:p>
    <w:p w14:paraId="1E4E44B6" w14:textId="77777777" w:rsidR="005F12FD" w:rsidRDefault="005F12FD">
      <w:pPr>
        <w:pStyle w:val="TOC2"/>
        <w:tabs>
          <w:tab w:val="right" w:leader="dot" w:pos="8296"/>
        </w:tabs>
        <w:rPr>
          <w:rFonts w:asciiTheme="minorHAnsi" w:eastAsiaTheme="minorEastAsia" w:hAnsiTheme="minorHAnsi" w:cstheme="minorBidi"/>
          <w:b w:val="0"/>
          <w:bCs w:val="0"/>
          <w:noProof/>
          <w:lang w:eastAsia="en-GB"/>
        </w:rPr>
      </w:pPr>
      <w:hyperlink w:anchor="_Toc394934728" w:history="1">
        <w:r w:rsidRPr="00923263">
          <w:rPr>
            <w:rStyle w:val="Hyperlink"/>
            <w:rFonts w:ascii="Times Roman" w:hAnsi="Times Roman" w:cs="Tahoma"/>
            <w:noProof/>
          </w:rPr>
          <w:t>Section 1.3 – LETTER OF INTENT FOR SUBCONTRACTORS</w:t>
        </w:r>
        <w:r>
          <w:rPr>
            <w:noProof/>
            <w:webHidden/>
          </w:rPr>
          <w:tab/>
        </w:r>
        <w:r>
          <w:rPr>
            <w:noProof/>
            <w:webHidden/>
          </w:rPr>
          <w:fldChar w:fldCharType="begin"/>
        </w:r>
        <w:r>
          <w:rPr>
            <w:noProof/>
            <w:webHidden/>
          </w:rPr>
          <w:instrText xml:space="preserve"> PAGEREF _Toc394934728 \h </w:instrText>
        </w:r>
        <w:r>
          <w:rPr>
            <w:noProof/>
            <w:webHidden/>
          </w:rPr>
        </w:r>
        <w:r>
          <w:rPr>
            <w:noProof/>
            <w:webHidden/>
          </w:rPr>
          <w:fldChar w:fldCharType="separate"/>
        </w:r>
        <w:r>
          <w:rPr>
            <w:noProof/>
            <w:webHidden/>
          </w:rPr>
          <w:t>10</w:t>
        </w:r>
        <w:r>
          <w:rPr>
            <w:noProof/>
            <w:webHidden/>
          </w:rPr>
          <w:fldChar w:fldCharType="end"/>
        </w:r>
      </w:hyperlink>
    </w:p>
    <w:p w14:paraId="3BAEB636"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29" w:history="1">
        <w:r w:rsidRPr="00923263">
          <w:rPr>
            <w:rStyle w:val="Hyperlink"/>
            <w:rFonts w:ascii="Times Roman" w:hAnsi="Times Roman" w:cs="Tahoma"/>
            <w:noProof/>
          </w:rPr>
          <w:t>SECTION 2 – EXCLUSION CRITERIA</w:t>
        </w:r>
        <w:r>
          <w:rPr>
            <w:noProof/>
            <w:webHidden/>
          </w:rPr>
          <w:tab/>
        </w:r>
        <w:r>
          <w:rPr>
            <w:noProof/>
            <w:webHidden/>
          </w:rPr>
          <w:fldChar w:fldCharType="begin"/>
        </w:r>
        <w:r>
          <w:rPr>
            <w:noProof/>
            <w:webHidden/>
          </w:rPr>
          <w:instrText xml:space="preserve"> PAGEREF _Toc394934729 \h </w:instrText>
        </w:r>
        <w:r>
          <w:rPr>
            <w:noProof/>
            <w:webHidden/>
          </w:rPr>
        </w:r>
        <w:r>
          <w:rPr>
            <w:noProof/>
            <w:webHidden/>
          </w:rPr>
          <w:fldChar w:fldCharType="separate"/>
        </w:r>
        <w:r>
          <w:rPr>
            <w:noProof/>
            <w:webHidden/>
          </w:rPr>
          <w:t>11</w:t>
        </w:r>
        <w:r>
          <w:rPr>
            <w:noProof/>
            <w:webHidden/>
          </w:rPr>
          <w:fldChar w:fldCharType="end"/>
        </w:r>
      </w:hyperlink>
    </w:p>
    <w:p w14:paraId="2E2DA2A5"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31" w:history="1">
        <w:r w:rsidRPr="00923263">
          <w:rPr>
            <w:rStyle w:val="Hyperlink"/>
            <w:rFonts w:ascii="Times Roman" w:hAnsi="Times Roman" w:cs="Tahoma"/>
            <w:noProof/>
          </w:rPr>
          <w:t>SECTION 3 – SELECTION CRITERIA -ECONOMIC AND FINANCIAL CAPACITY</w:t>
        </w:r>
        <w:r>
          <w:rPr>
            <w:noProof/>
            <w:webHidden/>
          </w:rPr>
          <w:tab/>
        </w:r>
        <w:r>
          <w:rPr>
            <w:noProof/>
            <w:webHidden/>
          </w:rPr>
          <w:fldChar w:fldCharType="begin"/>
        </w:r>
        <w:r>
          <w:rPr>
            <w:noProof/>
            <w:webHidden/>
          </w:rPr>
          <w:instrText xml:space="preserve"> PAGEREF _Toc394934731 \h </w:instrText>
        </w:r>
        <w:r>
          <w:rPr>
            <w:noProof/>
            <w:webHidden/>
          </w:rPr>
        </w:r>
        <w:r>
          <w:rPr>
            <w:noProof/>
            <w:webHidden/>
          </w:rPr>
          <w:fldChar w:fldCharType="separate"/>
        </w:r>
        <w:r>
          <w:rPr>
            <w:noProof/>
            <w:webHidden/>
          </w:rPr>
          <w:t>14</w:t>
        </w:r>
        <w:r>
          <w:rPr>
            <w:noProof/>
            <w:webHidden/>
          </w:rPr>
          <w:fldChar w:fldCharType="end"/>
        </w:r>
      </w:hyperlink>
    </w:p>
    <w:p w14:paraId="27C566E4"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32" w:history="1">
        <w:r w:rsidRPr="00923263">
          <w:rPr>
            <w:rStyle w:val="Hyperlink"/>
            <w:rFonts w:ascii="Times Roman" w:hAnsi="Times Roman" w:cs="Tahoma"/>
            <w:noProof/>
          </w:rPr>
          <w:t>SECTION 4 – TECHNICAL SELECTION (TECHNICAL AND PROFESSIONAL CAPACITY)</w:t>
        </w:r>
        <w:r>
          <w:rPr>
            <w:noProof/>
            <w:webHidden/>
          </w:rPr>
          <w:tab/>
        </w:r>
        <w:r>
          <w:rPr>
            <w:noProof/>
            <w:webHidden/>
          </w:rPr>
          <w:fldChar w:fldCharType="begin"/>
        </w:r>
        <w:r>
          <w:rPr>
            <w:noProof/>
            <w:webHidden/>
          </w:rPr>
          <w:instrText xml:space="preserve"> PAGEREF _Toc394934732 \h </w:instrText>
        </w:r>
        <w:r>
          <w:rPr>
            <w:noProof/>
            <w:webHidden/>
          </w:rPr>
        </w:r>
        <w:r>
          <w:rPr>
            <w:noProof/>
            <w:webHidden/>
          </w:rPr>
          <w:fldChar w:fldCharType="separate"/>
        </w:r>
        <w:r>
          <w:rPr>
            <w:noProof/>
            <w:webHidden/>
          </w:rPr>
          <w:t>15</w:t>
        </w:r>
        <w:r>
          <w:rPr>
            <w:noProof/>
            <w:webHidden/>
          </w:rPr>
          <w:fldChar w:fldCharType="end"/>
        </w:r>
      </w:hyperlink>
    </w:p>
    <w:p w14:paraId="5B08EF3A" w14:textId="77777777" w:rsidR="005F12FD" w:rsidRDefault="005F12FD">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394934733" w:history="1">
        <w:r w:rsidRPr="00923263">
          <w:rPr>
            <w:rStyle w:val="Hyperlink"/>
            <w:rFonts w:ascii="Times New Roman" w:hAnsi="Times New Roman"/>
            <w:noProof/>
          </w:rPr>
          <w:t>4.</w:t>
        </w:r>
        <w:r>
          <w:rPr>
            <w:rFonts w:asciiTheme="minorHAnsi" w:eastAsiaTheme="minorEastAsia" w:hAnsiTheme="minorHAnsi" w:cstheme="minorBidi"/>
            <w:b w:val="0"/>
            <w:bCs w:val="0"/>
            <w:i w:val="0"/>
            <w:iCs w:val="0"/>
            <w:noProof/>
            <w:szCs w:val="22"/>
            <w:lang w:eastAsia="en-GB"/>
          </w:rPr>
          <w:tab/>
        </w:r>
        <w:r w:rsidRPr="00923263">
          <w:rPr>
            <w:rStyle w:val="Hyperlink"/>
            <w:rFonts w:ascii="Times New Roman" w:hAnsi="Times New Roman"/>
            <w:noProof/>
          </w:rPr>
          <w:t>Technical and Professional capacity</w:t>
        </w:r>
        <w:r>
          <w:rPr>
            <w:noProof/>
            <w:webHidden/>
          </w:rPr>
          <w:tab/>
        </w:r>
        <w:r>
          <w:rPr>
            <w:noProof/>
            <w:webHidden/>
          </w:rPr>
          <w:fldChar w:fldCharType="begin"/>
        </w:r>
        <w:r>
          <w:rPr>
            <w:noProof/>
            <w:webHidden/>
          </w:rPr>
          <w:instrText xml:space="preserve"> PAGEREF _Toc394934733 \h </w:instrText>
        </w:r>
        <w:r>
          <w:rPr>
            <w:noProof/>
            <w:webHidden/>
          </w:rPr>
        </w:r>
        <w:r>
          <w:rPr>
            <w:noProof/>
            <w:webHidden/>
          </w:rPr>
          <w:fldChar w:fldCharType="separate"/>
        </w:r>
        <w:r>
          <w:rPr>
            <w:noProof/>
            <w:webHidden/>
          </w:rPr>
          <w:t>15</w:t>
        </w:r>
        <w:r>
          <w:rPr>
            <w:noProof/>
            <w:webHidden/>
          </w:rPr>
          <w:fldChar w:fldCharType="end"/>
        </w:r>
      </w:hyperlink>
    </w:p>
    <w:p w14:paraId="00CE58F8"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34" w:history="1">
        <w:r w:rsidRPr="00923263">
          <w:rPr>
            <w:rStyle w:val="Hyperlink"/>
            <w:rFonts w:ascii="Times New Roman" w:hAnsi="Times New Roman"/>
            <w:noProof/>
          </w:rPr>
          <w:t>4.1.</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Suitability of the tenderer’s organisational structure to allow the delivery of the required services</w:t>
        </w:r>
        <w:r>
          <w:rPr>
            <w:noProof/>
            <w:webHidden/>
          </w:rPr>
          <w:tab/>
        </w:r>
        <w:r>
          <w:rPr>
            <w:noProof/>
            <w:webHidden/>
          </w:rPr>
          <w:fldChar w:fldCharType="begin"/>
        </w:r>
        <w:r>
          <w:rPr>
            <w:noProof/>
            <w:webHidden/>
          </w:rPr>
          <w:instrText xml:space="preserve"> PAGEREF _Toc394934734 \h </w:instrText>
        </w:r>
        <w:r>
          <w:rPr>
            <w:noProof/>
            <w:webHidden/>
          </w:rPr>
        </w:r>
        <w:r>
          <w:rPr>
            <w:noProof/>
            <w:webHidden/>
          </w:rPr>
          <w:fldChar w:fldCharType="separate"/>
        </w:r>
        <w:r>
          <w:rPr>
            <w:noProof/>
            <w:webHidden/>
          </w:rPr>
          <w:t>15</w:t>
        </w:r>
        <w:r>
          <w:rPr>
            <w:noProof/>
            <w:webHidden/>
          </w:rPr>
          <w:fldChar w:fldCharType="end"/>
        </w:r>
      </w:hyperlink>
    </w:p>
    <w:p w14:paraId="0737CDDB"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35" w:history="1">
        <w:r w:rsidRPr="00923263">
          <w:rPr>
            <w:rStyle w:val="Hyperlink"/>
            <w:rFonts w:ascii="Times New Roman" w:hAnsi="Times New Roman"/>
            <w:noProof/>
          </w:rPr>
          <w:t>4.2.</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Manpower and qualification of staff relevant to the required services</w:t>
        </w:r>
        <w:r>
          <w:rPr>
            <w:noProof/>
            <w:webHidden/>
          </w:rPr>
          <w:tab/>
        </w:r>
        <w:r>
          <w:rPr>
            <w:noProof/>
            <w:webHidden/>
          </w:rPr>
          <w:fldChar w:fldCharType="begin"/>
        </w:r>
        <w:r>
          <w:rPr>
            <w:noProof/>
            <w:webHidden/>
          </w:rPr>
          <w:instrText xml:space="preserve"> PAGEREF _Toc394934735 \h </w:instrText>
        </w:r>
        <w:r>
          <w:rPr>
            <w:noProof/>
            <w:webHidden/>
          </w:rPr>
        </w:r>
        <w:r>
          <w:rPr>
            <w:noProof/>
            <w:webHidden/>
          </w:rPr>
          <w:fldChar w:fldCharType="separate"/>
        </w:r>
        <w:r>
          <w:rPr>
            <w:noProof/>
            <w:webHidden/>
          </w:rPr>
          <w:t>16</w:t>
        </w:r>
        <w:r>
          <w:rPr>
            <w:noProof/>
            <w:webHidden/>
          </w:rPr>
          <w:fldChar w:fldCharType="end"/>
        </w:r>
      </w:hyperlink>
    </w:p>
    <w:p w14:paraId="02E10109"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36" w:history="1">
        <w:r w:rsidRPr="00923263">
          <w:rPr>
            <w:rStyle w:val="Hyperlink"/>
            <w:rFonts w:ascii="Times New Roman" w:hAnsi="Times New Roman"/>
            <w:noProof/>
          </w:rPr>
          <w:t>4.3.</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Quality Control</w:t>
        </w:r>
        <w:r>
          <w:rPr>
            <w:noProof/>
            <w:webHidden/>
          </w:rPr>
          <w:tab/>
        </w:r>
        <w:r>
          <w:rPr>
            <w:noProof/>
            <w:webHidden/>
          </w:rPr>
          <w:fldChar w:fldCharType="begin"/>
        </w:r>
        <w:r>
          <w:rPr>
            <w:noProof/>
            <w:webHidden/>
          </w:rPr>
          <w:instrText xml:space="preserve"> PAGEREF _Toc394934736 \h </w:instrText>
        </w:r>
        <w:r>
          <w:rPr>
            <w:noProof/>
            <w:webHidden/>
          </w:rPr>
        </w:r>
        <w:r>
          <w:rPr>
            <w:noProof/>
            <w:webHidden/>
          </w:rPr>
          <w:fldChar w:fldCharType="separate"/>
        </w:r>
        <w:r>
          <w:rPr>
            <w:noProof/>
            <w:webHidden/>
          </w:rPr>
          <w:t>17</w:t>
        </w:r>
        <w:r>
          <w:rPr>
            <w:noProof/>
            <w:webHidden/>
          </w:rPr>
          <w:fldChar w:fldCharType="end"/>
        </w:r>
      </w:hyperlink>
    </w:p>
    <w:p w14:paraId="0CF17746"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37" w:history="1">
        <w:r w:rsidRPr="00923263">
          <w:rPr>
            <w:rStyle w:val="Hyperlink"/>
            <w:rFonts w:ascii="Times New Roman" w:hAnsi="Times New Roman"/>
            <w:noProof/>
            <w:spacing w:val="-3"/>
          </w:rPr>
          <w:t>4.4.</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spacing w:val="-3"/>
          </w:rPr>
          <w:t>References in relation to similar projects/contracts</w:t>
        </w:r>
        <w:r>
          <w:rPr>
            <w:noProof/>
            <w:webHidden/>
          </w:rPr>
          <w:tab/>
        </w:r>
        <w:r>
          <w:rPr>
            <w:noProof/>
            <w:webHidden/>
          </w:rPr>
          <w:fldChar w:fldCharType="begin"/>
        </w:r>
        <w:r>
          <w:rPr>
            <w:noProof/>
            <w:webHidden/>
          </w:rPr>
          <w:instrText xml:space="preserve"> PAGEREF _Toc394934737 \h </w:instrText>
        </w:r>
        <w:r>
          <w:rPr>
            <w:noProof/>
            <w:webHidden/>
          </w:rPr>
        </w:r>
        <w:r>
          <w:rPr>
            <w:noProof/>
            <w:webHidden/>
          </w:rPr>
          <w:fldChar w:fldCharType="separate"/>
        </w:r>
        <w:r>
          <w:rPr>
            <w:noProof/>
            <w:webHidden/>
          </w:rPr>
          <w:t>18</w:t>
        </w:r>
        <w:r>
          <w:rPr>
            <w:noProof/>
            <w:webHidden/>
          </w:rPr>
          <w:fldChar w:fldCharType="end"/>
        </w:r>
      </w:hyperlink>
    </w:p>
    <w:p w14:paraId="26796EB8"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38" w:history="1">
        <w:r w:rsidRPr="00923263">
          <w:rPr>
            <w:rStyle w:val="Hyperlink"/>
            <w:rFonts w:ascii="Times New Roman" w:hAnsi="Times New Roman"/>
            <w:noProof/>
          </w:rPr>
          <w:t>SECTION 5 – TECHNICAL EVALUATION QUESTIONNAIRE</w:t>
        </w:r>
        <w:r>
          <w:rPr>
            <w:noProof/>
            <w:webHidden/>
          </w:rPr>
          <w:tab/>
        </w:r>
        <w:r>
          <w:rPr>
            <w:noProof/>
            <w:webHidden/>
          </w:rPr>
          <w:fldChar w:fldCharType="begin"/>
        </w:r>
        <w:r>
          <w:rPr>
            <w:noProof/>
            <w:webHidden/>
          </w:rPr>
          <w:instrText xml:space="preserve"> PAGEREF _Toc394934738 \h </w:instrText>
        </w:r>
        <w:r>
          <w:rPr>
            <w:noProof/>
            <w:webHidden/>
          </w:rPr>
        </w:r>
        <w:r>
          <w:rPr>
            <w:noProof/>
            <w:webHidden/>
          </w:rPr>
          <w:fldChar w:fldCharType="separate"/>
        </w:r>
        <w:r>
          <w:rPr>
            <w:noProof/>
            <w:webHidden/>
          </w:rPr>
          <w:t>20</w:t>
        </w:r>
        <w:r>
          <w:rPr>
            <w:noProof/>
            <w:webHidden/>
          </w:rPr>
          <w:fldChar w:fldCharType="end"/>
        </w:r>
      </w:hyperlink>
    </w:p>
    <w:p w14:paraId="1B995719" w14:textId="77777777" w:rsidR="005F12FD" w:rsidRDefault="005F12FD">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394934739" w:history="1">
        <w:r w:rsidRPr="00923263">
          <w:rPr>
            <w:rStyle w:val="Hyperlink"/>
            <w:rFonts w:ascii="Times New Roman" w:hAnsi="Times New Roman"/>
            <w:noProof/>
          </w:rPr>
          <w:t>5.</w:t>
        </w:r>
        <w:r>
          <w:rPr>
            <w:rFonts w:asciiTheme="minorHAnsi" w:eastAsiaTheme="minorEastAsia" w:hAnsiTheme="minorHAnsi" w:cstheme="minorBidi"/>
            <w:b w:val="0"/>
            <w:bCs w:val="0"/>
            <w:i w:val="0"/>
            <w:iCs w:val="0"/>
            <w:noProof/>
            <w:szCs w:val="22"/>
            <w:lang w:eastAsia="en-GB"/>
          </w:rPr>
          <w:tab/>
        </w:r>
        <w:r w:rsidRPr="00923263">
          <w:rPr>
            <w:rStyle w:val="Hyperlink"/>
            <w:rFonts w:ascii="Times New Roman" w:hAnsi="Times New Roman"/>
            <w:noProof/>
          </w:rPr>
          <w:t>Evaluation of the offer – Technical evaluation</w:t>
        </w:r>
        <w:r>
          <w:rPr>
            <w:noProof/>
            <w:webHidden/>
          </w:rPr>
          <w:tab/>
        </w:r>
        <w:r>
          <w:rPr>
            <w:noProof/>
            <w:webHidden/>
          </w:rPr>
          <w:fldChar w:fldCharType="begin"/>
        </w:r>
        <w:r>
          <w:rPr>
            <w:noProof/>
            <w:webHidden/>
          </w:rPr>
          <w:instrText xml:space="preserve"> PAGEREF _Toc394934739 \h </w:instrText>
        </w:r>
        <w:r>
          <w:rPr>
            <w:noProof/>
            <w:webHidden/>
          </w:rPr>
        </w:r>
        <w:r>
          <w:rPr>
            <w:noProof/>
            <w:webHidden/>
          </w:rPr>
          <w:fldChar w:fldCharType="separate"/>
        </w:r>
        <w:r>
          <w:rPr>
            <w:noProof/>
            <w:webHidden/>
          </w:rPr>
          <w:t>20</w:t>
        </w:r>
        <w:r>
          <w:rPr>
            <w:noProof/>
            <w:webHidden/>
          </w:rPr>
          <w:fldChar w:fldCharType="end"/>
        </w:r>
      </w:hyperlink>
    </w:p>
    <w:p w14:paraId="64AF2D40" w14:textId="3CC9A7D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40" w:history="1">
        <w:r w:rsidRPr="00923263">
          <w:rPr>
            <w:rStyle w:val="Hyperlink"/>
            <w:iCs/>
            <w:noProof/>
          </w:rPr>
          <w:t>5.1</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Quality of the tenderer’s proposal for the contract management (200 points)</w:t>
        </w:r>
        <w:r>
          <w:rPr>
            <w:noProof/>
            <w:webHidden/>
          </w:rPr>
          <w:tab/>
        </w:r>
        <w:r>
          <w:rPr>
            <w:noProof/>
            <w:webHidden/>
          </w:rPr>
          <w:tab/>
        </w:r>
        <w:r>
          <w:rPr>
            <w:noProof/>
            <w:webHidden/>
          </w:rPr>
          <w:tab/>
        </w:r>
        <w:r>
          <w:rPr>
            <w:noProof/>
            <w:webHidden/>
          </w:rPr>
          <w:fldChar w:fldCharType="begin"/>
        </w:r>
        <w:r>
          <w:rPr>
            <w:noProof/>
            <w:webHidden/>
          </w:rPr>
          <w:instrText xml:space="preserve"> PAGEREF _Toc394934740 \h </w:instrText>
        </w:r>
        <w:r>
          <w:rPr>
            <w:noProof/>
            <w:webHidden/>
          </w:rPr>
        </w:r>
        <w:r>
          <w:rPr>
            <w:noProof/>
            <w:webHidden/>
          </w:rPr>
          <w:fldChar w:fldCharType="separate"/>
        </w:r>
        <w:r>
          <w:rPr>
            <w:noProof/>
            <w:webHidden/>
          </w:rPr>
          <w:t>20</w:t>
        </w:r>
        <w:r>
          <w:rPr>
            <w:noProof/>
            <w:webHidden/>
          </w:rPr>
          <w:fldChar w:fldCharType="end"/>
        </w:r>
      </w:hyperlink>
    </w:p>
    <w:p w14:paraId="2F67E1EB" w14:textId="1F38B89A"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41" w:history="1">
        <w:r w:rsidRPr="00923263">
          <w:rPr>
            <w:rStyle w:val="Hyperlink"/>
            <w:iCs/>
            <w:noProof/>
          </w:rPr>
          <w:t>5.2</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Quality of the proposal for preparing the responses to the requests (260 points)</w:t>
        </w:r>
        <w:r>
          <w:rPr>
            <w:noProof/>
            <w:webHidden/>
          </w:rPr>
          <w:tab/>
        </w:r>
        <w:r>
          <w:rPr>
            <w:noProof/>
            <w:webHidden/>
          </w:rPr>
          <w:tab/>
        </w:r>
        <w:bookmarkStart w:id="2" w:name="_GoBack"/>
        <w:bookmarkEnd w:id="2"/>
        <w:r>
          <w:rPr>
            <w:noProof/>
            <w:webHidden/>
          </w:rPr>
          <w:fldChar w:fldCharType="begin"/>
        </w:r>
        <w:r>
          <w:rPr>
            <w:noProof/>
            <w:webHidden/>
          </w:rPr>
          <w:instrText xml:space="preserve"> PAGEREF _Toc394934741 \h </w:instrText>
        </w:r>
        <w:r>
          <w:rPr>
            <w:noProof/>
            <w:webHidden/>
          </w:rPr>
        </w:r>
        <w:r>
          <w:rPr>
            <w:noProof/>
            <w:webHidden/>
          </w:rPr>
          <w:fldChar w:fldCharType="separate"/>
        </w:r>
        <w:r>
          <w:rPr>
            <w:noProof/>
            <w:webHidden/>
          </w:rPr>
          <w:t>21</w:t>
        </w:r>
        <w:r>
          <w:rPr>
            <w:noProof/>
            <w:webHidden/>
          </w:rPr>
          <w:fldChar w:fldCharType="end"/>
        </w:r>
      </w:hyperlink>
    </w:p>
    <w:p w14:paraId="3F52BCE7"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42" w:history="1">
        <w:r w:rsidRPr="00923263">
          <w:rPr>
            <w:rStyle w:val="Hyperlink"/>
            <w:noProof/>
          </w:rPr>
          <w:t>5.3</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Quality of the proposal for a delivery of services (280 points)</w:t>
        </w:r>
        <w:r>
          <w:rPr>
            <w:noProof/>
            <w:webHidden/>
          </w:rPr>
          <w:tab/>
        </w:r>
        <w:r>
          <w:rPr>
            <w:noProof/>
            <w:webHidden/>
          </w:rPr>
          <w:fldChar w:fldCharType="begin"/>
        </w:r>
        <w:r>
          <w:rPr>
            <w:noProof/>
            <w:webHidden/>
          </w:rPr>
          <w:instrText xml:space="preserve"> PAGEREF _Toc394934742 \h </w:instrText>
        </w:r>
        <w:r>
          <w:rPr>
            <w:noProof/>
            <w:webHidden/>
          </w:rPr>
        </w:r>
        <w:r>
          <w:rPr>
            <w:noProof/>
            <w:webHidden/>
          </w:rPr>
          <w:fldChar w:fldCharType="separate"/>
        </w:r>
        <w:r>
          <w:rPr>
            <w:noProof/>
            <w:webHidden/>
          </w:rPr>
          <w:t>22</w:t>
        </w:r>
        <w:r>
          <w:rPr>
            <w:noProof/>
            <w:webHidden/>
          </w:rPr>
          <w:fldChar w:fldCharType="end"/>
        </w:r>
      </w:hyperlink>
    </w:p>
    <w:p w14:paraId="6425BD29" w14:textId="77777777" w:rsidR="005F12FD" w:rsidRDefault="005F12FD">
      <w:pPr>
        <w:pStyle w:val="TOC2"/>
        <w:tabs>
          <w:tab w:val="left" w:pos="960"/>
          <w:tab w:val="right" w:leader="dot" w:pos="8296"/>
        </w:tabs>
        <w:rPr>
          <w:rFonts w:asciiTheme="minorHAnsi" w:eastAsiaTheme="minorEastAsia" w:hAnsiTheme="minorHAnsi" w:cstheme="minorBidi"/>
          <w:b w:val="0"/>
          <w:bCs w:val="0"/>
          <w:noProof/>
          <w:lang w:eastAsia="en-GB"/>
        </w:rPr>
      </w:pPr>
      <w:hyperlink w:anchor="_Toc394934743" w:history="1">
        <w:r w:rsidRPr="00923263">
          <w:rPr>
            <w:rStyle w:val="Hyperlink"/>
            <w:noProof/>
          </w:rPr>
          <w:t>5.4</w:t>
        </w:r>
        <w:r>
          <w:rPr>
            <w:rFonts w:asciiTheme="minorHAnsi" w:eastAsiaTheme="minorEastAsia" w:hAnsiTheme="minorHAnsi" w:cstheme="minorBidi"/>
            <w:b w:val="0"/>
            <w:bCs w:val="0"/>
            <w:noProof/>
            <w:lang w:eastAsia="en-GB"/>
          </w:rPr>
          <w:tab/>
        </w:r>
        <w:r w:rsidRPr="00923263">
          <w:rPr>
            <w:rStyle w:val="Hyperlink"/>
            <w:rFonts w:ascii="Times New Roman" w:hAnsi="Times New Roman"/>
            <w:noProof/>
          </w:rPr>
          <w:t>Quality of the proposal for pricing structure (260 points)</w:t>
        </w:r>
        <w:r>
          <w:rPr>
            <w:noProof/>
            <w:webHidden/>
          </w:rPr>
          <w:tab/>
        </w:r>
        <w:r>
          <w:rPr>
            <w:noProof/>
            <w:webHidden/>
          </w:rPr>
          <w:fldChar w:fldCharType="begin"/>
        </w:r>
        <w:r>
          <w:rPr>
            <w:noProof/>
            <w:webHidden/>
          </w:rPr>
          <w:instrText xml:space="preserve"> PAGEREF _Toc394934743 \h </w:instrText>
        </w:r>
        <w:r>
          <w:rPr>
            <w:noProof/>
            <w:webHidden/>
          </w:rPr>
        </w:r>
        <w:r>
          <w:rPr>
            <w:noProof/>
            <w:webHidden/>
          </w:rPr>
          <w:fldChar w:fldCharType="separate"/>
        </w:r>
        <w:r>
          <w:rPr>
            <w:noProof/>
            <w:webHidden/>
          </w:rPr>
          <w:t>25</w:t>
        </w:r>
        <w:r>
          <w:rPr>
            <w:noProof/>
            <w:webHidden/>
          </w:rPr>
          <w:fldChar w:fldCharType="end"/>
        </w:r>
      </w:hyperlink>
    </w:p>
    <w:p w14:paraId="16D6C688" w14:textId="77777777" w:rsidR="005F12FD" w:rsidRDefault="005F12F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4934744" w:history="1">
        <w:r w:rsidRPr="00923263">
          <w:rPr>
            <w:rStyle w:val="Hyperlink"/>
            <w:rFonts w:ascii="Times New Roman" w:hAnsi="Times New Roman"/>
            <w:noProof/>
          </w:rPr>
          <w:t>SECTION 6 – FINANCIAL EVALUATION QUESTIONNAIRE</w:t>
        </w:r>
        <w:r>
          <w:rPr>
            <w:noProof/>
            <w:webHidden/>
          </w:rPr>
          <w:tab/>
        </w:r>
        <w:r>
          <w:rPr>
            <w:noProof/>
            <w:webHidden/>
          </w:rPr>
          <w:fldChar w:fldCharType="begin"/>
        </w:r>
        <w:r>
          <w:rPr>
            <w:noProof/>
            <w:webHidden/>
          </w:rPr>
          <w:instrText xml:space="preserve"> PAGEREF _Toc394934744 \h </w:instrText>
        </w:r>
        <w:r>
          <w:rPr>
            <w:noProof/>
            <w:webHidden/>
          </w:rPr>
        </w:r>
        <w:r>
          <w:rPr>
            <w:noProof/>
            <w:webHidden/>
          </w:rPr>
          <w:fldChar w:fldCharType="separate"/>
        </w:r>
        <w:r>
          <w:rPr>
            <w:noProof/>
            <w:webHidden/>
          </w:rPr>
          <w:t>27</w:t>
        </w:r>
        <w:r>
          <w:rPr>
            <w:noProof/>
            <w:webHidden/>
          </w:rPr>
          <w:fldChar w:fldCharType="end"/>
        </w:r>
      </w:hyperlink>
    </w:p>
    <w:p w14:paraId="5B5A6AEB" w14:textId="77777777" w:rsidR="00B974C8" w:rsidRPr="00BF43E5" w:rsidRDefault="00B974C8" w:rsidP="00B974C8">
      <w:pPr>
        <w:rPr>
          <w:rFonts w:ascii="Tahoma" w:hAnsi="Tahoma" w:cs="Tahoma"/>
          <w:b/>
          <w:caps/>
          <w:sz w:val="20"/>
        </w:rPr>
      </w:pPr>
      <w:r w:rsidRPr="00BF43E5">
        <w:rPr>
          <w:rFonts w:ascii="Tahoma" w:hAnsi="Tahoma" w:cs="Tahoma"/>
          <w:b/>
          <w:caps/>
          <w:sz w:val="20"/>
        </w:rPr>
        <w:fldChar w:fldCharType="end"/>
      </w:r>
    </w:p>
    <w:p w14:paraId="36C48E1E" w14:textId="77777777" w:rsidR="00B974C8" w:rsidRPr="00BF43E5" w:rsidRDefault="00B974C8" w:rsidP="00B974C8">
      <w:pPr>
        <w:rPr>
          <w:rFonts w:ascii="Tahoma" w:hAnsi="Tahoma" w:cs="Tahoma"/>
          <w:b/>
          <w:caps/>
          <w:sz w:val="20"/>
        </w:rPr>
      </w:pPr>
    </w:p>
    <w:p w14:paraId="2D8CD916" w14:textId="77777777" w:rsidR="00B974C8" w:rsidRPr="00BF43E5" w:rsidRDefault="00B974C8" w:rsidP="00B974C8">
      <w:pPr>
        <w:spacing w:before="0" w:after="0"/>
        <w:rPr>
          <w:rFonts w:ascii="Tahoma" w:hAnsi="Tahoma" w:cs="Tahoma"/>
        </w:rPr>
      </w:pPr>
    </w:p>
    <w:p w14:paraId="56D73351" w14:textId="77777777" w:rsidR="00B974C8" w:rsidRPr="00BF43E5" w:rsidRDefault="00B974C8" w:rsidP="00180952">
      <w:pPr>
        <w:spacing w:before="0" w:after="0"/>
        <w:rPr>
          <w:rFonts w:ascii="Tahoma" w:hAnsi="Tahoma" w:cs="Tahoma"/>
        </w:rPr>
      </w:pPr>
    </w:p>
    <w:p w14:paraId="4A08B326" w14:textId="1CAE1280" w:rsidR="00F22908" w:rsidRPr="00BF43E5" w:rsidRDefault="00F22908">
      <w:pPr>
        <w:spacing w:before="0" w:after="200" w:line="276" w:lineRule="auto"/>
        <w:jc w:val="left"/>
        <w:rPr>
          <w:rFonts w:ascii="Tahoma" w:hAnsi="Tahoma" w:cs="Tahoma"/>
          <w:b/>
        </w:rPr>
      </w:pPr>
      <w:r w:rsidRPr="00BF43E5">
        <w:rPr>
          <w:rFonts w:ascii="Tahoma" w:hAnsi="Tahoma" w:cs="Tahoma"/>
        </w:rPr>
        <w:br w:type="page"/>
      </w:r>
    </w:p>
    <w:p w14:paraId="5D08811B" w14:textId="77777777" w:rsidR="00B974C8" w:rsidRPr="00BF43E5" w:rsidRDefault="00B974C8" w:rsidP="00AE6F57">
      <w:pPr>
        <w:pStyle w:val="Heading1-Presection"/>
        <w:rPr>
          <w:rFonts w:ascii="Tahoma" w:hAnsi="Tahoma" w:cs="Tahoma"/>
        </w:rPr>
      </w:pPr>
    </w:p>
    <w:p w14:paraId="5D9CEBBF" w14:textId="7FED7458" w:rsidR="004020ED" w:rsidRPr="000A014D" w:rsidRDefault="004020ED" w:rsidP="00AE6F57">
      <w:pPr>
        <w:pStyle w:val="Heading1-Presection"/>
        <w:rPr>
          <w:rFonts w:ascii="Times Roman" w:hAnsi="Times Roman" w:cs="Tahoma"/>
          <w:szCs w:val="22"/>
        </w:rPr>
      </w:pPr>
      <w:bookmarkStart w:id="3" w:name="_Toc394934723"/>
      <w:r w:rsidRPr="000A014D">
        <w:rPr>
          <w:rFonts w:ascii="Times Roman" w:hAnsi="Times Roman" w:cs="Tahoma"/>
          <w:szCs w:val="22"/>
        </w:rPr>
        <w:t>PREAMBLE</w:t>
      </w:r>
      <w:bookmarkEnd w:id="3"/>
    </w:p>
    <w:p w14:paraId="680CF7B2" w14:textId="77777777" w:rsidR="00CA0929" w:rsidRPr="000A014D" w:rsidRDefault="006C0A26" w:rsidP="00AE6F57">
      <w:pPr>
        <w:rPr>
          <w:rFonts w:ascii="Times Roman" w:hAnsi="Times Roman" w:cs="Tahoma"/>
          <w:szCs w:val="22"/>
        </w:rPr>
      </w:pPr>
      <w:r w:rsidRPr="000A014D">
        <w:rPr>
          <w:rFonts w:ascii="Times Roman" w:hAnsi="Times Roman" w:cs="Tahoma"/>
          <w:szCs w:val="22"/>
        </w:rPr>
        <w:t>T</w:t>
      </w:r>
      <w:r w:rsidR="002456C9" w:rsidRPr="000A014D">
        <w:rPr>
          <w:rFonts w:ascii="Times Roman" w:hAnsi="Times Roman" w:cs="Tahoma"/>
          <w:szCs w:val="22"/>
        </w:rPr>
        <w:t xml:space="preserve">enderers are requested to include in their tenders all the information and documents requested in the </w:t>
      </w:r>
      <w:r w:rsidR="0021769C" w:rsidRPr="000A014D">
        <w:rPr>
          <w:rFonts w:ascii="Times Roman" w:hAnsi="Times Roman" w:cs="Tahoma"/>
          <w:szCs w:val="22"/>
        </w:rPr>
        <w:t xml:space="preserve">forms </w:t>
      </w:r>
      <w:r w:rsidR="00FD6CD2" w:rsidRPr="000A014D">
        <w:rPr>
          <w:rFonts w:ascii="Times Roman" w:hAnsi="Times Roman" w:cs="Tahoma"/>
          <w:szCs w:val="22"/>
        </w:rPr>
        <w:t>attached</w:t>
      </w:r>
      <w:r w:rsidR="002456C9" w:rsidRPr="000A014D">
        <w:rPr>
          <w:rFonts w:ascii="Times Roman" w:hAnsi="Times Roman" w:cs="Tahoma"/>
          <w:szCs w:val="22"/>
        </w:rPr>
        <w:t>, in accordance with</w:t>
      </w:r>
      <w:r w:rsidR="00B903D8" w:rsidRPr="000A014D">
        <w:rPr>
          <w:rFonts w:ascii="Times Roman" w:hAnsi="Times Roman" w:cs="Tahoma"/>
          <w:szCs w:val="22"/>
        </w:rPr>
        <w:t xml:space="preserve"> </w:t>
      </w:r>
      <w:r w:rsidR="00F72A4D" w:rsidRPr="000A014D">
        <w:rPr>
          <w:rFonts w:ascii="Times Roman" w:hAnsi="Times Roman" w:cs="Tahoma"/>
          <w:szCs w:val="22"/>
        </w:rPr>
        <w:t xml:space="preserve">Tender Specifications and </w:t>
      </w:r>
      <w:r w:rsidR="0011105F" w:rsidRPr="000A014D">
        <w:rPr>
          <w:rFonts w:ascii="Times Roman" w:hAnsi="Times Roman" w:cs="Tahoma"/>
          <w:szCs w:val="22"/>
        </w:rPr>
        <w:t>the instructions below:</w:t>
      </w:r>
    </w:p>
    <w:p w14:paraId="5487446D" w14:textId="77777777" w:rsidR="0011105F" w:rsidRPr="000A014D" w:rsidRDefault="0021769C" w:rsidP="00AE6F57">
      <w:pPr>
        <w:rPr>
          <w:rFonts w:ascii="Times Roman" w:hAnsi="Times Roman" w:cs="Tahoma"/>
          <w:szCs w:val="22"/>
        </w:rPr>
      </w:pPr>
      <w:r w:rsidRPr="000A014D">
        <w:rPr>
          <w:rFonts w:ascii="Times Roman" w:hAnsi="Times Roman" w:cs="Tahoma"/>
          <w:szCs w:val="22"/>
        </w:rPr>
        <w:t xml:space="preserve">All forms must be dated, signed by a person authorised to sign on behalf of the tenderer. </w:t>
      </w:r>
    </w:p>
    <w:p w14:paraId="405C59E5" w14:textId="7DFEE127" w:rsidR="00F72A4D" w:rsidRPr="000A014D" w:rsidRDefault="0011105F" w:rsidP="00AE6F57">
      <w:pPr>
        <w:rPr>
          <w:rFonts w:ascii="Times Roman" w:hAnsi="Times Roman" w:cs="Tahoma"/>
          <w:b/>
          <w:szCs w:val="22"/>
        </w:rPr>
      </w:pPr>
      <w:r w:rsidRPr="000A014D">
        <w:rPr>
          <w:rFonts w:ascii="Times Roman" w:hAnsi="Times Roman" w:cs="Tahoma"/>
          <w:szCs w:val="22"/>
        </w:rPr>
        <w:t>Each consortium partner must sign a Declaration of Honour with respect to the Exclusion Criteria and Absence of Conflict of Interest (</w:t>
      </w:r>
      <w:r w:rsidR="00B974C8" w:rsidRPr="000A014D">
        <w:rPr>
          <w:rFonts w:ascii="Times Roman" w:hAnsi="Times Roman" w:cs="Tahoma"/>
          <w:szCs w:val="22"/>
        </w:rPr>
        <w:t>Section</w:t>
      </w:r>
      <w:r w:rsidRPr="000A014D">
        <w:rPr>
          <w:rFonts w:ascii="Times Roman" w:hAnsi="Times Roman" w:cs="Tahoma"/>
          <w:szCs w:val="22"/>
        </w:rPr>
        <w:t xml:space="preserve"> </w:t>
      </w:r>
      <w:r w:rsidR="00B903D8" w:rsidRPr="000A014D">
        <w:rPr>
          <w:rFonts w:ascii="Times Roman" w:hAnsi="Times Roman" w:cs="Tahoma"/>
          <w:szCs w:val="22"/>
        </w:rPr>
        <w:t>2</w:t>
      </w:r>
      <w:r w:rsidRPr="000A014D">
        <w:rPr>
          <w:rFonts w:ascii="Times Roman" w:hAnsi="Times Roman" w:cs="Tahoma"/>
          <w:szCs w:val="22"/>
        </w:rPr>
        <w:t>)</w:t>
      </w:r>
      <w:r w:rsidR="00B829BE" w:rsidRPr="000A014D">
        <w:rPr>
          <w:rFonts w:ascii="Times Roman" w:hAnsi="Times Roman" w:cs="Tahoma"/>
          <w:szCs w:val="22"/>
        </w:rPr>
        <w:t xml:space="preserve">. </w:t>
      </w:r>
      <w:r w:rsidR="007B646D" w:rsidRPr="000A014D">
        <w:rPr>
          <w:rFonts w:ascii="Times Roman" w:hAnsi="Times Roman" w:cs="Tahoma"/>
          <w:szCs w:val="22"/>
        </w:rPr>
        <w:t>E</w:t>
      </w:r>
      <w:r w:rsidR="00B829BE" w:rsidRPr="000A014D">
        <w:rPr>
          <w:rFonts w:ascii="Times Roman" w:hAnsi="Times Roman" w:cs="Tahoma"/>
          <w:szCs w:val="22"/>
        </w:rPr>
        <w:t>ach subcontractor must also sign the Declaration of Honour.</w:t>
      </w:r>
    </w:p>
    <w:p w14:paraId="31F18307" w14:textId="06DD05D9" w:rsidR="00F72A4D" w:rsidRPr="000A014D" w:rsidRDefault="00F72A4D" w:rsidP="00180952">
      <w:pPr>
        <w:spacing w:after="0"/>
        <w:rPr>
          <w:rFonts w:ascii="Times Roman" w:hAnsi="Times Roman" w:cs="Tahoma"/>
          <w:szCs w:val="22"/>
        </w:rPr>
      </w:pPr>
      <w:r w:rsidRPr="000A014D">
        <w:rPr>
          <w:rFonts w:ascii="Times Roman" w:hAnsi="Times Roman" w:cs="Tahoma"/>
          <w:szCs w:val="22"/>
        </w:rPr>
        <w:t xml:space="preserve">Each proposed subcontractor must complete and sign the Letter of Intent included in </w:t>
      </w:r>
      <w:r w:rsidR="00DA4AB1" w:rsidRPr="000A014D">
        <w:rPr>
          <w:rFonts w:ascii="Times Roman" w:hAnsi="Times Roman" w:cs="Tahoma"/>
          <w:szCs w:val="22"/>
        </w:rPr>
        <w:t xml:space="preserve">Section </w:t>
      </w:r>
      <w:r w:rsidR="00B903D8" w:rsidRPr="000A014D">
        <w:rPr>
          <w:rFonts w:ascii="Times Roman" w:hAnsi="Times Roman" w:cs="Tahoma"/>
          <w:szCs w:val="22"/>
        </w:rPr>
        <w:t>1</w:t>
      </w:r>
      <w:r w:rsidRPr="000A014D">
        <w:rPr>
          <w:rFonts w:ascii="Times Roman" w:hAnsi="Times Roman" w:cs="Tahoma"/>
          <w:szCs w:val="22"/>
        </w:rPr>
        <w:t>.</w:t>
      </w:r>
      <w:r w:rsidR="00180952" w:rsidRPr="000A014D">
        <w:rPr>
          <w:rFonts w:ascii="Times Roman" w:hAnsi="Times Roman" w:cs="Tahoma"/>
          <w:szCs w:val="22"/>
        </w:rPr>
        <w:t>3</w:t>
      </w:r>
      <w:r w:rsidRPr="000A014D">
        <w:rPr>
          <w:rFonts w:ascii="Times Roman" w:hAnsi="Times Roman" w:cs="Tahoma"/>
          <w:szCs w:val="22"/>
        </w:rPr>
        <w:t xml:space="preserve">. </w:t>
      </w:r>
    </w:p>
    <w:p w14:paraId="193C7F68" w14:textId="77777777" w:rsidR="00F72A4D" w:rsidRPr="000A014D" w:rsidRDefault="00F72A4D" w:rsidP="00AE6F57">
      <w:pPr>
        <w:rPr>
          <w:rFonts w:ascii="Times Roman" w:hAnsi="Times Roman" w:cs="Tahoma"/>
          <w:szCs w:val="22"/>
        </w:rPr>
      </w:pPr>
      <w:r w:rsidRPr="000A014D">
        <w:rPr>
          <w:rFonts w:ascii="Times Roman" w:hAnsi="Times Roman" w:cs="Tahoma"/>
          <w:szCs w:val="22"/>
        </w:rPr>
        <w:t xml:space="preserve">If the tenderer relies on the economic, financial, technical and professional capacity of the proposed subcontractor(s) to meet the selection criteria, then the subcontractors </w:t>
      </w:r>
      <w:r w:rsidR="00B829BE" w:rsidRPr="000A014D">
        <w:rPr>
          <w:rFonts w:ascii="Times Roman" w:hAnsi="Times Roman" w:cs="Tahoma"/>
          <w:szCs w:val="22"/>
        </w:rPr>
        <w:t xml:space="preserve">shall also complete the forms included under Sections </w:t>
      </w:r>
      <w:r w:rsidR="00B903D8" w:rsidRPr="000A014D">
        <w:rPr>
          <w:rFonts w:ascii="Times Roman" w:hAnsi="Times Roman" w:cs="Tahoma"/>
          <w:szCs w:val="22"/>
        </w:rPr>
        <w:t>3</w:t>
      </w:r>
      <w:r w:rsidR="00BD545D" w:rsidRPr="000A014D">
        <w:rPr>
          <w:rFonts w:ascii="Times Roman" w:hAnsi="Times Roman" w:cs="Tahoma"/>
          <w:szCs w:val="22"/>
        </w:rPr>
        <w:t xml:space="preserve"> (if applicable)</w:t>
      </w:r>
      <w:r w:rsidR="00B829BE" w:rsidRPr="000A014D">
        <w:rPr>
          <w:rFonts w:ascii="Times Roman" w:hAnsi="Times Roman" w:cs="Tahoma"/>
          <w:szCs w:val="22"/>
        </w:rPr>
        <w:t xml:space="preserve">. </w:t>
      </w:r>
      <w:r w:rsidR="00BD545D" w:rsidRPr="000A014D">
        <w:rPr>
          <w:rFonts w:ascii="Times Roman" w:hAnsi="Times Roman" w:cs="Tahoma"/>
          <w:szCs w:val="22"/>
        </w:rPr>
        <w:t>T</w:t>
      </w:r>
      <w:r w:rsidR="00B829BE" w:rsidRPr="000A014D">
        <w:rPr>
          <w:rFonts w:ascii="Times Roman" w:hAnsi="Times Roman" w:cs="Tahoma"/>
          <w:szCs w:val="22"/>
        </w:rPr>
        <w:t xml:space="preserve">he forms included under Sections </w:t>
      </w:r>
      <w:r w:rsidR="00BD545D" w:rsidRPr="000A014D">
        <w:rPr>
          <w:rFonts w:ascii="Times Roman" w:hAnsi="Times Roman" w:cs="Tahoma"/>
          <w:szCs w:val="22"/>
        </w:rPr>
        <w:t>4</w:t>
      </w:r>
      <w:r w:rsidR="00B829BE" w:rsidRPr="000A014D">
        <w:rPr>
          <w:rFonts w:ascii="Times Roman" w:hAnsi="Times Roman" w:cs="Tahoma"/>
          <w:szCs w:val="22"/>
        </w:rPr>
        <w:t xml:space="preserve"> and </w:t>
      </w:r>
      <w:r w:rsidR="00BD545D" w:rsidRPr="000A014D">
        <w:rPr>
          <w:rFonts w:ascii="Times Roman" w:hAnsi="Times Roman" w:cs="Tahoma"/>
          <w:szCs w:val="22"/>
        </w:rPr>
        <w:t>5</w:t>
      </w:r>
      <w:r w:rsidR="00B829BE" w:rsidRPr="000A014D">
        <w:rPr>
          <w:rFonts w:ascii="Times Roman" w:hAnsi="Times Roman" w:cs="Tahoma"/>
          <w:szCs w:val="22"/>
        </w:rPr>
        <w:t xml:space="preserve"> shall be completed by the tenderer or by the partners in case of consortium or group of companies</w:t>
      </w:r>
      <w:r w:rsidR="00BD545D" w:rsidRPr="000A014D">
        <w:rPr>
          <w:rFonts w:ascii="Times Roman" w:hAnsi="Times Roman" w:cs="Tahoma"/>
          <w:szCs w:val="22"/>
        </w:rPr>
        <w:t xml:space="preserve"> on behalf of the whole consortium</w:t>
      </w:r>
      <w:r w:rsidR="00B829BE" w:rsidRPr="000A014D">
        <w:rPr>
          <w:rFonts w:ascii="Times Roman" w:hAnsi="Times Roman" w:cs="Tahoma"/>
          <w:szCs w:val="22"/>
        </w:rPr>
        <w:t xml:space="preserve">. </w:t>
      </w:r>
    </w:p>
    <w:p w14:paraId="40F086C8" w14:textId="56E1F8B8" w:rsidR="00691BA2" w:rsidRPr="000A014D" w:rsidRDefault="00C36430" w:rsidP="00AE6F57">
      <w:pPr>
        <w:rPr>
          <w:rFonts w:ascii="Times Roman" w:hAnsi="Times Roman" w:cs="Tahoma"/>
          <w:szCs w:val="22"/>
        </w:rPr>
      </w:pPr>
      <w:r w:rsidRPr="000A014D">
        <w:rPr>
          <w:rFonts w:ascii="Times Roman" w:hAnsi="Times Roman" w:cs="Tahoma"/>
          <w:szCs w:val="22"/>
        </w:rPr>
        <w:t xml:space="preserve">Tenderers’ financial offer shall </w:t>
      </w:r>
      <w:r w:rsidR="00A51970" w:rsidRPr="000A014D">
        <w:rPr>
          <w:rFonts w:ascii="Times Roman" w:hAnsi="Times Roman" w:cs="Tahoma"/>
          <w:szCs w:val="22"/>
        </w:rPr>
        <w:t xml:space="preserve">be </w:t>
      </w:r>
      <w:r w:rsidRPr="000A014D">
        <w:rPr>
          <w:rFonts w:ascii="Times Roman" w:hAnsi="Times Roman" w:cs="Tahoma"/>
          <w:szCs w:val="22"/>
        </w:rPr>
        <w:t xml:space="preserve">prepared in accordance with Form </w:t>
      </w:r>
      <w:r w:rsidR="00B903D8" w:rsidRPr="000A014D">
        <w:rPr>
          <w:rFonts w:ascii="Times Roman" w:hAnsi="Times Roman" w:cs="Tahoma"/>
          <w:szCs w:val="22"/>
        </w:rPr>
        <w:t>6</w:t>
      </w:r>
      <w:r w:rsidRPr="000A014D">
        <w:rPr>
          <w:rFonts w:ascii="Times Roman" w:hAnsi="Times Roman" w:cs="Tahoma"/>
          <w:szCs w:val="22"/>
        </w:rPr>
        <w:t xml:space="preserve"> and shall be submitted </w:t>
      </w:r>
      <w:r w:rsidR="00B974C8" w:rsidRPr="000A014D">
        <w:rPr>
          <w:rFonts w:ascii="Times Roman" w:hAnsi="Times Roman" w:cs="Tahoma"/>
          <w:szCs w:val="22"/>
        </w:rPr>
        <w:t xml:space="preserve">in separate envelope </w:t>
      </w:r>
      <w:r w:rsidRPr="000A014D">
        <w:rPr>
          <w:rFonts w:ascii="Times Roman" w:hAnsi="Times Roman" w:cs="Tahoma"/>
          <w:szCs w:val="22"/>
        </w:rPr>
        <w:t xml:space="preserve">clearly stating “Financial </w:t>
      </w:r>
      <w:r w:rsidR="00180952" w:rsidRPr="000A014D">
        <w:rPr>
          <w:rFonts w:ascii="Times Roman" w:hAnsi="Times Roman" w:cs="Tahoma"/>
          <w:szCs w:val="22"/>
        </w:rPr>
        <w:t>offer</w:t>
      </w:r>
      <w:r w:rsidRPr="000A014D">
        <w:rPr>
          <w:rFonts w:ascii="Times Roman" w:hAnsi="Times Roman" w:cs="Tahoma"/>
          <w:szCs w:val="22"/>
        </w:rPr>
        <w:t>”</w:t>
      </w:r>
      <w:r w:rsidR="00B974C8" w:rsidRPr="000A014D">
        <w:rPr>
          <w:rFonts w:ascii="Times Roman" w:hAnsi="Times Roman" w:cs="Tahoma"/>
          <w:szCs w:val="22"/>
        </w:rPr>
        <w:t xml:space="preserve"> and Lot</w:t>
      </w:r>
      <w:r w:rsidRPr="000A014D">
        <w:rPr>
          <w:rFonts w:ascii="Times Roman" w:hAnsi="Times Roman" w:cs="Tahoma"/>
          <w:szCs w:val="22"/>
        </w:rPr>
        <w:t>.</w:t>
      </w:r>
    </w:p>
    <w:p w14:paraId="519888F0" w14:textId="77777777" w:rsidR="00306E85" w:rsidRPr="000A014D" w:rsidRDefault="00691BA2" w:rsidP="00306E85">
      <w:pPr>
        <w:pStyle w:val="Heading10"/>
        <w:tabs>
          <w:tab w:val="clear" w:pos="480"/>
        </w:tabs>
        <w:ind w:left="0" w:firstLine="0"/>
        <w:rPr>
          <w:rFonts w:ascii="Times Roman" w:hAnsi="Times Roman" w:cs="Tahoma"/>
          <w:szCs w:val="22"/>
        </w:rPr>
      </w:pPr>
      <w:r w:rsidRPr="000A014D">
        <w:rPr>
          <w:rFonts w:ascii="Times Roman" w:hAnsi="Times Roman" w:cs="Tahoma"/>
          <w:szCs w:val="22"/>
        </w:rPr>
        <w:br w:type="page"/>
      </w:r>
      <w:bookmarkStart w:id="4" w:name="_Toc305079181"/>
      <w:bookmarkStart w:id="5" w:name="_Toc394934724"/>
      <w:r w:rsidR="00306E85" w:rsidRPr="000A014D">
        <w:rPr>
          <w:rFonts w:ascii="Times Roman" w:hAnsi="Times Roman" w:cs="Tahoma"/>
          <w:szCs w:val="22"/>
        </w:rPr>
        <w:lastRenderedPageBreak/>
        <w:t>Participation in lots</w:t>
      </w:r>
      <w:bookmarkEnd w:id="4"/>
      <w:bookmarkEnd w:id="5"/>
    </w:p>
    <w:p w14:paraId="63CA411E" w14:textId="77777777" w:rsidR="00306E85" w:rsidRPr="000A014D" w:rsidRDefault="00306E85" w:rsidP="00306E85">
      <w:pPr>
        <w:pStyle w:val="SubTitle1"/>
        <w:jc w:val="left"/>
        <w:rPr>
          <w:rFonts w:ascii="Times Roman" w:hAnsi="Times Roman" w:cs="Tahoma"/>
          <w:sz w:val="22"/>
          <w:szCs w:val="22"/>
        </w:rPr>
      </w:pPr>
    </w:p>
    <w:p w14:paraId="6131053F" w14:textId="2B5AD7B7" w:rsidR="00306E85" w:rsidRPr="000A014D" w:rsidRDefault="008B287D" w:rsidP="00306E85">
      <w:pPr>
        <w:pStyle w:val="SubTitle1"/>
        <w:rPr>
          <w:rFonts w:ascii="Times Roman" w:hAnsi="Times Roman" w:cs="Tahoma"/>
          <w:sz w:val="22"/>
          <w:szCs w:val="22"/>
        </w:rPr>
      </w:pPr>
      <w:r w:rsidRPr="000A014D">
        <w:rPr>
          <w:rFonts w:ascii="Times Roman" w:hAnsi="Times Roman" w:cs="Tahoma"/>
          <w:sz w:val="22"/>
          <w:szCs w:val="22"/>
        </w:rPr>
        <w:t xml:space="preserve">Call for tenders </w:t>
      </w:r>
      <w:r w:rsidR="007C18F1">
        <w:rPr>
          <w:rFonts w:ascii="Times Roman" w:hAnsi="Times Roman" w:cs="Tahoma"/>
          <w:sz w:val="22"/>
          <w:szCs w:val="22"/>
        </w:rPr>
        <w:t>LISA/2014/OP/03 External support</w:t>
      </w:r>
    </w:p>
    <w:p w14:paraId="30A32A90" w14:textId="77777777" w:rsidR="00306E85" w:rsidRPr="000A014D" w:rsidRDefault="00306E85" w:rsidP="00306E85">
      <w:pPr>
        <w:rPr>
          <w:rFonts w:ascii="Times Roman" w:hAnsi="Times Roman" w:cs="Tahoma"/>
          <w:szCs w:val="22"/>
        </w:rPr>
      </w:pPr>
    </w:p>
    <w:p w14:paraId="7EA4A6A2"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Name of the tenderer : ……………………………………………………………</w:t>
      </w:r>
    </w:p>
    <w:p w14:paraId="0D998A45" w14:textId="77777777" w:rsidR="00306E85" w:rsidRPr="000A014D" w:rsidRDefault="00306E85" w:rsidP="00306E85">
      <w:pPr>
        <w:rPr>
          <w:rFonts w:ascii="Times Roman" w:hAnsi="Times Roman" w:cs="Tahoma"/>
          <w:b/>
          <w:szCs w:val="22"/>
        </w:rPr>
      </w:pPr>
    </w:p>
    <w:p w14:paraId="565A1E74"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Please indicate here below for which lot(s) you are submitting an offer.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1922"/>
      </w:tblGrid>
      <w:tr w:rsidR="00306E85" w:rsidRPr="000A014D" w14:paraId="4742CC32" w14:textId="77777777" w:rsidTr="00306E85">
        <w:tc>
          <w:tcPr>
            <w:tcW w:w="5868" w:type="dxa"/>
          </w:tcPr>
          <w:p w14:paraId="5A4F3A7B" w14:textId="57125BA0" w:rsidR="00306E85" w:rsidRPr="000A014D" w:rsidRDefault="00306E85" w:rsidP="00306E85">
            <w:pPr>
              <w:spacing w:before="60" w:after="60"/>
              <w:rPr>
                <w:rFonts w:ascii="Times Roman" w:hAnsi="Times Roman" w:cs="Tahoma"/>
                <w:b/>
                <w:szCs w:val="22"/>
              </w:rPr>
            </w:pPr>
            <w:r w:rsidRPr="000A014D">
              <w:rPr>
                <w:rFonts w:ascii="Times Roman" w:hAnsi="Times Roman" w:cs="Tahoma"/>
                <w:b/>
                <w:szCs w:val="22"/>
              </w:rPr>
              <w:t>Lot</w:t>
            </w:r>
            <w:r w:rsidR="007C18F1">
              <w:rPr>
                <w:rFonts w:ascii="Times Roman" w:hAnsi="Times Roman" w:cs="Tahoma"/>
                <w:b/>
                <w:szCs w:val="22"/>
              </w:rPr>
              <w:t>s</w:t>
            </w:r>
          </w:p>
        </w:tc>
        <w:tc>
          <w:tcPr>
            <w:tcW w:w="1922" w:type="dxa"/>
          </w:tcPr>
          <w:p w14:paraId="2C836191" w14:textId="77777777" w:rsidR="00306E85" w:rsidRPr="000A014D" w:rsidRDefault="00306E85" w:rsidP="00306E85">
            <w:pPr>
              <w:spacing w:before="60" w:after="60"/>
              <w:jc w:val="center"/>
              <w:rPr>
                <w:rFonts w:ascii="Times Roman" w:hAnsi="Times Roman" w:cs="Tahoma"/>
                <w:b/>
                <w:szCs w:val="22"/>
              </w:rPr>
            </w:pPr>
          </w:p>
        </w:tc>
      </w:tr>
      <w:tr w:rsidR="00306E85" w:rsidRPr="000A014D" w14:paraId="63CC34C8" w14:textId="77777777" w:rsidTr="00306E85">
        <w:tc>
          <w:tcPr>
            <w:tcW w:w="5868" w:type="dxa"/>
          </w:tcPr>
          <w:p w14:paraId="72BD2851" w14:textId="77777777" w:rsidR="007C18F1" w:rsidRPr="007C18F1" w:rsidRDefault="00306E85" w:rsidP="007C18F1">
            <w:pPr>
              <w:pStyle w:val="Text2"/>
              <w:spacing w:after="0"/>
              <w:ind w:left="0"/>
              <w:jc w:val="left"/>
              <w:rPr>
                <w:rFonts w:ascii="Times New Roman" w:hAnsi="Times New Roman"/>
                <w:color w:val="000000"/>
                <w:sz w:val="24"/>
              </w:rPr>
            </w:pPr>
            <w:r w:rsidRPr="007C18F1">
              <w:rPr>
                <w:rFonts w:ascii="Times New Roman" w:hAnsi="Times New Roman"/>
                <w:szCs w:val="22"/>
              </w:rPr>
              <w:t xml:space="preserve">Lot 1:  </w:t>
            </w:r>
            <w:r w:rsidR="007C18F1" w:rsidRPr="007C18F1">
              <w:rPr>
                <w:rFonts w:ascii="Times New Roman" w:hAnsi="Times New Roman"/>
                <w:color w:val="000000"/>
                <w:sz w:val="24"/>
              </w:rPr>
              <w:t>ICT support for Strasbourg and Brussels</w:t>
            </w:r>
          </w:p>
          <w:p w14:paraId="68A06FCE" w14:textId="6DEE86FA" w:rsidR="00306E85" w:rsidRPr="000A014D" w:rsidRDefault="00306E85" w:rsidP="004049C0">
            <w:pPr>
              <w:tabs>
                <w:tab w:val="left" w:pos="855"/>
              </w:tabs>
              <w:spacing w:before="60" w:after="60"/>
              <w:ind w:left="900" w:hanging="900"/>
              <w:rPr>
                <w:rFonts w:ascii="Times Roman" w:hAnsi="Times Roman" w:cs="Tahoma"/>
                <w:szCs w:val="22"/>
              </w:rPr>
            </w:pPr>
          </w:p>
        </w:tc>
        <w:tc>
          <w:tcPr>
            <w:tcW w:w="1922" w:type="dxa"/>
          </w:tcPr>
          <w:p w14:paraId="6DEE2346"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306E85" w:rsidRPr="000A014D" w14:paraId="40ADDD10" w14:textId="77777777" w:rsidTr="00306E85">
        <w:tc>
          <w:tcPr>
            <w:tcW w:w="5868" w:type="dxa"/>
          </w:tcPr>
          <w:p w14:paraId="78EB219D" w14:textId="77777777" w:rsidR="007C18F1" w:rsidRPr="00DE252F" w:rsidRDefault="00306E85" w:rsidP="007C18F1">
            <w:pPr>
              <w:pStyle w:val="Text2"/>
              <w:spacing w:after="0"/>
              <w:ind w:hanging="1202"/>
              <w:jc w:val="left"/>
              <w:rPr>
                <w:color w:val="000000"/>
                <w:sz w:val="24"/>
              </w:rPr>
            </w:pPr>
            <w:r w:rsidRPr="000A014D">
              <w:rPr>
                <w:rFonts w:ascii="Times Roman" w:hAnsi="Times Roman" w:cs="Tahoma"/>
                <w:szCs w:val="22"/>
              </w:rPr>
              <w:t>Lot 2</w:t>
            </w:r>
            <w:r w:rsidRPr="007C18F1">
              <w:rPr>
                <w:rFonts w:ascii="Times New Roman" w:hAnsi="Times New Roman"/>
                <w:szCs w:val="22"/>
              </w:rPr>
              <w:t xml:space="preserve">:  </w:t>
            </w:r>
            <w:r w:rsidR="007C18F1" w:rsidRPr="007C18F1">
              <w:rPr>
                <w:rFonts w:ascii="Times New Roman" w:hAnsi="Times New Roman"/>
                <w:color w:val="000000"/>
                <w:sz w:val="24"/>
              </w:rPr>
              <w:t>ICT support for Tallinn site</w:t>
            </w:r>
          </w:p>
          <w:p w14:paraId="2C11BC57" w14:textId="3F88A9E9" w:rsidR="00306E85" w:rsidRPr="000A014D" w:rsidRDefault="00306E85" w:rsidP="004049C0">
            <w:pPr>
              <w:pStyle w:val="Text2"/>
              <w:ind w:hanging="1202"/>
              <w:jc w:val="left"/>
              <w:rPr>
                <w:rFonts w:ascii="Times Roman" w:hAnsi="Times Roman" w:cs="Tahoma"/>
                <w:color w:val="000000"/>
                <w:szCs w:val="22"/>
              </w:rPr>
            </w:pPr>
          </w:p>
        </w:tc>
        <w:tc>
          <w:tcPr>
            <w:tcW w:w="1922" w:type="dxa"/>
          </w:tcPr>
          <w:p w14:paraId="3F732DB9"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7C18F1" w:rsidRPr="000A014D" w14:paraId="607ED2EB" w14:textId="77777777" w:rsidTr="00306E85">
        <w:tc>
          <w:tcPr>
            <w:tcW w:w="5868" w:type="dxa"/>
          </w:tcPr>
          <w:p w14:paraId="0DBBFC23" w14:textId="77777777" w:rsidR="007C18F1" w:rsidRPr="007C18F1" w:rsidRDefault="007C18F1" w:rsidP="007C18F1">
            <w:pPr>
              <w:pStyle w:val="Text2"/>
              <w:spacing w:after="0"/>
              <w:ind w:hanging="1202"/>
              <w:jc w:val="left"/>
              <w:rPr>
                <w:rFonts w:ascii="Times Roman" w:hAnsi="Times Roman"/>
                <w:color w:val="000000"/>
                <w:sz w:val="24"/>
              </w:rPr>
            </w:pPr>
            <w:r w:rsidRPr="007C18F1">
              <w:rPr>
                <w:rFonts w:ascii="Times Roman" w:hAnsi="Times Roman"/>
                <w:color w:val="000000"/>
                <w:sz w:val="24"/>
              </w:rPr>
              <w:t>Lot 3: Administrative support for Strasbourg site</w:t>
            </w:r>
          </w:p>
          <w:p w14:paraId="797F62DD" w14:textId="5B80B0F9" w:rsidR="007C18F1" w:rsidRPr="000A014D" w:rsidRDefault="007C18F1" w:rsidP="007C18F1">
            <w:pPr>
              <w:pStyle w:val="Text2"/>
              <w:ind w:left="0"/>
              <w:jc w:val="left"/>
              <w:rPr>
                <w:rFonts w:ascii="Times Roman" w:hAnsi="Times Roman" w:cs="Tahoma"/>
                <w:szCs w:val="22"/>
              </w:rPr>
            </w:pPr>
          </w:p>
        </w:tc>
        <w:tc>
          <w:tcPr>
            <w:tcW w:w="1922" w:type="dxa"/>
          </w:tcPr>
          <w:p w14:paraId="2700B079" w14:textId="32DC8657" w:rsidR="007C18F1" w:rsidRPr="000A014D" w:rsidRDefault="007C18F1"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7C18F1" w:rsidRPr="000A014D" w14:paraId="0255B5D3" w14:textId="77777777" w:rsidTr="00306E85">
        <w:tc>
          <w:tcPr>
            <w:tcW w:w="5868" w:type="dxa"/>
          </w:tcPr>
          <w:p w14:paraId="1C47BC17" w14:textId="77777777" w:rsidR="007C18F1" w:rsidRDefault="007C18F1" w:rsidP="004049C0">
            <w:pPr>
              <w:pStyle w:val="Text2"/>
              <w:ind w:hanging="1202"/>
              <w:jc w:val="left"/>
              <w:rPr>
                <w:rFonts w:ascii="Times Roman" w:hAnsi="Times Roman"/>
                <w:color w:val="000000"/>
                <w:sz w:val="24"/>
              </w:rPr>
            </w:pPr>
            <w:r w:rsidRPr="007C18F1">
              <w:rPr>
                <w:rFonts w:ascii="Times Roman" w:hAnsi="Times Roman"/>
                <w:color w:val="000000"/>
                <w:sz w:val="24"/>
              </w:rPr>
              <w:t>Lot 4:Administrative support for Tallinn site</w:t>
            </w:r>
          </w:p>
          <w:p w14:paraId="030B3358" w14:textId="73123352" w:rsidR="007C18F1" w:rsidRPr="000A014D" w:rsidRDefault="007C18F1" w:rsidP="004049C0">
            <w:pPr>
              <w:pStyle w:val="Text2"/>
              <w:ind w:hanging="1202"/>
              <w:jc w:val="left"/>
              <w:rPr>
                <w:rFonts w:ascii="Times Roman" w:hAnsi="Times Roman" w:cs="Tahoma"/>
                <w:szCs w:val="22"/>
              </w:rPr>
            </w:pPr>
          </w:p>
        </w:tc>
        <w:tc>
          <w:tcPr>
            <w:tcW w:w="1922" w:type="dxa"/>
          </w:tcPr>
          <w:p w14:paraId="5FBD759B" w14:textId="511A812F" w:rsidR="007C18F1" w:rsidRPr="000A014D" w:rsidRDefault="007C18F1"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bl>
    <w:p w14:paraId="21CD25C6" w14:textId="77777777" w:rsidR="00306E85" w:rsidRPr="000A014D" w:rsidRDefault="00306E85" w:rsidP="00306E85">
      <w:pPr>
        <w:pStyle w:val="Heading10"/>
        <w:tabs>
          <w:tab w:val="clear" w:pos="480"/>
        </w:tabs>
        <w:ind w:left="0" w:firstLine="0"/>
        <w:rPr>
          <w:rFonts w:ascii="Times Roman" w:hAnsi="Times Roman" w:cs="Tahoma"/>
          <w:szCs w:val="22"/>
        </w:rPr>
      </w:pPr>
    </w:p>
    <w:p w14:paraId="45C1E267" w14:textId="77777777" w:rsidR="00306E85" w:rsidRPr="000A014D" w:rsidRDefault="00306E85">
      <w:pPr>
        <w:spacing w:before="0" w:after="200" w:line="276" w:lineRule="auto"/>
        <w:jc w:val="left"/>
        <w:rPr>
          <w:rFonts w:ascii="Times Roman" w:hAnsi="Times Roman" w:cs="Tahoma"/>
          <w:b/>
          <w:szCs w:val="22"/>
        </w:rPr>
      </w:pPr>
      <w:r w:rsidRPr="000A014D">
        <w:rPr>
          <w:rFonts w:ascii="Times Roman" w:hAnsi="Times Roman" w:cs="Tahoma"/>
          <w:b/>
          <w:szCs w:val="22"/>
        </w:rPr>
        <w:br w:type="page"/>
      </w:r>
    </w:p>
    <w:p w14:paraId="2A9A4B03" w14:textId="166F454A" w:rsidR="00BA3B71" w:rsidRPr="000A014D" w:rsidRDefault="00BA3B71" w:rsidP="00B974C8">
      <w:pPr>
        <w:pStyle w:val="Heading10"/>
        <w:rPr>
          <w:rFonts w:ascii="Times Roman" w:hAnsi="Times Roman" w:cs="Tahoma"/>
          <w:szCs w:val="22"/>
          <w:lang w:eastAsia="en-GB"/>
        </w:rPr>
      </w:pPr>
      <w:bookmarkStart w:id="6" w:name="_Toc394934725"/>
      <w:r w:rsidRPr="000A014D">
        <w:rPr>
          <w:rFonts w:ascii="Times Roman" w:hAnsi="Times Roman" w:cs="Tahoma"/>
          <w:szCs w:val="22"/>
        </w:rPr>
        <w:lastRenderedPageBreak/>
        <w:t>Section 1.</w:t>
      </w:r>
      <w:r w:rsidR="00442D04" w:rsidRPr="000A014D">
        <w:rPr>
          <w:rFonts w:ascii="Times Roman" w:hAnsi="Times Roman" w:cs="Tahoma"/>
          <w:szCs w:val="22"/>
        </w:rPr>
        <w:t xml:space="preserve">1 </w:t>
      </w:r>
      <w:r w:rsidRPr="000A014D">
        <w:rPr>
          <w:rFonts w:ascii="Times Roman" w:hAnsi="Times Roman" w:cs="Tahoma"/>
          <w:szCs w:val="22"/>
          <w:lang w:eastAsia="en-GB"/>
        </w:rPr>
        <w:t>Tender Form</w:t>
      </w:r>
      <w:bookmarkEnd w:id="6"/>
    </w:p>
    <w:p w14:paraId="7C3C6C28" w14:textId="77777777" w:rsidR="00BA3B71" w:rsidRPr="000A014D" w:rsidRDefault="00BA3B71" w:rsidP="00BA3B71">
      <w:pPr>
        <w:pStyle w:val="Subject"/>
        <w:spacing w:after="360"/>
        <w:ind w:left="0" w:firstLine="0"/>
        <w:jc w:val="center"/>
        <w:rPr>
          <w:rFonts w:ascii="Times Roman" w:hAnsi="Times Roman" w:cs="Tahoma"/>
          <w:sz w:val="22"/>
          <w:szCs w:val="22"/>
        </w:rPr>
      </w:pPr>
      <w:r w:rsidRPr="000A014D">
        <w:rPr>
          <w:rFonts w:ascii="Times Roman" w:hAnsi="Times Roman" w:cs="Tahoma"/>
          <w:sz w:val="22"/>
          <w:szCs w:val="22"/>
        </w:rPr>
        <w:t>Single legal person or company</w:t>
      </w:r>
    </w:p>
    <w:p w14:paraId="350E31F8" w14:textId="77777777" w:rsidR="00BA3B71" w:rsidRPr="000A014D" w:rsidRDefault="00BA3B71" w:rsidP="00BA3B71">
      <w:pPr>
        <w:pStyle w:val="Text1"/>
        <w:ind w:left="540"/>
        <w:rPr>
          <w:rFonts w:ascii="Times Roman" w:hAnsi="Times Roman" w:cs="Tahoma"/>
          <w:szCs w:val="22"/>
        </w:rPr>
      </w:pPr>
      <w:r w:rsidRPr="000A014D">
        <w:rPr>
          <w:rFonts w:ascii="Times Roman" w:hAnsi="Times Roman" w:cs="Tahoma"/>
          <w:szCs w:val="22"/>
        </w:rPr>
        <w:t xml:space="preserve">In case a single legal person or company submits a tender alone, all the questionnaires must be completed as required. </w:t>
      </w:r>
    </w:p>
    <w:p w14:paraId="7C9FBF19"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The offer is submitted by a </w:t>
      </w:r>
      <w:r w:rsidRPr="000A014D">
        <w:rPr>
          <w:rFonts w:ascii="Times Roman" w:hAnsi="Times Roman" w:cs="Tahoma"/>
          <w:b/>
          <w:szCs w:val="22"/>
          <w:u w:val="single"/>
        </w:rPr>
        <w:t>sole tenderer</w:t>
      </w:r>
      <w:r w:rsidRPr="000A014D">
        <w:rPr>
          <w:rFonts w:ascii="Times Roman" w:hAnsi="Times Roman" w:cs="Tahoma"/>
          <w:szCs w:val="22"/>
        </w:rPr>
        <w:t>. If applicable, please specify below:</w:t>
      </w:r>
    </w:p>
    <w:p w14:paraId="17731147"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Company: ……….……………….…</w:t>
      </w:r>
    </w:p>
    <w:p w14:paraId="346A998D" w14:textId="77777777" w:rsidR="00BA3B71" w:rsidRPr="000A014D" w:rsidRDefault="00BA3B71" w:rsidP="00BA3B71">
      <w:pPr>
        <w:pBdr>
          <w:bottom w:val="single" w:sz="4" w:space="1" w:color="auto"/>
        </w:pBdr>
        <w:ind w:firstLine="540"/>
        <w:rPr>
          <w:rFonts w:ascii="Times Roman" w:hAnsi="Times Roman" w:cs="Tahoma"/>
          <w:szCs w:val="22"/>
        </w:rPr>
      </w:pPr>
      <w:r w:rsidRPr="000A014D">
        <w:rPr>
          <w:rFonts w:ascii="Times Roman" w:hAnsi="Times Roman" w:cs="Tahoma"/>
          <w:szCs w:val="22"/>
        </w:rPr>
        <w:t xml:space="preserve">NB: This company shall fill in </w:t>
      </w:r>
      <w:r w:rsidRPr="000A014D">
        <w:rPr>
          <w:rFonts w:ascii="Times Roman" w:hAnsi="Times Roman" w:cs="Tahoma"/>
          <w:szCs w:val="22"/>
          <w:u w:val="single"/>
        </w:rPr>
        <w:t>all sections</w:t>
      </w:r>
      <w:r w:rsidRPr="000A014D">
        <w:rPr>
          <w:rFonts w:ascii="Times Roman" w:hAnsi="Times Roman" w:cs="Tahoma"/>
          <w:szCs w:val="22"/>
        </w:rPr>
        <w:t xml:space="preserve"> of the questionnaires</w:t>
      </w:r>
    </w:p>
    <w:p w14:paraId="78917802" w14:textId="77777777" w:rsidR="00BA3B71" w:rsidRPr="000A014D" w:rsidRDefault="00BA3B71" w:rsidP="00BA3B71">
      <w:pPr>
        <w:pStyle w:val="Text1"/>
        <w:jc w:val="center"/>
        <w:rPr>
          <w:rFonts w:ascii="Times Roman" w:hAnsi="Times Roman" w:cs="Tahoma"/>
          <w:b/>
          <w:szCs w:val="22"/>
        </w:rPr>
      </w:pPr>
      <w:r w:rsidRPr="000A014D">
        <w:rPr>
          <w:rFonts w:ascii="Times Roman" w:hAnsi="Times Roman" w:cs="Tahoma"/>
          <w:b/>
          <w:szCs w:val="22"/>
        </w:rPr>
        <w:t>Joint offers</w:t>
      </w:r>
      <w:r w:rsidRPr="000A014D">
        <w:rPr>
          <w:rFonts w:ascii="Times Roman" w:hAnsi="Times Roman" w:cs="Tahoma"/>
          <w:b/>
          <w:szCs w:val="22"/>
        </w:rPr>
        <w:br/>
        <w:t>Check one of the boxes below as appropriate:</w:t>
      </w:r>
    </w:p>
    <w:p w14:paraId="7FB5D0FF"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The offer is a joint offer submitted by a </w:t>
      </w:r>
      <w:r w:rsidRPr="000A014D">
        <w:rPr>
          <w:rFonts w:ascii="Times Roman" w:hAnsi="Times Roman" w:cs="Tahoma"/>
          <w:b/>
          <w:szCs w:val="22"/>
          <w:u w:val="single"/>
        </w:rPr>
        <w:t>group of tenderers</w:t>
      </w:r>
      <w:r w:rsidRPr="000A014D">
        <w:rPr>
          <w:rFonts w:ascii="Times Roman" w:hAnsi="Times Roman" w:cs="Tahoma"/>
          <w:szCs w:val="22"/>
        </w:rPr>
        <w:t>. If applicable, please specify below:</w:t>
      </w:r>
    </w:p>
    <w:p w14:paraId="7D1FB29B"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 xml:space="preserve">Company acting as </w:t>
      </w:r>
      <w:r w:rsidRPr="000A014D">
        <w:rPr>
          <w:rFonts w:ascii="Times Roman" w:hAnsi="Times Roman" w:cs="Tahoma"/>
          <w:b/>
          <w:szCs w:val="22"/>
        </w:rPr>
        <w:t>main point of contact</w:t>
      </w:r>
      <w:r w:rsidRPr="000A014D">
        <w:rPr>
          <w:rFonts w:ascii="Times Roman" w:hAnsi="Times Roman" w:cs="Tahoma"/>
          <w:szCs w:val="22"/>
        </w:rPr>
        <w:t xml:space="preserve"> for the group of tenderers:</w:t>
      </w:r>
    </w:p>
    <w:p w14:paraId="4413DAC5" w14:textId="77777777" w:rsidR="00BA3B71" w:rsidRPr="000A014D" w:rsidRDefault="00BA3B71" w:rsidP="00BA3B71">
      <w:pPr>
        <w:pStyle w:val="Text1"/>
        <w:ind w:firstLine="238"/>
        <w:rPr>
          <w:rFonts w:ascii="Times Roman" w:hAnsi="Times Roman" w:cs="Tahoma"/>
          <w:szCs w:val="22"/>
        </w:rPr>
      </w:pPr>
      <w:r w:rsidRPr="000A014D">
        <w:rPr>
          <w:rFonts w:ascii="Times Roman" w:hAnsi="Times Roman" w:cs="Tahoma"/>
          <w:szCs w:val="22"/>
        </w:rPr>
        <w:t>……….…………………</w:t>
      </w:r>
    </w:p>
    <w:p w14:paraId="48BC9826"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NB: This company shall fill in all sections of the questionnaires:</w:t>
      </w:r>
    </w:p>
    <w:p w14:paraId="0625C8D1"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b/>
          <w:szCs w:val="22"/>
        </w:rPr>
        <w:t>Other companies</w:t>
      </w:r>
      <w:r w:rsidRPr="000A014D">
        <w:rPr>
          <w:rFonts w:ascii="Times Roman" w:hAnsi="Times Roman" w:cs="Tahoma"/>
          <w:szCs w:val="22"/>
        </w:rPr>
        <w:t xml:space="preserve"> taking part in the joint tender:</w:t>
      </w:r>
    </w:p>
    <w:p w14:paraId="7295B9B0" w14:textId="77777777" w:rsidR="00BA3B71" w:rsidRPr="000A014D"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750184E1"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 xml:space="preserve"> </w:t>
      </w:r>
      <w:r w:rsidRPr="000A014D">
        <w:rPr>
          <w:rFonts w:ascii="Times Roman" w:hAnsi="Times Roman" w:cs="Tahoma"/>
          <w:szCs w:val="22"/>
        </w:rPr>
        <w:tab/>
        <w:t>……….……………….…</w:t>
      </w:r>
    </w:p>
    <w:p w14:paraId="565393D0"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Does a consortium or a similar entity already exist?</w:t>
      </w:r>
    </w:p>
    <w:p w14:paraId="5F5A77F0" w14:textId="77777777" w:rsidR="00BA3B71" w:rsidRPr="000A014D" w:rsidRDefault="00BA3B71" w:rsidP="00BA3B71">
      <w:pPr>
        <w:pStyle w:val="Text1"/>
        <w:tabs>
          <w:tab w:val="left" w:pos="1276"/>
        </w:tabs>
        <w:ind w:left="1276" w:hanging="794"/>
        <w:jc w:val="left"/>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YES. </w:t>
      </w:r>
      <w:r w:rsidRPr="000A014D">
        <w:rPr>
          <w:rFonts w:ascii="Times Roman" w:hAnsi="Times Roman" w:cs="Tahoma"/>
          <w:szCs w:val="22"/>
        </w:rPr>
        <w:tab/>
        <w:t xml:space="preserve">Please make sure that the offer contains further information to this effect. </w:t>
      </w:r>
      <w:r w:rsidRPr="000A014D">
        <w:rPr>
          <w:rFonts w:ascii="Times Roman" w:hAnsi="Times Roman" w:cs="Tahoma"/>
          <w:szCs w:val="22"/>
        </w:rPr>
        <w:br/>
      </w:r>
      <w:r w:rsidRPr="000A014D">
        <w:rPr>
          <w:rFonts w:ascii="Times Roman" w:hAnsi="Times Roman" w:cs="Tahoma"/>
          <w:szCs w:val="22"/>
          <w:u w:val="single"/>
        </w:rPr>
        <w:t>Reference</w:t>
      </w:r>
      <w:r w:rsidRPr="000A014D">
        <w:rPr>
          <w:rFonts w:ascii="Times Roman" w:hAnsi="Times Roman" w:cs="Tahoma"/>
          <w:szCs w:val="22"/>
        </w:rPr>
        <w:t>: …………………………..</w:t>
      </w:r>
    </w:p>
    <w:p w14:paraId="2CB8292D" w14:textId="49B35148" w:rsidR="00BA3B71" w:rsidRPr="000A014D" w:rsidRDefault="00BA3B71" w:rsidP="00BA3B71">
      <w:pPr>
        <w:pStyle w:val="Text1"/>
        <w:tabs>
          <w:tab w:val="left" w:pos="1276"/>
        </w:tabs>
        <w:ind w:left="1276" w:hanging="794"/>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NO. </w:t>
      </w:r>
      <w:r w:rsidRPr="000A014D">
        <w:rPr>
          <w:rFonts w:ascii="Times Roman" w:hAnsi="Times Roman" w:cs="Tahoma"/>
          <w:szCs w:val="22"/>
        </w:rPr>
        <w:tab/>
        <w:t xml:space="preserve">Please note that, in case of award, the </w:t>
      </w:r>
      <w:r w:rsidR="00A030B0">
        <w:rPr>
          <w:rFonts w:ascii="Times Roman" w:hAnsi="Times Roman" w:cs="Tahoma"/>
          <w:szCs w:val="22"/>
        </w:rPr>
        <w:t>eu</w:t>
      </w:r>
      <w:r w:rsidR="004049C0" w:rsidRPr="000A014D">
        <w:rPr>
          <w:rFonts w:ascii="Times Roman" w:hAnsi="Times Roman" w:cs="Tahoma"/>
          <w:szCs w:val="22"/>
        </w:rPr>
        <w:t>-LISA</w:t>
      </w:r>
      <w:r w:rsidRPr="000A014D">
        <w:rPr>
          <w:rFonts w:ascii="Times Roman" w:hAnsi="Times Roman" w:cs="Tahoma"/>
          <w:szCs w:val="22"/>
        </w:rPr>
        <w:t xml:space="preserve"> may require the formal constitution of a consortium.</w:t>
      </w:r>
    </w:p>
    <w:p w14:paraId="399151B2" w14:textId="77777777" w:rsidR="00A030B0" w:rsidRPr="00A030B0" w:rsidRDefault="00A030B0" w:rsidP="00A030B0">
      <w:pPr>
        <w:keepNext/>
        <w:pBdr>
          <w:top w:val="single" w:sz="4" w:space="1" w:color="auto"/>
        </w:pBdr>
        <w:jc w:val="center"/>
        <w:rPr>
          <w:rFonts w:ascii="Times Roman" w:hAnsi="Times Roman"/>
          <w:b/>
        </w:rPr>
      </w:pPr>
      <w:r w:rsidRPr="00A030B0">
        <w:rPr>
          <w:rFonts w:ascii="Times Roman" w:hAnsi="Times Roman"/>
          <w:b/>
        </w:rPr>
        <w:t>Subcontracting</w:t>
      </w:r>
    </w:p>
    <w:p w14:paraId="16F7F84C" w14:textId="77777777" w:rsidR="00A030B0" w:rsidRPr="00A030B0" w:rsidRDefault="00A030B0" w:rsidP="00A030B0">
      <w:pPr>
        <w:pStyle w:val="Text1"/>
        <w:jc w:val="center"/>
        <w:rPr>
          <w:rFonts w:ascii="Times Roman" w:hAnsi="Times Roman"/>
          <w:b/>
        </w:rPr>
      </w:pPr>
      <w:r w:rsidRPr="00A030B0">
        <w:rPr>
          <w:rFonts w:ascii="Times Roman" w:hAnsi="Times Roman"/>
          <w:b/>
        </w:rPr>
        <w:t>Check one of the boxes below as appropriate:</w:t>
      </w:r>
    </w:p>
    <w:p w14:paraId="41FD2BCA" w14:textId="77777777" w:rsidR="00A030B0" w:rsidRPr="00A030B0" w:rsidRDefault="00A030B0" w:rsidP="00A030B0">
      <w:pPr>
        <w:pStyle w:val="Text1"/>
        <w:tabs>
          <w:tab w:val="left" w:pos="3402"/>
        </w:tabs>
        <w:rPr>
          <w:rFonts w:ascii="Times Roman" w:hAnsi="Times Roman"/>
        </w:rPr>
      </w:pPr>
      <w:r w:rsidRPr="00A030B0">
        <w:rPr>
          <w:rFonts w:ascii="Times New Roman" w:hAnsi="Times New Roman"/>
        </w:rPr>
        <w:t>□</w:t>
      </w:r>
      <w:r w:rsidRPr="00A030B0">
        <w:rPr>
          <w:rFonts w:ascii="Times Roman" w:hAnsi="Times Roman"/>
        </w:rPr>
        <w:t xml:space="preserve"> The offer foresees</w:t>
      </w:r>
      <w:r w:rsidRPr="00A030B0">
        <w:rPr>
          <w:rFonts w:ascii="Times Roman" w:hAnsi="Times Roman"/>
          <w:b/>
        </w:rPr>
        <w:t xml:space="preserve"> </w:t>
      </w:r>
      <w:r w:rsidRPr="00A030B0">
        <w:rPr>
          <w:rFonts w:ascii="Times Roman" w:hAnsi="Times Roman"/>
          <w:b/>
          <w:u w:val="single"/>
        </w:rPr>
        <w:t>no subcontracting</w:t>
      </w:r>
      <w:r w:rsidRPr="00A030B0">
        <w:rPr>
          <w:rFonts w:ascii="Times Roman" w:hAnsi="Times Roman"/>
        </w:rPr>
        <w:t xml:space="preserve"> of activities.</w:t>
      </w:r>
    </w:p>
    <w:p w14:paraId="2885B65B" w14:textId="77777777" w:rsidR="00A030B0" w:rsidRPr="00A030B0" w:rsidRDefault="00A030B0" w:rsidP="00A030B0">
      <w:pPr>
        <w:pStyle w:val="Text1"/>
        <w:rPr>
          <w:rFonts w:ascii="Times Roman" w:hAnsi="Times Roman"/>
        </w:rPr>
      </w:pPr>
      <w:r w:rsidRPr="00A030B0">
        <w:rPr>
          <w:rFonts w:ascii="Times New Roman" w:hAnsi="Times New Roman"/>
        </w:rPr>
        <w:t>□</w:t>
      </w:r>
      <w:r w:rsidRPr="00A030B0">
        <w:rPr>
          <w:rFonts w:ascii="Times Roman" w:hAnsi="Times Roman"/>
        </w:rPr>
        <w:t xml:space="preserve"> The offer foresees </w:t>
      </w:r>
      <w:r w:rsidRPr="00A030B0">
        <w:rPr>
          <w:rFonts w:ascii="Times Roman" w:hAnsi="Times Roman"/>
          <w:b/>
          <w:u w:val="single"/>
        </w:rPr>
        <w:t xml:space="preserve">subcontracting </w:t>
      </w:r>
      <w:r w:rsidRPr="00A030B0">
        <w:rPr>
          <w:rFonts w:ascii="Times Roman" w:hAnsi="Times Roman"/>
        </w:rPr>
        <w:t>of activities. If applicable:</w:t>
      </w:r>
    </w:p>
    <w:p w14:paraId="2CB18FF6" w14:textId="77777777" w:rsidR="00A030B0" w:rsidRPr="00A030B0" w:rsidRDefault="00A030B0" w:rsidP="00A030B0">
      <w:pPr>
        <w:pStyle w:val="ListBullet1"/>
        <w:numPr>
          <w:ilvl w:val="0"/>
          <w:numId w:val="35"/>
        </w:numPr>
        <w:spacing w:before="0" w:after="240"/>
        <w:rPr>
          <w:rFonts w:ascii="Times Roman" w:hAnsi="Times Roman"/>
        </w:rPr>
      </w:pPr>
      <w:r w:rsidRPr="00A030B0">
        <w:rPr>
          <w:rFonts w:ascii="Times Roman" w:hAnsi="Times Roman"/>
        </w:rPr>
        <w:t>List of subcontractors:</w:t>
      </w:r>
    </w:p>
    <w:p w14:paraId="32EC8E1C"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3814956C"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08B5347E"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2AAB7A99"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0F8B1B99" w14:textId="77777777" w:rsidR="00A030B0" w:rsidRPr="00A030B0" w:rsidRDefault="00A030B0" w:rsidP="00A030B0">
      <w:pPr>
        <w:pStyle w:val="Text1"/>
        <w:spacing w:after="0"/>
        <w:ind w:firstLine="238"/>
        <w:rPr>
          <w:rFonts w:ascii="Times Roman" w:hAnsi="Times Roman"/>
        </w:rPr>
      </w:pPr>
    </w:p>
    <w:p w14:paraId="66AE7227" w14:textId="686BCC6C" w:rsidR="00A030B0" w:rsidRPr="00A030B0" w:rsidRDefault="00A030B0" w:rsidP="00A030B0">
      <w:pPr>
        <w:pStyle w:val="Text1"/>
        <w:rPr>
          <w:rFonts w:ascii="Times Roman" w:hAnsi="Times Roman"/>
        </w:rPr>
      </w:pPr>
      <w:r w:rsidRPr="00A030B0">
        <w:rPr>
          <w:rFonts w:ascii="Times Roman" w:hAnsi="Times Roman"/>
        </w:rPr>
        <w:t>NB: These companies shall fill in the Identification, exclusion and selection parts of the questionnaires for assessment (</w:t>
      </w:r>
      <w:r w:rsidRPr="00A030B0">
        <w:rPr>
          <w:rFonts w:ascii="Times Roman" w:hAnsi="Times Roman"/>
          <w:color w:val="000000"/>
        </w:rPr>
        <w:t xml:space="preserve">Sections 1, 2, and 3). In case the tenderer wants to rely on capacities of subcontractor(s), it is necessary to provide the information and evidence requested in the </w:t>
      </w:r>
      <w:r w:rsidR="00160BAB">
        <w:rPr>
          <w:rFonts w:ascii="Times Roman" w:hAnsi="Times Roman"/>
          <w:color w:val="000000"/>
        </w:rPr>
        <w:t xml:space="preserve">Technical </w:t>
      </w:r>
      <w:r w:rsidRPr="00A030B0">
        <w:rPr>
          <w:rFonts w:ascii="Times Roman" w:hAnsi="Times Roman"/>
          <w:color w:val="000000"/>
        </w:rPr>
        <w:t>Selection part (S</w:t>
      </w:r>
      <w:r w:rsidR="00B03438">
        <w:rPr>
          <w:rFonts w:ascii="Times Roman" w:hAnsi="Times Roman"/>
          <w:color w:val="000000"/>
        </w:rPr>
        <w:t>ection</w:t>
      </w:r>
      <w:r w:rsidRPr="00A030B0">
        <w:rPr>
          <w:rFonts w:ascii="Times Roman" w:hAnsi="Times Roman"/>
          <w:color w:val="000000"/>
        </w:rPr>
        <w:t xml:space="preserve"> 4)</w:t>
      </w:r>
      <w:r w:rsidRPr="00A030B0">
        <w:rPr>
          <w:rFonts w:ascii="Times Roman" w:hAnsi="Times Roman"/>
        </w:rPr>
        <w:t xml:space="preserve"> as for proof to the contracting authority that the tenderer will have at its disposal the resources necessary for performance of the contract.</w:t>
      </w:r>
    </w:p>
    <w:p w14:paraId="4D5E3D80" w14:textId="77777777" w:rsidR="00A030B0" w:rsidRPr="00A030B0" w:rsidRDefault="00A030B0" w:rsidP="00A030B0">
      <w:pPr>
        <w:pStyle w:val="ListBullet1"/>
        <w:numPr>
          <w:ilvl w:val="0"/>
          <w:numId w:val="35"/>
        </w:numPr>
        <w:spacing w:before="0" w:after="240"/>
        <w:rPr>
          <w:rFonts w:ascii="Times Roman" w:hAnsi="Times Roman"/>
        </w:rPr>
      </w:pPr>
      <w:r w:rsidRPr="00A030B0">
        <w:rPr>
          <w:rFonts w:ascii="Times Roman" w:hAnsi="Times Roman"/>
        </w:rPr>
        <w:lastRenderedPageBreak/>
        <w:t>Please make sure that the offer contains a document clearly stating the identity, roles, activities and responsibilities of the subcontractor(s), the estimated value as well as the reasons why subcontracting is foreseen.</w:t>
      </w:r>
    </w:p>
    <w:p w14:paraId="336A3097" w14:textId="77777777" w:rsidR="00A030B0" w:rsidRPr="00A030B0" w:rsidRDefault="00A030B0" w:rsidP="00A030B0">
      <w:pPr>
        <w:pStyle w:val="ListBullet1"/>
        <w:numPr>
          <w:ilvl w:val="0"/>
          <w:numId w:val="0"/>
        </w:numPr>
        <w:ind w:left="482" w:firstLine="511"/>
        <w:rPr>
          <w:rFonts w:ascii="Times Roman" w:hAnsi="Times Roman"/>
        </w:rPr>
      </w:pPr>
      <w:r w:rsidRPr="00A030B0">
        <w:rPr>
          <w:rFonts w:ascii="Times Roman" w:hAnsi="Times Roman"/>
        </w:rPr>
        <w:t>Reference: ………………………………….</w:t>
      </w:r>
    </w:p>
    <w:tbl>
      <w:tblPr>
        <w:tblStyle w:val="TableGrid"/>
        <w:tblW w:w="0" w:type="auto"/>
        <w:tblInd w:w="675" w:type="dxa"/>
        <w:tblLook w:val="01E0" w:firstRow="1" w:lastRow="1" w:firstColumn="1" w:lastColumn="1" w:noHBand="0" w:noVBand="0"/>
      </w:tblPr>
      <w:tblGrid>
        <w:gridCol w:w="7847"/>
      </w:tblGrid>
      <w:tr w:rsidR="00A030B0" w:rsidRPr="00A030B0" w14:paraId="4ECB6246" w14:textId="77777777" w:rsidTr="00B03438">
        <w:tc>
          <w:tcPr>
            <w:tcW w:w="8385" w:type="dxa"/>
          </w:tcPr>
          <w:p w14:paraId="0BD6E993" w14:textId="3351C436" w:rsidR="00A030B0" w:rsidRPr="00A030B0" w:rsidRDefault="00A030B0" w:rsidP="00A030B0">
            <w:pPr>
              <w:pStyle w:val="Text1"/>
              <w:ind w:left="0"/>
              <w:rPr>
                <w:rFonts w:ascii="Times Roman" w:hAnsi="Times Roman"/>
                <w:b/>
                <w:sz w:val="22"/>
              </w:rPr>
            </w:pPr>
            <w:r w:rsidRPr="00A030B0">
              <w:rPr>
                <w:rFonts w:ascii="Times Roman" w:hAnsi="Times Roman"/>
                <w:b/>
                <w:sz w:val="22"/>
              </w:rPr>
              <w:t xml:space="preserve">Subcontractors shall submit a letter of intent to collaborate as subcontractors in the call for tenders </w:t>
            </w:r>
          </w:p>
        </w:tc>
      </w:tr>
    </w:tbl>
    <w:p w14:paraId="6B860845" w14:textId="77777777" w:rsidR="00A030B0" w:rsidRPr="00A030B0" w:rsidRDefault="00A030B0" w:rsidP="00A030B0">
      <w:pPr>
        <w:pStyle w:val="Text1"/>
        <w:pBdr>
          <w:bottom w:val="single" w:sz="6" w:space="1" w:color="auto"/>
        </w:pBdr>
        <w:rPr>
          <w:rFonts w:ascii="Times Roman" w:hAnsi="Times Roman"/>
          <w:b/>
        </w:rPr>
      </w:pPr>
    </w:p>
    <w:p w14:paraId="0FF82E0A" w14:textId="77777777" w:rsidR="00A030B0" w:rsidRPr="00A030B0" w:rsidRDefault="00A030B0" w:rsidP="00A030B0">
      <w:pPr>
        <w:pStyle w:val="Text1"/>
        <w:rPr>
          <w:rFonts w:ascii="Times Roman" w:hAnsi="Times Roman"/>
          <w:b/>
        </w:rPr>
      </w:pPr>
    </w:p>
    <w:p w14:paraId="3F0AE98F"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Please take the following into consideration:</w:t>
      </w:r>
    </w:p>
    <w:p w14:paraId="20AEE812" w14:textId="77777777" w:rsidR="00A030B0" w:rsidRPr="00A030B0" w:rsidRDefault="00A030B0" w:rsidP="00A030B0">
      <w:pPr>
        <w:pStyle w:val="Text1"/>
        <w:spacing w:after="0"/>
        <w:ind w:firstLine="238"/>
        <w:rPr>
          <w:rFonts w:ascii="Times Roman" w:hAnsi="Times Roman"/>
        </w:rPr>
      </w:pPr>
    </w:p>
    <w:p w14:paraId="7109BB33" w14:textId="7752FE4A" w:rsidR="00A030B0" w:rsidRPr="00A030B0" w:rsidRDefault="00A030B0" w:rsidP="00A030B0">
      <w:pPr>
        <w:ind w:left="720"/>
        <w:rPr>
          <w:rFonts w:ascii="Times Roman" w:hAnsi="Times Roman"/>
          <w:szCs w:val="22"/>
        </w:rPr>
      </w:pPr>
      <w:r w:rsidRPr="00A030B0">
        <w:rPr>
          <w:rFonts w:ascii="Times Roman" w:hAnsi="Times Roman"/>
          <w:b/>
          <w:szCs w:val="22"/>
        </w:rPr>
        <w:t>Subcontracting</w:t>
      </w:r>
      <w:r w:rsidRPr="00A030B0">
        <w:rPr>
          <w:rFonts w:ascii="Times Roman" w:hAnsi="Times Roman"/>
          <w:szCs w:val="22"/>
        </w:rPr>
        <w:t xml:space="preserve"> is the situation where a contract has been or is to be established between eu-LISA and a contractor and where the contractor, in order to carry out that contract, enters into legal commitments with other legal entities for performing part of the work, service or supply. However, eu-LISA has no direct legal commitment with the subcontractor(s).</w:t>
      </w:r>
    </w:p>
    <w:p w14:paraId="1D5F8A5E" w14:textId="77777777" w:rsidR="00A030B0" w:rsidRPr="00A030B0" w:rsidRDefault="00A030B0" w:rsidP="00A030B0">
      <w:pPr>
        <w:ind w:left="720"/>
        <w:rPr>
          <w:rFonts w:ascii="Times Roman" w:hAnsi="Times Roman"/>
          <w:szCs w:val="22"/>
        </w:rPr>
      </w:pPr>
    </w:p>
    <w:p w14:paraId="754BEEEB" w14:textId="77777777" w:rsidR="00A030B0" w:rsidRPr="00A030B0" w:rsidRDefault="00A030B0" w:rsidP="00A030B0">
      <w:pPr>
        <w:pStyle w:val="Text1"/>
        <w:spacing w:after="0"/>
        <w:ind w:left="720"/>
        <w:rPr>
          <w:rFonts w:ascii="Times Roman" w:hAnsi="Times Roman"/>
          <w:b/>
          <w:szCs w:val="22"/>
        </w:rPr>
      </w:pPr>
      <w:r w:rsidRPr="00A030B0">
        <w:rPr>
          <w:rFonts w:ascii="Times Roman" w:hAnsi="Times Roman"/>
          <w:b/>
          <w:color w:val="000000"/>
          <w:szCs w:val="22"/>
          <w:lang w:val="en-US"/>
        </w:rPr>
        <w:t>Freelancing</w:t>
      </w:r>
      <w:r w:rsidRPr="00A030B0">
        <w:rPr>
          <w:rFonts w:ascii="Times Roman" w:hAnsi="Times Roman"/>
          <w:szCs w:val="22"/>
        </w:rPr>
        <w:t xml:space="preserve">, drawing on the activities or staff of any other entirely different legal entity than the contractor, independently of its exact legal form (and independently of the applicable national law), </w:t>
      </w:r>
      <w:r w:rsidRPr="00A030B0">
        <w:rPr>
          <w:rFonts w:ascii="Times Roman" w:hAnsi="Times Roman"/>
          <w:b/>
          <w:szCs w:val="22"/>
        </w:rPr>
        <w:t>does qualify as subcontracting.</w:t>
      </w:r>
    </w:p>
    <w:p w14:paraId="7D19A51A" w14:textId="77777777" w:rsidR="00A030B0" w:rsidRPr="00A030B0" w:rsidRDefault="00A030B0" w:rsidP="00A030B0">
      <w:pPr>
        <w:pStyle w:val="Text1"/>
        <w:spacing w:after="0"/>
        <w:ind w:left="720"/>
        <w:rPr>
          <w:rFonts w:ascii="Times Roman" w:hAnsi="Times Roman"/>
          <w:b/>
          <w:szCs w:val="22"/>
        </w:rPr>
      </w:pPr>
    </w:p>
    <w:p w14:paraId="5BDFE0D6" w14:textId="45F24A21" w:rsidR="00A030B0" w:rsidRPr="00A030B0" w:rsidRDefault="00A030B0" w:rsidP="00A030B0">
      <w:pPr>
        <w:pStyle w:val="Text1"/>
        <w:pBdr>
          <w:top w:val="single" w:sz="4" w:space="1" w:color="auto"/>
          <w:left w:val="single" w:sz="4" w:space="4" w:color="auto"/>
          <w:bottom w:val="single" w:sz="4" w:space="1" w:color="auto"/>
          <w:right w:val="single" w:sz="4" w:space="4" w:color="auto"/>
        </w:pBdr>
        <w:spacing w:after="0"/>
        <w:ind w:left="720"/>
        <w:rPr>
          <w:rFonts w:ascii="Times Roman" w:hAnsi="Times Roman"/>
          <w:b/>
          <w:szCs w:val="22"/>
        </w:rPr>
      </w:pPr>
      <w:r w:rsidRPr="00A030B0">
        <w:rPr>
          <w:rFonts w:ascii="Times Roman" w:hAnsi="Times Roman"/>
          <w:b/>
          <w:szCs w:val="22"/>
        </w:rPr>
        <w:t>Please indicate the freelancers in the connection table for the names proposed in your offer accompanied by a letter of intent to collaborate as subcontractors.</w:t>
      </w:r>
    </w:p>
    <w:p w14:paraId="36C15E77" w14:textId="77777777" w:rsidR="00A030B0" w:rsidRPr="00A030B0" w:rsidRDefault="00A030B0" w:rsidP="00A030B0">
      <w:pPr>
        <w:pStyle w:val="Text1"/>
        <w:pBdr>
          <w:bottom w:val="single" w:sz="6" w:space="1" w:color="auto"/>
        </w:pBdr>
        <w:rPr>
          <w:rFonts w:ascii="Times Roman" w:hAnsi="Times Roman"/>
          <w:b/>
          <w:szCs w:val="22"/>
        </w:rPr>
      </w:pPr>
    </w:p>
    <w:p w14:paraId="3D917617" w14:textId="77777777" w:rsidR="001D094C" w:rsidRPr="000A014D" w:rsidRDefault="001D094C" w:rsidP="00BA3B71">
      <w:pPr>
        <w:pStyle w:val="Text1"/>
        <w:spacing w:after="0"/>
        <w:ind w:firstLine="238"/>
        <w:rPr>
          <w:rFonts w:ascii="Times Roman" w:hAnsi="Times Roman" w:cs="Tahoma"/>
          <w:szCs w:val="22"/>
        </w:rPr>
      </w:pPr>
    </w:p>
    <w:p w14:paraId="3525E52E" w14:textId="77777777" w:rsidR="001D094C" w:rsidRPr="001D094C" w:rsidRDefault="00BA3B71" w:rsidP="001D094C">
      <w:pPr>
        <w:pStyle w:val="Heading10"/>
        <w:tabs>
          <w:tab w:val="clear" w:pos="480"/>
        </w:tabs>
        <w:spacing w:after="240"/>
        <w:ind w:left="432" w:firstLine="0"/>
        <w:rPr>
          <w:rFonts w:ascii="Times New Roman" w:hAnsi="Times New Roman"/>
        </w:rPr>
      </w:pPr>
      <w:r w:rsidRPr="000A014D">
        <w:rPr>
          <w:rFonts w:ascii="Times Roman" w:hAnsi="Times Roman" w:cs="Tahoma"/>
          <w:szCs w:val="22"/>
        </w:rPr>
        <w:br w:type="page"/>
      </w:r>
      <w:r w:rsidR="00691BA2" w:rsidRPr="000A014D">
        <w:rPr>
          <w:rFonts w:ascii="Times Roman" w:hAnsi="Times Roman" w:cs="Tahoma"/>
          <w:szCs w:val="22"/>
        </w:rPr>
        <w:lastRenderedPageBreak/>
        <w:t xml:space="preserve"> </w:t>
      </w:r>
      <w:bookmarkStart w:id="7" w:name="_Ref14849027"/>
      <w:bookmarkStart w:id="8" w:name="_Toc15374139"/>
      <w:bookmarkStart w:id="9" w:name="_Toc77147115"/>
      <w:bookmarkStart w:id="10" w:name="_Toc303175501"/>
      <w:bookmarkStart w:id="11" w:name="_Toc394934726"/>
      <w:r w:rsidR="001D094C" w:rsidRPr="001D094C">
        <w:rPr>
          <w:rFonts w:ascii="Times New Roman" w:hAnsi="Times New Roman"/>
        </w:rPr>
        <w:t>Questions relating to the identification of the tenderer</w:t>
      </w:r>
      <w:bookmarkEnd w:id="7"/>
      <w:bookmarkEnd w:id="8"/>
      <w:bookmarkEnd w:id="9"/>
      <w:bookmarkEnd w:id="10"/>
      <w:bookmarkEnd w:id="11"/>
    </w:p>
    <w:p w14:paraId="09D5F553"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Name of tenderer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709952A" w14:textId="77777777" w:rsidTr="00B03438">
        <w:tc>
          <w:tcPr>
            <w:tcW w:w="8867" w:type="dxa"/>
            <w:tcBorders>
              <w:top w:val="single" w:sz="4" w:space="0" w:color="auto"/>
              <w:left w:val="single" w:sz="4" w:space="0" w:color="auto"/>
              <w:bottom w:val="single" w:sz="4" w:space="0" w:color="auto"/>
              <w:right w:val="single" w:sz="4" w:space="0" w:color="auto"/>
            </w:tcBorders>
          </w:tcPr>
          <w:p w14:paraId="70311BEF"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5AC311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i/>
          <w:szCs w:val="22"/>
        </w:rPr>
        <w:t>In case of subcontracting; please specify company name of a subcontractor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67B3A1E" w14:textId="77777777" w:rsidTr="00B03438">
        <w:tc>
          <w:tcPr>
            <w:tcW w:w="8867" w:type="dxa"/>
            <w:tcBorders>
              <w:top w:val="single" w:sz="4" w:space="0" w:color="auto"/>
              <w:left w:val="single" w:sz="4" w:space="0" w:color="auto"/>
              <w:bottom w:val="single" w:sz="4" w:space="0" w:color="auto"/>
              <w:right w:val="single" w:sz="4" w:space="0" w:color="auto"/>
            </w:tcBorders>
          </w:tcPr>
          <w:p w14:paraId="29E522F7"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50716950" w14:textId="77777777" w:rsidR="001D094C" w:rsidRPr="002C371A" w:rsidRDefault="001D094C" w:rsidP="002C371A">
      <w:pPr>
        <w:ind w:firstLine="720"/>
        <w:rPr>
          <w:rFonts w:ascii="Times New Roman" w:hAnsi="Times New Roman"/>
        </w:rPr>
      </w:pPr>
      <w:r w:rsidRPr="002C371A">
        <w:rPr>
          <w:rFonts w:ascii="Times New Roman" w:hAnsi="Times New Roman"/>
        </w:rPr>
        <w:t>Acting as:</w:t>
      </w:r>
      <w:r w:rsidRPr="002C371A">
        <w:rPr>
          <w:rFonts w:ascii="Times New Roman" w:hAnsi="Times New Roman"/>
        </w:rPr>
        <w:tab/>
      </w:r>
      <w:r w:rsidRPr="002C371A">
        <w:rPr>
          <w:rFonts w:ascii="Times New Roman" w:hAnsi="Times New Roman"/>
        </w:rPr>
        <w:sym w:font="Symbol" w:char="F07F"/>
      </w:r>
      <w:r w:rsidRPr="002C371A">
        <w:rPr>
          <w:rFonts w:ascii="Times New Roman" w:hAnsi="Times New Roman"/>
        </w:rPr>
        <w:t xml:space="preserve"> member of group (specify role……………………)</w:t>
      </w:r>
    </w:p>
    <w:p w14:paraId="29E208CA" w14:textId="220D249F" w:rsidR="001D094C" w:rsidRPr="002C371A" w:rsidRDefault="002C371A" w:rsidP="002C371A">
      <w:pPr>
        <w:rPr>
          <w:rFonts w:ascii="Times New Roman" w:hAnsi="Times New Roman"/>
        </w:rPr>
      </w:pPr>
      <w:r>
        <w:rPr>
          <w:rFonts w:ascii="Times New Roman" w:hAnsi="Times New Roman"/>
        </w:rPr>
        <w:tab/>
      </w:r>
      <w:r w:rsidR="001D094C" w:rsidRPr="002C371A">
        <w:rPr>
          <w:rFonts w:ascii="Times New Roman" w:hAnsi="Times New Roman"/>
        </w:rPr>
        <w:tab/>
      </w:r>
      <w:r>
        <w:rPr>
          <w:rFonts w:ascii="Times New Roman" w:hAnsi="Times New Roman"/>
        </w:rPr>
        <w:tab/>
      </w:r>
      <w:r w:rsidR="001D094C" w:rsidRPr="002C371A">
        <w:rPr>
          <w:rFonts w:ascii="Times New Roman" w:hAnsi="Times New Roman"/>
        </w:rPr>
        <w:sym w:font="Symbol" w:char="F07F"/>
      </w:r>
      <w:r w:rsidR="001D094C" w:rsidRPr="002C371A">
        <w:rPr>
          <w:rFonts w:ascii="Times New Roman" w:hAnsi="Times New Roman"/>
        </w:rPr>
        <w:t xml:space="preserve"> subcontractor</w:t>
      </w:r>
    </w:p>
    <w:p w14:paraId="5F780858"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Legal form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F0E81FC" w14:textId="77777777" w:rsidTr="00B03438">
        <w:tc>
          <w:tcPr>
            <w:tcW w:w="8867" w:type="dxa"/>
            <w:tcBorders>
              <w:top w:val="single" w:sz="4" w:space="0" w:color="auto"/>
              <w:left w:val="single" w:sz="4" w:space="0" w:color="auto"/>
              <w:bottom w:val="single" w:sz="4" w:space="0" w:color="auto"/>
              <w:right w:val="single" w:sz="4" w:space="0" w:color="auto"/>
            </w:tcBorders>
          </w:tcPr>
          <w:p w14:paraId="1AE50571"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4A9D9AC1"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Date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04846C60" w14:textId="77777777" w:rsidTr="00B03438">
        <w:tc>
          <w:tcPr>
            <w:tcW w:w="8867" w:type="dxa"/>
            <w:tcBorders>
              <w:top w:val="single" w:sz="4" w:space="0" w:color="auto"/>
              <w:left w:val="single" w:sz="4" w:space="0" w:color="auto"/>
              <w:bottom w:val="single" w:sz="4" w:space="0" w:color="auto"/>
              <w:right w:val="single" w:sz="4" w:space="0" w:color="auto"/>
            </w:tcBorders>
          </w:tcPr>
          <w:p w14:paraId="1B46C1C5"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73E4F20"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Country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15E1DE3E" w14:textId="77777777" w:rsidTr="00B03438">
        <w:tc>
          <w:tcPr>
            <w:tcW w:w="8867" w:type="dxa"/>
            <w:tcBorders>
              <w:top w:val="single" w:sz="4" w:space="0" w:color="auto"/>
              <w:left w:val="single" w:sz="4" w:space="0" w:color="auto"/>
              <w:bottom w:val="single" w:sz="4" w:space="0" w:color="auto"/>
              <w:right w:val="single" w:sz="4" w:space="0" w:color="auto"/>
            </w:tcBorders>
          </w:tcPr>
          <w:p w14:paraId="5C6E7DED"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1517AEA4"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Registration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0870D59" w14:textId="77777777" w:rsidTr="00B03438">
        <w:tc>
          <w:tcPr>
            <w:tcW w:w="8867" w:type="dxa"/>
            <w:tcBorders>
              <w:top w:val="single" w:sz="4" w:space="0" w:color="auto"/>
              <w:left w:val="single" w:sz="4" w:space="0" w:color="auto"/>
              <w:bottom w:val="single" w:sz="4" w:space="0" w:color="auto"/>
              <w:right w:val="single" w:sz="4" w:space="0" w:color="auto"/>
            </w:tcBorders>
          </w:tcPr>
          <w:p w14:paraId="4893934F"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817EC65"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VAT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67E5B8" w14:textId="77777777" w:rsidTr="00B03438">
        <w:tc>
          <w:tcPr>
            <w:tcW w:w="8867" w:type="dxa"/>
            <w:tcBorders>
              <w:top w:val="single" w:sz="4" w:space="0" w:color="auto"/>
              <w:left w:val="single" w:sz="4" w:space="0" w:color="auto"/>
              <w:bottom w:val="single" w:sz="4" w:space="0" w:color="auto"/>
              <w:right w:val="single" w:sz="4" w:space="0" w:color="auto"/>
            </w:tcBorders>
          </w:tcPr>
          <w:p w14:paraId="08D4A919"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9E4A22D"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Registered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D05FB8" w14:textId="77777777" w:rsidTr="00B03438">
        <w:tc>
          <w:tcPr>
            <w:tcW w:w="8867" w:type="dxa"/>
            <w:tcBorders>
              <w:top w:val="single" w:sz="4" w:space="0" w:color="auto"/>
              <w:left w:val="single" w:sz="4" w:space="0" w:color="auto"/>
              <w:bottom w:val="single" w:sz="4" w:space="0" w:color="auto"/>
              <w:right w:val="single" w:sz="4" w:space="0" w:color="auto"/>
            </w:tcBorders>
          </w:tcPr>
          <w:p w14:paraId="032E8C7E"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73F4D42F"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Usual administrative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2A9AD9" w14:textId="77777777" w:rsidTr="00B03438">
        <w:tc>
          <w:tcPr>
            <w:tcW w:w="8867" w:type="dxa"/>
            <w:tcBorders>
              <w:top w:val="single" w:sz="4" w:space="0" w:color="auto"/>
              <w:left w:val="single" w:sz="4" w:space="0" w:color="auto"/>
              <w:bottom w:val="single" w:sz="4" w:space="0" w:color="auto"/>
              <w:right w:val="single" w:sz="4" w:space="0" w:color="auto"/>
            </w:tcBorders>
          </w:tcPr>
          <w:p w14:paraId="127D04B7"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A8363C7"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Person(s) authorised to sign contracts (together or alone) on behalf of the company</w:t>
      </w:r>
    </w:p>
    <w:p w14:paraId="5D97A72D"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Surname, forename, title (e.g. Dr, Mr, Ms), function (e.g. Manager...)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88C12AA" w14:textId="77777777" w:rsidTr="00B03438">
        <w:tc>
          <w:tcPr>
            <w:tcW w:w="8867" w:type="dxa"/>
            <w:tcBorders>
              <w:top w:val="single" w:sz="4" w:space="0" w:color="auto"/>
              <w:left w:val="single" w:sz="4" w:space="0" w:color="auto"/>
              <w:bottom w:val="single" w:sz="4" w:space="0" w:color="auto"/>
              <w:right w:val="single" w:sz="4" w:space="0" w:color="auto"/>
            </w:tcBorders>
          </w:tcPr>
          <w:p w14:paraId="1DF55A0B"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0B4E636"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Contact person for this call for tenders:</w:t>
      </w:r>
    </w:p>
    <w:p w14:paraId="16F09962" w14:textId="77777777" w:rsidR="001D094C" w:rsidRPr="001D094C" w:rsidRDefault="001D094C" w:rsidP="001D094C">
      <w:pPr>
        <w:pStyle w:val="Text3"/>
        <w:spacing w:after="0"/>
        <w:rPr>
          <w:rFonts w:ascii="Times New Roman" w:hAnsi="Times New Roman"/>
          <w:b/>
          <w:szCs w:val="22"/>
        </w:rPr>
      </w:pPr>
      <w:r w:rsidRPr="001D094C">
        <w:rPr>
          <w:rFonts w:ascii="Times New Roman" w:hAnsi="Times New Roman"/>
          <w:b/>
          <w:szCs w:val="22"/>
        </w:rPr>
        <w:t>(Not necessary for subcontractors)</w:t>
      </w:r>
    </w:p>
    <w:p w14:paraId="2739106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Surname, forename, title (e.g. Dr, Mr, Ms), function (e.g. Manager...) Telephone number, fax number, address, e-mail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06870B" w14:textId="77777777" w:rsidTr="00B03438">
        <w:tc>
          <w:tcPr>
            <w:tcW w:w="8867" w:type="dxa"/>
            <w:tcBorders>
              <w:top w:val="single" w:sz="4" w:space="0" w:color="auto"/>
              <w:left w:val="single" w:sz="4" w:space="0" w:color="auto"/>
              <w:bottom w:val="single" w:sz="4" w:space="0" w:color="auto"/>
              <w:right w:val="single" w:sz="4" w:space="0" w:color="auto"/>
            </w:tcBorders>
          </w:tcPr>
          <w:p w14:paraId="53381EE8" w14:textId="77777777" w:rsidR="001D094C" w:rsidRPr="001D094C" w:rsidRDefault="001D094C" w:rsidP="00B03438">
            <w:pPr>
              <w:pStyle w:val="NumPar2"/>
              <w:numPr>
                <w:ilvl w:val="0"/>
                <w:numId w:val="0"/>
              </w:numPr>
              <w:spacing w:after="60"/>
              <w:ind w:left="1985" w:hanging="851"/>
              <w:rPr>
                <w:rFonts w:ascii="Times New Roman" w:hAnsi="Times New Roman"/>
              </w:rPr>
            </w:pPr>
          </w:p>
        </w:tc>
      </w:tr>
    </w:tbl>
    <w:p w14:paraId="347785E4" w14:textId="77777777" w:rsidR="001D094C" w:rsidRPr="001D094C" w:rsidRDefault="001D094C" w:rsidP="001D094C">
      <w:pPr>
        <w:pStyle w:val="ListNumber"/>
        <w:numPr>
          <w:ilvl w:val="0"/>
          <w:numId w:val="0"/>
        </w:numPr>
        <w:ind w:left="454" w:hanging="454"/>
        <w:jc w:val="center"/>
        <w:rPr>
          <w:rFonts w:ascii="Times New Roman" w:hAnsi="Times New Roman"/>
          <w:b/>
          <w:sz w:val="32"/>
        </w:rPr>
      </w:pPr>
    </w:p>
    <w:p w14:paraId="54E13310" w14:textId="51B202E5" w:rsidR="00BF43E5" w:rsidRDefault="00BF43E5" w:rsidP="001D094C">
      <w:pPr>
        <w:spacing w:before="0" w:after="0"/>
        <w:jc w:val="center"/>
        <w:rPr>
          <w:rFonts w:ascii="Times Roman" w:hAnsi="Times Roman" w:cs="Tahoma"/>
          <w:b/>
          <w:smallCaps/>
          <w:lang w:eastAsia="en-GB"/>
        </w:rPr>
      </w:pPr>
    </w:p>
    <w:p w14:paraId="45F377CA" w14:textId="28476C35" w:rsidR="001D094C" w:rsidRDefault="001D094C">
      <w:pPr>
        <w:spacing w:before="0" w:after="200" w:line="276" w:lineRule="auto"/>
        <w:jc w:val="left"/>
        <w:rPr>
          <w:rFonts w:ascii="Times Roman" w:hAnsi="Times Roman" w:cs="Tahoma"/>
          <w:b/>
          <w:smallCaps/>
          <w:lang w:eastAsia="en-GB"/>
        </w:rPr>
      </w:pPr>
      <w:r>
        <w:rPr>
          <w:rFonts w:ascii="Times Roman" w:hAnsi="Times Roman" w:cs="Tahoma"/>
          <w:b/>
          <w:smallCaps/>
          <w:lang w:eastAsia="en-GB"/>
        </w:rPr>
        <w:br w:type="page"/>
      </w:r>
    </w:p>
    <w:p w14:paraId="570EEF57" w14:textId="77777777" w:rsidR="001D094C" w:rsidRPr="000A014D" w:rsidRDefault="001D094C" w:rsidP="001D094C">
      <w:pPr>
        <w:spacing w:before="0" w:after="0"/>
        <w:jc w:val="center"/>
        <w:rPr>
          <w:rFonts w:ascii="Times Roman" w:hAnsi="Times Roman" w:cs="Tahoma"/>
          <w:b/>
          <w:smallCaps/>
          <w:lang w:eastAsia="en-GB"/>
        </w:rPr>
      </w:pPr>
    </w:p>
    <w:p w14:paraId="2BDA9686"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Financial identity Form</w:t>
      </w:r>
    </w:p>
    <w:p w14:paraId="7BCD6420" w14:textId="77777777" w:rsidR="00691BA2" w:rsidRPr="000A014D" w:rsidRDefault="00691BA2" w:rsidP="00691BA2">
      <w:pPr>
        <w:spacing w:after="0"/>
        <w:rPr>
          <w:rFonts w:ascii="Times Roman" w:hAnsi="Times Roman" w:cs="Tahoma"/>
          <w:szCs w:val="22"/>
          <w:lang w:eastAsia="en-GB"/>
        </w:rPr>
      </w:pPr>
      <w:r w:rsidRPr="000A014D">
        <w:rPr>
          <w:rFonts w:ascii="Times Roman" w:hAnsi="Times Roman" w:cs="Tahoma"/>
          <w:szCs w:val="22"/>
          <w:lang w:eastAsia="en-GB"/>
        </w:rPr>
        <w:t>The tenderer's attention is drawn to the fact that this document is a model and that a specific form for each Member State is available at the following Internet address:</w:t>
      </w:r>
    </w:p>
    <w:p w14:paraId="11870A7A" w14:textId="77777777" w:rsidR="00691BA2" w:rsidRPr="000A014D" w:rsidRDefault="005F12FD" w:rsidP="00691BA2">
      <w:pPr>
        <w:spacing w:after="240"/>
        <w:rPr>
          <w:rFonts w:ascii="Times Roman" w:hAnsi="Times Roman" w:cs="Tahoma"/>
          <w:color w:val="0000FF"/>
          <w:szCs w:val="22"/>
          <w:lang w:eastAsia="en-GB"/>
        </w:rPr>
      </w:pPr>
      <w:hyperlink r:id="rId15" w:history="1">
        <w:r w:rsidR="00691BA2" w:rsidRPr="000A014D">
          <w:rPr>
            <w:rFonts w:ascii="Times Roman" w:hAnsi="Times Roman" w:cs="Tahoma"/>
            <w:color w:val="0000FF"/>
            <w:szCs w:val="22"/>
            <w:u w:val="single"/>
            <w:lang w:eastAsia="en-GB"/>
          </w:rPr>
          <w:t>http://ec.europa.eu/budget/contracts_grants/info_contracts/financial_id/financial_id_en.cfm</w:t>
        </w:r>
      </w:hyperlink>
    </w:p>
    <w:p w14:paraId="04A99E8D"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Legal entity form</w:t>
      </w:r>
    </w:p>
    <w:p w14:paraId="7A342B7C" w14:textId="77777777" w:rsidR="00691BA2" w:rsidRPr="000A014D" w:rsidRDefault="00691BA2" w:rsidP="00691BA2">
      <w:pPr>
        <w:autoSpaceDE w:val="0"/>
        <w:autoSpaceDN w:val="0"/>
        <w:adjustRightInd w:val="0"/>
        <w:spacing w:after="0"/>
        <w:rPr>
          <w:rFonts w:ascii="Times Roman" w:hAnsi="Times Roman" w:cs="Tahoma"/>
          <w:szCs w:val="22"/>
          <w:lang w:eastAsia="en-GB"/>
        </w:rPr>
      </w:pPr>
      <w:r w:rsidRPr="000A014D">
        <w:rPr>
          <w:rFonts w:ascii="Times Roman" w:hAnsi="Times Roman" w:cs="Tahoma"/>
          <w:szCs w:val="22"/>
          <w:lang w:eastAsia="en-GB"/>
        </w:rPr>
        <w:t>Complete the legal entity form, which should be accompanied by a number of supporting documents, available on the Web site:</w:t>
      </w:r>
    </w:p>
    <w:p w14:paraId="3E7530F4" w14:textId="77777777" w:rsidR="00691BA2" w:rsidRPr="000A014D" w:rsidRDefault="005F12FD" w:rsidP="00691BA2">
      <w:pPr>
        <w:spacing w:after="0"/>
        <w:rPr>
          <w:rFonts w:ascii="Times Roman" w:hAnsi="Times Roman" w:cs="Tahoma"/>
          <w:color w:val="0000FF"/>
          <w:szCs w:val="22"/>
          <w:u w:val="single"/>
          <w:lang w:eastAsia="en-GB"/>
        </w:rPr>
      </w:pPr>
      <w:hyperlink r:id="rId16" w:history="1">
        <w:r w:rsidR="00691BA2" w:rsidRPr="000A014D">
          <w:rPr>
            <w:rFonts w:ascii="Times Roman" w:hAnsi="Times Roman" w:cs="Tahoma"/>
            <w:color w:val="0000FF"/>
            <w:szCs w:val="22"/>
            <w:u w:val="single"/>
            <w:lang w:eastAsia="en-GB"/>
          </w:rPr>
          <w:t>http://ec.europa.eu/budget/contracts_grants/info_contracts/legal_entities/legal_entities_en.cfm</w:t>
        </w:r>
      </w:hyperlink>
    </w:p>
    <w:p w14:paraId="30E3D2B0" w14:textId="1C672A62" w:rsidR="00691BA2" w:rsidRPr="000A014D" w:rsidRDefault="00691BA2" w:rsidP="00691BA2">
      <w:pPr>
        <w:rPr>
          <w:rFonts w:ascii="Times Roman" w:hAnsi="Times Roman" w:cs="Tahoma"/>
          <w:color w:val="0000FF"/>
          <w:szCs w:val="22"/>
          <w:lang w:eastAsia="en-GB"/>
        </w:rPr>
      </w:pPr>
      <w:r w:rsidRPr="000A014D">
        <w:rPr>
          <w:rFonts w:ascii="Times Roman" w:hAnsi="Times Roman" w:cs="Tahoma"/>
          <w:szCs w:val="22"/>
          <w:lang w:eastAsia="en-GB"/>
        </w:rPr>
        <w:t>NB: Only original documents or certified copies less than 6 months old will be accepted</w:t>
      </w:r>
      <w:r w:rsidR="00B974C8" w:rsidRPr="000A014D">
        <w:rPr>
          <w:rFonts w:ascii="Times Roman" w:hAnsi="Times Roman" w:cs="Tahoma"/>
          <w:color w:val="0000FF"/>
          <w:szCs w:val="22"/>
          <w:lang w:eastAsia="en-GB"/>
        </w:rPr>
        <w:t xml:space="preserve"> </w:t>
      </w:r>
    </w:p>
    <w:p w14:paraId="2F167FCF" w14:textId="77777777" w:rsidR="00DF4BC7" w:rsidRPr="000A014D" w:rsidRDefault="00DF4BC7" w:rsidP="00AE6F57">
      <w:pPr>
        <w:rPr>
          <w:rFonts w:ascii="Times Roman" w:hAnsi="Times Roman" w:cs="Tahoma"/>
          <w:szCs w:val="22"/>
        </w:rPr>
        <w:sectPr w:rsidR="00DF4BC7" w:rsidRPr="000A014D">
          <w:footerReference w:type="default" r:id="rId17"/>
          <w:pgSz w:w="11906" w:h="16838"/>
          <w:pgMar w:top="1440" w:right="1800" w:bottom="1440" w:left="1800" w:header="708" w:footer="708" w:gutter="0"/>
          <w:cols w:space="708"/>
          <w:docGrid w:linePitch="360"/>
        </w:sectPr>
      </w:pPr>
    </w:p>
    <w:p w14:paraId="0D31E1D3" w14:textId="31B358E1" w:rsidR="00DF4BC7" w:rsidRPr="000A014D" w:rsidRDefault="00DA4AB1" w:rsidP="00A91021">
      <w:pPr>
        <w:pStyle w:val="Heading2-Form"/>
        <w:rPr>
          <w:rFonts w:ascii="Times Roman" w:hAnsi="Times Roman" w:cs="Tahoma"/>
          <w:szCs w:val="22"/>
        </w:rPr>
      </w:pPr>
      <w:bookmarkStart w:id="12" w:name="_Toc394934727"/>
      <w:r w:rsidRPr="000A014D">
        <w:rPr>
          <w:rFonts w:ascii="Times Roman" w:hAnsi="Times Roman" w:cs="Tahoma"/>
          <w:szCs w:val="22"/>
        </w:rPr>
        <w:lastRenderedPageBreak/>
        <w:t xml:space="preserve">Section </w:t>
      </w:r>
      <w:r w:rsidR="005B1915" w:rsidRPr="000A014D">
        <w:rPr>
          <w:rFonts w:ascii="Times Roman" w:hAnsi="Times Roman" w:cs="Tahoma"/>
          <w:szCs w:val="22"/>
        </w:rPr>
        <w:t>1</w:t>
      </w:r>
      <w:r w:rsidR="00691BA2" w:rsidRPr="000A014D">
        <w:rPr>
          <w:rFonts w:ascii="Times Roman" w:hAnsi="Times Roman" w:cs="Tahoma"/>
          <w:szCs w:val="22"/>
        </w:rPr>
        <w:t>.2</w:t>
      </w:r>
      <w:r w:rsidR="007666A4" w:rsidRPr="000A014D">
        <w:rPr>
          <w:rFonts w:ascii="Times Roman" w:hAnsi="Times Roman" w:cs="Tahoma"/>
          <w:szCs w:val="22"/>
        </w:rPr>
        <w:t xml:space="preserve"> – STATEMENT ON SUBCONTRACTING</w:t>
      </w:r>
      <w:bookmarkEnd w:id="12"/>
    </w:p>
    <w:p w14:paraId="4DB102EA"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 xml:space="preserve">Please indicate (by ticking the appropriate box) whether the tenderer intends to subcontract all or part of the performance of the Contract, if awarded. </w:t>
      </w:r>
    </w:p>
    <w:p w14:paraId="1AC9ABBE"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YES, the tenderer intends to subcontract all or part of the performance of the Contract, if awarded.</w:t>
      </w:r>
    </w:p>
    <w:p w14:paraId="45CE5E9B"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NO, the tenderer does not intend to subcontract all or part of the performance of the Contract, if awarded.</w:t>
      </w:r>
    </w:p>
    <w:p w14:paraId="19103E32"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If YES, please specify which parts of the Contract, and the name and address of any subcontractor(s).</w:t>
      </w:r>
    </w:p>
    <w:tbl>
      <w:tblPr>
        <w:tblpPr w:leftFromText="180" w:rightFromText="180" w:vertAnchor="text" w:horzAnchor="margin" w:tblpX="108" w:tblpY="1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240"/>
      </w:tblGrid>
      <w:tr w:rsidR="00EF4A30" w:rsidRPr="000A014D" w14:paraId="6BA67FA5" w14:textId="77777777">
        <w:tc>
          <w:tcPr>
            <w:tcW w:w="3888" w:type="dxa"/>
            <w:shd w:val="clear" w:color="auto" w:fill="D9D9D9"/>
          </w:tcPr>
          <w:p w14:paraId="1F2ECE7F"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Description</w:t>
            </w:r>
          </w:p>
        </w:tc>
        <w:tc>
          <w:tcPr>
            <w:tcW w:w="1620" w:type="dxa"/>
            <w:shd w:val="clear" w:color="auto" w:fill="D9D9D9"/>
          </w:tcPr>
          <w:p w14:paraId="61B498CE"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Percentage of the contract</w:t>
            </w:r>
          </w:p>
        </w:tc>
        <w:tc>
          <w:tcPr>
            <w:tcW w:w="3240" w:type="dxa"/>
            <w:shd w:val="clear" w:color="auto" w:fill="D9D9D9"/>
          </w:tcPr>
          <w:p w14:paraId="6856F94A"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Subcontractor</w:t>
            </w:r>
          </w:p>
        </w:tc>
      </w:tr>
      <w:tr w:rsidR="00EF4A30" w:rsidRPr="000A014D" w14:paraId="1E56D4CC" w14:textId="77777777">
        <w:tc>
          <w:tcPr>
            <w:tcW w:w="3888" w:type="dxa"/>
          </w:tcPr>
          <w:p w14:paraId="6D7BCF21" w14:textId="77777777" w:rsidR="00EF4A30" w:rsidRPr="000A014D" w:rsidRDefault="00EF4A30" w:rsidP="00263801">
            <w:pPr>
              <w:pStyle w:val="1BodyTextfortables"/>
              <w:rPr>
                <w:rFonts w:ascii="Times Roman" w:hAnsi="Times Roman" w:cs="Tahoma"/>
                <w:lang w:val="en-GB"/>
              </w:rPr>
            </w:pPr>
          </w:p>
        </w:tc>
        <w:tc>
          <w:tcPr>
            <w:tcW w:w="1620" w:type="dxa"/>
          </w:tcPr>
          <w:p w14:paraId="41C61E4C"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68852672"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20BF46"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61BF97C4" w14:textId="77777777">
        <w:tc>
          <w:tcPr>
            <w:tcW w:w="3888" w:type="dxa"/>
          </w:tcPr>
          <w:p w14:paraId="042E4CF6" w14:textId="77777777" w:rsidR="00EF4A30" w:rsidRPr="000A014D" w:rsidRDefault="00EF4A30" w:rsidP="00263801">
            <w:pPr>
              <w:pStyle w:val="1BodyTextfortables"/>
              <w:rPr>
                <w:rFonts w:ascii="Times Roman" w:hAnsi="Times Roman" w:cs="Tahoma"/>
                <w:lang w:val="en-GB"/>
              </w:rPr>
            </w:pPr>
          </w:p>
        </w:tc>
        <w:tc>
          <w:tcPr>
            <w:tcW w:w="1620" w:type="dxa"/>
          </w:tcPr>
          <w:p w14:paraId="7F4B2B57"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01CAAEBB"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9DF4A7"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4E08A98" w14:textId="77777777">
        <w:tc>
          <w:tcPr>
            <w:tcW w:w="3888" w:type="dxa"/>
          </w:tcPr>
          <w:p w14:paraId="0E2E16AB" w14:textId="77777777" w:rsidR="00EF4A30" w:rsidRPr="000A014D" w:rsidRDefault="00EF4A30" w:rsidP="00263801">
            <w:pPr>
              <w:pStyle w:val="1BodyTextfortables"/>
              <w:rPr>
                <w:rFonts w:ascii="Times Roman" w:hAnsi="Times Roman" w:cs="Tahoma"/>
                <w:lang w:val="en-GB"/>
              </w:rPr>
            </w:pPr>
          </w:p>
        </w:tc>
        <w:tc>
          <w:tcPr>
            <w:tcW w:w="1620" w:type="dxa"/>
          </w:tcPr>
          <w:p w14:paraId="19285725"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3BA3E2AF"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193C2EEA"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54AA913" w14:textId="77777777">
        <w:tc>
          <w:tcPr>
            <w:tcW w:w="3888" w:type="dxa"/>
          </w:tcPr>
          <w:p w14:paraId="2531BCEA" w14:textId="77777777" w:rsidR="00EF4A30" w:rsidRPr="000A014D" w:rsidRDefault="00EF4A30" w:rsidP="00263801">
            <w:pPr>
              <w:pStyle w:val="1BodyTextfortables"/>
              <w:rPr>
                <w:rFonts w:ascii="Times Roman" w:hAnsi="Times Roman" w:cs="Tahoma"/>
                <w:lang w:val="en-GB"/>
              </w:rPr>
            </w:pPr>
          </w:p>
        </w:tc>
        <w:tc>
          <w:tcPr>
            <w:tcW w:w="1620" w:type="dxa"/>
          </w:tcPr>
          <w:p w14:paraId="002932BB"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478BDB9E"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B751244"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bl>
    <w:p w14:paraId="0C4506BC" w14:textId="77777777" w:rsidR="00076EA6" w:rsidRPr="000A014D" w:rsidRDefault="00076EA6" w:rsidP="00AE6F57">
      <w:pPr>
        <w:rPr>
          <w:rFonts w:ascii="Times Roman" w:hAnsi="Times Roman" w:cs="Tahoma"/>
          <w:szCs w:val="22"/>
          <w:lang w:val="en-US"/>
        </w:rPr>
      </w:pPr>
      <w:r w:rsidRPr="000A014D">
        <w:rPr>
          <w:rFonts w:ascii="Times Roman" w:hAnsi="Times Roman" w:cs="Tahoma"/>
          <w:szCs w:val="22"/>
          <w:lang w:val="en-IE"/>
        </w:rPr>
        <w:t>Signed (authorised signature) on behalf of the Tenderer</w:t>
      </w:r>
    </w:p>
    <w:p w14:paraId="4F20230D"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szCs w:val="22"/>
        </w:rPr>
      </w:pPr>
      <w:r w:rsidRPr="000A014D">
        <w:rPr>
          <w:rFonts w:ascii="Times Roman" w:hAnsi="Times Roman" w:cs="Tahoma"/>
          <w:noProof/>
          <w:szCs w:val="22"/>
        </w:rPr>
        <w:t>Full name:…</w:t>
      </w:r>
      <w:r w:rsidRPr="000A014D">
        <w:rPr>
          <w:rFonts w:ascii="Times Roman" w:hAnsi="Times Roman" w:cs="Tahoma"/>
          <w:szCs w:val="22"/>
        </w:rPr>
        <w:t>…………………………………..</w:t>
      </w:r>
    </w:p>
    <w:p w14:paraId="1EED91E0"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noProof/>
          <w:szCs w:val="22"/>
        </w:rPr>
      </w:pPr>
      <w:r w:rsidRPr="000A014D">
        <w:rPr>
          <w:rFonts w:ascii="Times Roman" w:hAnsi="Times Roman" w:cs="Tahoma"/>
          <w:noProof/>
          <w:szCs w:val="22"/>
        </w:rPr>
        <w:t>Date:……………………………………………</w:t>
      </w:r>
    </w:p>
    <w:p w14:paraId="1B020449" w14:textId="77777777" w:rsidR="006A5383" w:rsidRPr="000A014D" w:rsidRDefault="00AD66E0" w:rsidP="00AE6F57">
      <w:pPr>
        <w:rPr>
          <w:rFonts w:ascii="Times Roman" w:hAnsi="Times Roman" w:cs="Tahoma"/>
          <w:noProof/>
          <w:szCs w:val="22"/>
          <w:lang w:val="en-IE"/>
        </w:rPr>
      </w:pPr>
      <w:r w:rsidRPr="000A014D">
        <w:rPr>
          <w:rFonts w:ascii="Times Roman" w:hAnsi="Times Roman" w:cs="Tahoma"/>
          <w:noProof/>
          <w:szCs w:val="22"/>
          <w:lang w:val="en-IE"/>
        </w:rPr>
        <w:t>Signature:……………………………………...</w:t>
      </w:r>
      <w:r w:rsidRPr="000A014D">
        <w:rPr>
          <w:rFonts w:ascii="Times Roman" w:hAnsi="Times Roman" w:cs="Tahoma"/>
          <w:noProof/>
          <w:szCs w:val="22"/>
          <w:lang w:val="en-IE"/>
        </w:rPr>
        <w:tab/>
      </w:r>
    </w:p>
    <w:p w14:paraId="376B2A0E" w14:textId="77777777" w:rsidR="00AD66E0" w:rsidRPr="000A014D" w:rsidRDefault="00AD66E0" w:rsidP="00AE6F57">
      <w:pPr>
        <w:rPr>
          <w:rFonts w:ascii="Times Roman" w:hAnsi="Times Roman" w:cs="Tahoma"/>
          <w:noProof/>
          <w:szCs w:val="22"/>
          <w:lang w:val="en-IE"/>
        </w:rPr>
      </w:pPr>
    </w:p>
    <w:p w14:paraId="25392425" w14:textId="77777777" w:rsidR="006A5383" w:rsidRPr="000A014D" w:rsidRDefault="006A5383" w:rsidP="00AE6F57">
      <w:pPr>
        <w:rPr>
          <w:rFonts w:ascii="Times Roman" w:hAnsi="Times Roman" w:cs="Tahoma"/>
          <w:noProof/>
          <w:szCs w:val="22"/>
          <w:lang w:val="en-IE"/>
        </w:rPr>
      </w:pPr>
    </w:p>
    <w:p w14:paraId="1C2C56BE" w14:textId="77777777" w:rsidR="006A5383" w:rsidRPr="000A014D" w:rsidRDefault="006A5383" w:rsidP="00AE6F57">
      <w:pPr>
        <w:rPr>
          <w:rFonts w:ascii="Times Roman" w:hAnsi="Times Roman" w:cs="Tahoma"/>
          <w:szCs w:val="22"/>
          <w:lang w:val="en-IE"/>
        </w:rPr>
      </w:pPr>
    </w:p>
    <w:p w14:paraId="6C086C72" w14:textId="77777777" w:rsidR="00180952" w:rsidRPr="000A014D" w:rsidRDefault="00180952" w:rsidP="00AE6F57">
      <w:pPr>
        <w:rPr>
          <w:rFonts w:ascii="Times Roman" w:hAnsi="Times Roman" w:cs="Tahoma"/>
          <w:szCs w:val="22"/>
          <w:lang w:val="en-IE"/>
        </w:rPr>
      </w:pPr>
    </w:p>
    <w:p w14:paraId="1A353ED0" w14:textId="0481A09D" w:rsidR="00DA4AB1" w:rsidRPr="000A014D" w:rsidRDefault="00DA4AB1">
      <w:pPr>
        <w:spacing w:before="0" w:after="200" w:line="276" w:lineRule="auto"/>
        <w:jc w:val="left"/>
        <w:rPr>
          <w:rFonts w:ascii="Times Roman" w:hAnsi="Times Roman" w:cs="Tahoma"/>
          <w:szCs w:val="22"/>
          <w:lang w:val="en-IE"/>
        </w:rPr>
      </w:pPr>
      <w:r w:rsidRPr="000A014D">
        <w:rPr>
          <w:rFonts w:ascii="Times Roman" w:hAnsi="Times Roman" w:cs="Tahoma"/>
          <w:szCs w:val="22"/>
          <w:lang w:val="en-IE"/>
        </w:rPr>
        <w:br w:type="page"/>
      </w:r>
    </w:p>
    <w:p w14:paraId="07B76C89" w14:textId="77777777" w:rsidR="005B1915" w:rsidRPr="000A014D" w:rsidRDefault="005B1915" w:rsidP="00AE6F57">
      <w:pPr>
        <w:rPr>
          <w:rFonts w:ascii="Times Roman" w:hAnsi="Times Roman" w:cs="Tahoma"/>
          <w:szCs w:val="22"/>
          <w:lang w:val="en-IE"/>
        </w:rPr>
      </w:pPr>
    </w:p>
    <w:p w14:paraId="22CB7560" w14:textId="574F4005" w:rsidR="007666A4" w:rsidRPr="000A014D" w:rsidRDefault="00DA4AB1" w:rsidP="00A91021">
      <w:pPr>
        <w:pStyle w:val="Heading2-Form"/>
        <w:rPr>
          <w:rFonts w:ascii="Times Roman" w:hAnsi="Times Roman" w:cs="Tahoma"/>
          <w:szCs w:val="22"/>
        </w:rPr>
      </w:pPr>
      <w:bookmarkStart w:id="13" w:name="_Toc394934728"/>
      <w:r w:rsidRPr="000A014D">
        <w:rPr>
          <w:rFonts w:ascii="Times Roman" w:hAnsi="Times Roman" w:cs="Tahoma"/>
          <w:szCs w:val="22"/>
        </w:rPr>
        <w:t xml:space="preserve">Section </w:t>
      </w:r>
      <w:r w:rsidR="005B1915" w:rsidRPr="000A014D">
        <w:rPr>
          <w:rFonts w:ascii="Times Roman" w:hAnsi="Times Roman" w:cs="Tahoma"/>
          <w:szCs w:val="22"/>
        </w:rPr>
        <w:t>1</w:t>
      </w:r>
      <w:r w:rsidR="00691BA2" w:rsidRPr="000A014D">
        <w:rPr>
          <w:rFonts w:ascii="Times Roman" w:hAnsi="Times Roman" w:cs="Tahoma"/>
          <w:szCs w:val="22"/>
        </w:rPr>
        <w:t>.3</w:t>
      </w:r>
      <w:r w:rsidR="00406C4D" w:rsidRPr="000A014D">
        <w:rPr>
          <w:rFonts w:ascii="Times Roman" w:hAnsi="Times Roman" w:cs="Tahoma"/>
          <w:szCs w:val="22"/>
        </w:rPr>
        <w:t xml:space="preserve"> – LETTER OF INTENT FOR SUBCONTRACTORS</w:t>
      </w:r>
      <w:bookmarkEnd w:id="13"/>
    </w:p>
    <w:p w14:paraId="7262A0C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The undersigned</w:t>
      </w:r>
      <w:r w:rsidRPr="000A014D">
        <w:rPr>
          <w:rFonts w:ascii="Times Roman" w:hAnsi="Times Roman" w:cs="Tahoma"/>
          <w:b/>
          <w:szCs w:val="22"/>
        </w:rPr>
        <w:t>:</w:t>
      </w:r>
      <w:r w:rsidRPr="000A014D">
        <w:rPr>
          <w:rFonts w:ascii="Times Roman" w:hAnsi="Times Roman" w:cs="Tahoma"/>
          <w:szCs w:val="22"/>
        </w:rPr>
        <w:t xml:space="preserve"> </w:t>
      </w:r>
    </w:p>
    <w:p w14:paraId="4CBF591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63C8F2C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Name of the company/organisation</w:t>
      </w:r>
      <w:r w:rsidRPr="000A014D">
        <w:rPr>
          <w:rFonts w:ascii="Times Roman" w:hAnsi="Times Roman" w:cs="Tahoma"/>
          <w:b/>
          <w:szCs w:val="22"/>
        </w:rPr>
        <w:t>:</w:t>
      </w:r>
      <w:r w:rsidRPr="000A014D">
        <w:rPr>
          <w:rFonts w:ascii="Times Roman" w:hAnsi="Times Roman" w:cs="Tahoma"/>
          <w:szCs w:val="22"/>
        </w:rPr>
        <w:t xml:space="preserve"> </w:t>
      </w:r>
    </w:p>
    <w:p w14:paraId="2F15F9E8"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792115A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 xml:space="preserve">Address: </w:t>
      </w:r>
    </w:p>
    <w:p w14:paraId="0549198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6065837F" w14:textId="77777777" w:rsidR="00406C4D" w:rsidRPr="000A014D" w:rsidRDefault="00406C4D" w:rsidP="00AE6F57">
      <w:pPr>
        <w:rPr>
          <w:rFonts w:ascii="Times Roman" w:hAnsi="Times Roman" w:cs="Tahoma"/>
          <w:szCs w:val="22"/>
        </w:rPr>
      </w:pPr>
      <w:r w:rsidRPr="000A014D">
        <w:rPr>
          <w:rFonts w:ascii="Times Roman" w:hAnsi="Times Roman" w:cs="Tahoma"/>
          <w:szCs w:val="22"/>
        </w:rPr>
        <w:t>Tender</w:t>
      </w:r>
      <w:r w:rsidR="005A5580" w:rsidRPr="000A014D">
        <w:rPr>
          <w:rFonts w:ascii="Times Roman" w:hAnsi="Times Roman" w:cs="Tahoma"/>
          <w:szCs w:val="22"/>
        </w:rPr>
        <w:t xml:space="preserve"> reference</w:t>
      </w:r>
      <w:r w:rsidRPr="000A014D">
        <w:rPr>
          <w:rFonts w:ascii="Times Roman" w:hAnsi="Times Roman" w:cs="Tahoma"/>
          <w:szCs w:val="22"/>
        </w:rPr>
        <w:t>:</w:t>
      </w:r>
    </w:p>
    <w:p w14:paraId="31727A1A" w14:textId="100957FE" w:rsidR="00764B4B" w:rsidRPr="000A014D" w:rsidRDefault="007C18F1" w:rsidP="00D670CC">
      <w:pPr>
        <w:spacing w:line="276" w:lineRule="auto"/>
        <w:rPr>
          <w:rFonts w:ascii="Times Roman" w:hAnsi="Times Roman" w:cs="Tahoma"/>
          <w:szCs w:val="22"/>
        </w:rPr>
      </w:pPr>
      <w:r>
        <w:rPr>
          <w:rFonts w:ascii="Times Roman" w:hAnsi="Times Roman" w:cs="Tahoma"/>
          <w:noProof/>
          <w:szCs w:val="22"/>
        </w:rPr>
        <w:t>LISA/2014/OP/03</w:t>
      </w:r>
    </w:p>
    <w:p w14:paraId="0FC2FE8E" w14:textId="77777777" w:rsidR="00406C4D" w:rsidRPr="000A014D" w:rsidRDefault="00406C4D" w:rsidP="00D670CC">
      <w:pPr>
        <w:spacing w:line="276" w:lineRule="auto"/>
        <w:rPr>
          <w:rFonts w:ascii="Times Roman" w:hAnsi="Times Roman" w:cs="Tahoma"/>
          <w:szCs w:val="22"/>
        </w:rPr>
      </w:pPr>
      <w:r w:rsidRPr="000A014D">
        <w:rPr>
          <w:rFonts w:ascii="Times Roman" w:hAnsi="Times Roman" w:cs="Tahoma"/>
          <w:szCs w:val="22"/>
        </w:rPr>
        <w:t>Declares hereby that, in case the contract is awarded to [name of the tenderer], the company/organisation that he/she represents, intends to collaborate in the execution of the tasks subject to this call for tender, in accordance with the t</w:t>
      </w:r>
      <w:r w:rsidR="005A5580" w:rsidRPr="000A014D">
        <w:rPr>
          <w:rFonts w:ascii="Times Roman" w:hAnsi="Times Roman" w:cs="Tahoma"/>
          <w:szCs w:val="22"/>
        </w:rPr>
        <w:t xml:space="preserve">echnical </w:t>
      </w:r>
      <w:r w:rsidRPr="000A014D">
        <w:rPr>
          <w:rFonts w:ascii="Times Roman" w:hAnsi="Times Roman" w:cs="Tahoma"/>
          <w:szCs w:val="22"/>
        </w:rPr>
        <w:t xml:space="preserve">specifications and the tender to which the present form is annexed, and is available to carry out its part of the tasks during the period foreseen for the execution of the contract.  </w:t>
      </w:r>
    </w:p>
    <w:p w14:paraId="46AC4F86" w14:textId="77777777" w:rsidR="00406C4D" w:rsidRPr="000A014D" w:rsidRDefault="005A5580" w:rsidP="00D670CC">
      <w:pPr>
        <w:spacing w:line="276" w:lineRule="auto"/>
        <w:rPr>
          <w:rFonts w:ascii="Times Roman" w:hAnsi="Times Roman" w:cs="Tahoma"/>
          <w:szCs w:val="22"/>
        </w:rPr>
      </w:pPr>
      <w:r w:rsidRPr="000A014D">
        <w:rPr>
          <w:rFonts w:ascii="Times Roman" w:hAnsi="Times Roman" w:cs="Tahoma"/>
          <w:szCs w:val="22"/>
        </w:rPr>
        <w:t>Declares hereby accepting the General Conditions of the Draft Contract attached to the invitation to tender for the above call for tenders, and in particular, those provisions referring to subcontracting and check and audits.</w:t>
      </w:r>
    </w:p>
    <w:p w14:paraId="5B739B86" w14:textId="77777777" w:rsidR="00406C4D" w:rsidRPr="000A014D" w:rsidRDefault="00406C4D" w:rsidP="00406C4D">
      <w:pPr>
        <w:rPr>
          <w:rFonts w:ascii="Times Roman" w:hAnsi="Times Roman" w:cs="Tahoma"/>
          <w:szCs w:val="22"/>
        </w:rPr>
      </w:pPr>
    </w:p>
    <w:p w14:paraId="7D224755" w14:textId="77777777" w:rsidR="00406C4D" w:rsidRPr="000A014D" w:rsidRDefault="00406C4D" w:rsidP="00AE6F57">
      <w:pPr>
        <w:rPr>
          <w:rFonts w:ascii="Times Roman" w:hAnsi="Times Roman" w:cs="Tahoma"/>
          <w:szCs w:val="22"/>
        </w:rPr>
      </w:pPr>
      <w:r w:rsidRPr="000A014D">
        <w:rPr>
          <w:rFonts w:ascii="Times Roman" w:hAnsi="Times Roman" w:cs="Tahoma"/>
          <w:szCs w:val="22"/>
        </w:rPr>
        <w:t>Place and date:</w:t>
      </w:r>
    </w:p>
    <w:p w14:paraId="2717780C" w14:textId="77777777" w:rsidR="00406C4D" w:rsidRPr="000A014D" w:rsidRDefault="00406C4D" w:rsidP="00AE6F57">
      <w:pPr>
        <w:rPr>
          <w:rFonts w:ascii="Times Roman" w:hAnsi="Times Roman" w:cs="Tahoma"/>
          <w:szCs w:val="22"/>
        </w:rPr>
      </w:pPr>
    </w:p>
    <w:p w14:paraId="4A653B0D" w14:textId="77777777" w:rsidR="00406C4D" w:rsidRPr="000A014D" w:rsidRDefault="00406C4D" w:rsidP="00AE6F57">
      <w:pPr>
        <w:rPr>
          <w:rFonts w:ascii="Times Roman" w:hAnsi="Times Roman" w:cs="Tahoma"/>
          <w:szCs w:val="22"/>
        </w:rPr>
      </w:pPr>
    </w:p>
    <w:p w14:paraId="289741A2" w14:textId="77777777" w:rsidR="005601B0" w:rsidRPr="000A014D" w:rsidRDefault="00406C4D" w:rsidP="00AE6F57">
      <w:pPr>
        <w:rPr>
          <w:rFonts w:ascii="Times Roman" w:hAnsi="Times Roman" w:cs="Tahoma"/>
          <w:szCs w:val="22"/>
        </w:rPr>
      </w:pPr>
      <w:r w:rsidRPr="000A014D">
        <w:rPr>
          <w:rFonts w:ascii="Times Roman" w:hAnsi="Times Roman" w:cs="Tahoma"/>
          <w:szCs w:val="22"/>
        </w:rPr>
        <w:t>Name and signature:</w:t>
      </w:r>
    </w:p>
    <w:p w14:paraId="0649DC63" w14:textId="162125A0" w:rsidR="00406C4D" w:rsidRPr="000A014D" w:rsidRDefault="005601B0" w:rsidP="00B974C8">
      <w:pPr>
        <w:pStyle w:val="Heading2-Form"/>
        <w:rPr>
          <w:rFonts w:ascii="Times Roman" w:hAnsi="Times Roman" w:cs="Tahoma"/>
          <w:szCs w:val="22"/>
        </w:rPr>
      </w:pPr>
      <w:r w:rsidRPr="000A014D">
        <w:rPr>
          <w:rFonts w:ascii="Times Roman" w:hAnsi="Times Roman" w:cs="Tahoma"/>
          <w:szCs w:val="22"/>
        </w:rPr>
        <w:br w:type="page"/>
      </w:r>
    </w:p>
    <w:p w14:paraId="5A9869FA" w14:textId="77777777" w:rsidR="00406C4D" w:rsidRPr="000A014D" w:rsidRDefault="005B1915" w:rsidP="00AE6F57">
      <w:pPr>
        <w:pStyle w:val="Heading1-Section"/>
        <w:rPr>
          <w:rFonts w:ascii="Times Roman" w:hAnsi="Times Roman" w:cs="Tahoma"/>
          <w:sz w:val="22"/>
        </w:rPr>
      </w:pPr>
      <w:bookmarkStart w:id="14" w:name="_Toc394934729"/>
      <w:r w:rsidRPr="000A014D">
        <w:rPr>
          <w:rFonts w:ascii="Times Roman" w:hAnsi="Times Roman" w:cs="Tahoma"/>
          <w:sz w:val="22"/>
        </w:rPr>
        <w:lastRenderedPageBreak/>
        <w:t>SECTION 2</w:t>
      </w:r>
      <w:r w:rsidR="00606618" w:rsidRPr="000A014D">
        <w:rPr>
          <w:rFonts w:ascii="Times Roman" w:hAnsi="Times Roman" w:cs="Tahoma"/>
          <w:sz w:val="22"/>
        </w:rPr>
        <w:t xml:space="preserve"> – EXCLUSION CRITERIA</w:t>
      </w:r>
      <w:bookmarkEnd w:id="14"/>
    </w:p>
    <w:p w14:paraId="186C5CC5" w14:textId="77777777" w:rsidR="00EA6DBD" w:rsidRPr="000A014D" w:rsidRDefault="00EA6DBD" w:rsidP="00B974C8">
      <w:pPr>
        <w:jc w:val="center"/>
        <w:rPr>
          <w:rFonts w:ascii="Times Roman" w:hAnsi="Times Roman" w:cs="Tahoma"/>
          <w:b/>
          <w:noProof/>
          <w:szCs w:val="22"/>
        </w:rPr>
      </w:pPr>
    </w:p>
    <w:p w14:paraId="555DA4C0" w14:textId="5AB4405C" w:rsidR="00EA6DBD" w:rsidRPr="003B7E5D" w:rsidRDefault="00EA6DBD" w:rsidP="00EA6DBD">
      <w:pPr>
        <w:outlineLvl w:val="1"/>
        <w:rPr>
          <w:rFonts w:ascii="Times New Roman" w:hAnsi="Times New Roman"/>
        </w:rPr>
      </w:pPr>
      <w:bookmarkStart w:id="15" w:name="_Toc383076574"/>
      <w:bookmarkStart w:id="16" w:name="_Toc392860651"/>
      <w:bookmarkStart w:id="17" w:name="_Toc392860775"/>
      <w:bookmarkStart w:id="18" w:name="_Toc393194041"/>
      <w:bookmarkStart w:id="19" w:name="_Toc394934730"/>
      <w:r w:rsidRPr="000A014D">
        <w:rPr>
          <w:rFonts w:ascii="Times Roman" w:hAnsi="Times Roman" w:cs="Tahoma"/>
          <w:noProof/>
          <w:szCs w:val="22"/>
        </w:rPr>
        <w:t>2.1</w:t>
      </w:r>
      <w:r w:rsidRPr="000A014D">
        <w:rPr>
          <w:rFonts w:ascii="Times Roman" w:hAnsi="Times Roman" w:cs="Tahoma"/>
          <w:b/>
          <w:noProof/>
          <w:szCs w:val="22"/>
        </w:rPr>
        <w:tab/>
      </w:r>
      <w:r w:rsidRPr="003B7E5D">
        <w:rPr>
          <w:rFonts w:ascii="Times New Roman" w:hAnsi="Times New Roman"/>
        </w:rPr>
        <w:t>Did you enclose with your offer a declaration on oath that you meet the requirements of the exclusion phase? (Please see example below)</w:t>
      </w:r>
      <w:bookmarkEnd w:id="15"/>
      <w:bookmarkEnd w:id="16"/>
      <w:bookmarkEnd w:id="17"/>
      <w:bookmarkEnd w:id="18"/>
      <w:bookmarkEnd w:id="19"/>
    </w:p>
    <w:p w14:paraId="04864A39" w14:textId="77777777" w:rsidR="00EA6DBD" w:rsidRPr="000A014D" w:rsidRDefault="00EA6DBD" w:rsidP="00EA6DBD">
      <w:pPr>
        <w:outlineLvl w:val="1"/>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4295D2C9"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EDA1279" w14:textId="77777777" w:rsidR="00EA6DBD" w:rsidRPr="000A014D" w:rsidRDefault="00EA6DBD" w:rsidP="00EA6DBD">
            <w:pPr>
              <w:spacing w:before="0"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F037469"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08C43F6A" w14:textId="77777777" w:rsidR="00EA6DBD" w:rsidRPr="000A014D" w:rsidRDefault="00EA6DBD" w:rsidP="00EA6DBD">
      <w:pPr>
        <w:outlineLvl w:val="1"/>
        <w:rPr>
          <w:rFonts w:ascii="Times Roman" w:hAnsi="Times Roman" w:cs="Tahoma"/>
          <w:szCs w:val="22"/>
        </w:rPr>
      </w:pPr>
    </w:p>
    <w:p w14:paraId="6BC1898A" w14:textId="4EA31948" w:rsidR="00EA6DBD" w:rsidRPr="003B7E5D" w:rsidRDefault="00EA6DBD" w:rsidP="003B7E5D">
      <w:pPr>
        <w:rPr>
          <w:rFonts w:ascii="Times New Roman" w:hAnsi="Times New Roman"/>
        </w:rPr>
      </w:pPr>
      <w:r w:rsidRPr="000A014D">
        <w:t>2.2</w:t>
      </w:r>
      <w:r w:rsidRPr="000A014D">
        <w:tab/>
      </w:r>
      <w:r w:rsidRPr="003B7E5D">
        <w:rPr>
          <w:rFonts w:ascii="Times New Roman" w:hAnsi="Times New Roman"/>
        </w:rPr>
        <w:t>Do you undertake to provide evidence related to the items mentioned</w:t>
      </w:r>
      <w:r w:rsidR="00280C7D">
        <w:rPr>
          <w:rFonts w:ascii="Times New Roman" w:hAnsi="Times New Roman"/>
        </w:rPr>
        <w:t xml:space="preserve"> in</w:t>
      </w:r>
      <w:r w:rsidRPr="003B7E5D">
        <w:rPr>
          <w:rFonts w:ascii="Times New Roman" w:hAnsi="Times New Roman"/>
        </w:rPr>
        <w:t xml:space="preserve"> the declaration</w:t>
      </w:r>
      <w:r w:rsidR="004049C0" w:rsidRPr="003B7E5D">
        <w:rPr>
          <w:rFonts w:ascii="Times New Roman" w:hAnsi="Times New Roman"/>
        </w:rPr>
        <w:t xml:space="preserve"> at the request of eu-LISA</w:t>
      </w:r>
      <w:r w:rsidRPr="003B7E5D">
        <w:rPr>
          <w:rFonts w:ascii="Times New Roman" w:hAnsi="Times New Roman"/>
        </w:rPr>
        <w:t>? Please note that you should be prepared to reply to such a request for evidence within a short deadline.</w:t>
      </w:r>
    </w:p>
    <w:p w14:paraId="7AC670A2" w14:textId="77777777" w:rsidR="00EA6DBD" w:rsidRPr="003B7E5D" w:rsidRDefault="00EA6DBD" w:rsidP="003B7E5D">
      <w:pPr>
        <w:rPr>
          <w:rFonts w:ascii="Times New Roman" w:hAnsi="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5598AEBE"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9DC00A5" w14:textId="77777777" w:rsidR="00EA6DBD" w:rsidRPr="000A014D" w:rsidRDefault="00EA6DBD" w:rsidP="00EA6DBD">
            <w:pPr>
              <w:spacing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8119547"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5D7482B8" w14:textId="77777777" w:rsidR="00EA6DBD" w:rsidRPr="000A014D" w:rsidRDefault="00EA6DBD" w:rsidP="00EA6DBD">
      <w:pPr>
        <w:rPr>
          <w:rFonts w:ascii="Times Roman" w:hAnsi="Times Roman" w:cs="Tahoma"/>
          <w:szCs w:val="22"/>
        </w:rPr>
      </w:pPr>
      <w:r w:rsidRPr="000A014D">
        <w:rPr>
          <w:rFonts w:ascii="Times Roman" w:hAnsi="Times Roman" w:cs="Tahoma"/>
          <w:szCs w:val="22"/>
        </w:rPr>
        <w:t> </w:t>
      </w:r>
    </w:p>
    <w:p w14:paraId="59C7A28F" w14:textId="7223F9DD" w:rsidR="00EA6DBD" w:rsidRPr="000A014D" w:rsidRDefault="00EA6DBD" w:rsidP="00EA6DBD">
      <w:pPr>
        <w:rPr>
          <w:rFonts w:ascii="Times Roman" w:hAnsi="Times Roman"/>
          <w:szCs w:val="22"/>
        </w:rPr>
      </w:pPr>
      <w:r w:rsidRPr="000A014D">
        <w:rPr>
          <w:rFonts w:ascii="Times Roman" w:hAnsi="Times Roman"/>
          <w:szCs w:val="22"/>
        </w:rPr>
        <w:t>_____________________________________________________________</w:t>
      </w:r>
    </w:p>
    <w:p w14:paraId="4EB63CC6" w14:textId="75778835" w:rsidR="000A014D" w:rsidRDefault="000A014D">
      <w:pPr>
        <w:spacing w:before="0" w:after="200" w:line="276" w:lineRule="auto"/>
        <w:jc w:val="left"/>
        <w:rPr>
          <w:rFonts w:ascii="Times Roman" w:hAnsi="Times Roman" w:cs="Tahoma"/>
          <w:b/>
          <w:noProof/>
          <w:szCs w:val="22"/>
        </w:rPr>
      </w:pPr>
      <w:r>
        <w:rPr>
          <w:rFonts w:ascii="Times Roman" w:hAnsi="Times Roman" w:cs="Tahoma"/>
          <w:b/>
          <w:noProof/>
          <w:szCs w:val="22"/>
        </w:rPr>
        <w:br w:type="page"/>
      </w:r>
    </w:p>
    <w:p w14:paraId="05B162D3" w14:textId="77777777" w:rsidR="00EA6DBD" w:rsidRPr="000A014D" w:rsidRDefault="00EA6DBD" w:rsidP="00B974C8">
      <w:pPr>
        <w:jc w:val="center"/>
        <w:rPr>
          <w:rFonts w:ascii="Times Roman" w:hAnsi="Times Roman" w:cs="Tahoma"/>
          <w:b/>
          <w:noProof/>
          <w:szCs w:val="22"/>
        </w:rPr>
      </w:pPr>
    </w:p>
    <w:p w14:paraId="6FD1355E" w14:textId="77777777" w:rsidR="00B974C8" w:rsidRPr="000A014D" w:rsidRDefault="00B974C8" w:rsidP="00B974C8">
      <w:pPr>
        <w:jc w:val="center"/>
        <w:rPr>
          <w:rFonts w:ascii="Times Roman" w:hAnsi="Times Roman" w:cs="Tahoma"/>
          <w:b/>
          <w:noProof/>
          <w:szCs w:val="22"/>
        </w:rPr>
      </w:pPr>
      <w:r w:rsidRPr="000A014D">
        <w:rPr>
          <w:rFonts w:ascii="Times Roman" w:hAnsi="Times Roman" w:cs="Tahoma"/>
          <w:b/>
          <w:noProof/>
          <w:szCs w:val="22"/>
        </w:rPr>
        <w:t>Declaration of honour on</w:t>
      </w:r>
      <w:r w:rsidRPr="000A014D">
        <w:rPr>
          <w:rFonts w:ascii="Times Roman" w:hAnsi="Times Roman" w:cs="Tahoma"/>
          <w:b/>
          <w:noProof/>
          <w:szCs w:val="22"/>
        </w:rPr>
        <w:br/>
        <w:t>exclusion criteria and absence of conflict of interest</w:t>
      </w:r>
    </w:p>
    <w:p w14:paraId="47F9490A" w14:textId="77777777" w:rsidR="00B974C8" w:rsidRPr="000A014D" w:rsidRDefault="00B974C8" w:rsidP="00B974C8">
      <w:pPr>
        <w:rPr>
          <w:rFonts w:ascii="Times Roman" w:hAnsi="Times Roman" w:cs="Tahoma"/>
          <w:i/>
          <w:noProof/>
          <w:szCs w:val="22"/>
        </w:rPr>
      </w:pPr>
      <w:r w:rsidRPr="000A014D">
        <w:rPr>
          <w:rFonts w:ascii="Times Roman" w:hAnsi="Times Roman" w:cs="Tahoma"/>
          <w:i/>
          <w:noProof/>
          <w:szCs w:val="22"/>
          <w:highlight w:val="lightGray"/>
        </w:rPr>
        <w:t>(Complete or delete the parts in grey italics in parenthese)</w:t>
      </w:r>
    </w:p>
    <w:p w14:paraId="4173E212" w14:textId="77777777" w:rsidR="00B974C8" w:rsidRPr="000A014D" w:rsidRDefault="00B974C8" w:rsidP="00B974C8">
      <w:pPr>
        <w:rPr>
          <w:rFonts w:ascii="Times Roman" w:hAnsi="Times Roman" w:cs="Tahoma"/>
          <w:noProof/>
          <w:szCs w:val="22"/>
        </w:rPr>
      </w:pPr>
      <w:r w:rsidRPr="000A014D">
        <w:rPr>
          <w:rFonts w:ascii="Times Roman" w:hAnsi="Times Roman" w:cs="Tahoma"/>
          <w:noProof/>
          <w:szCs w:val="22"/>
          <w:highlight w:val="lightGray"/>
        </w:rPr>
        <w:t>[Choose options for parts in grey between square brackets]</w:t>
      </w:r>
    </w:p>
    <w:p w14:paraId="15B4936D" w14:textId="77777777" w:rsidR="00B974C8" w:rsidRPr="000A014D" w:rsidRDefault="00B974C8" w:rsidP="00B974C8">
      <w:pPr>
        <w:spacing w:before="40" w:after="40"/>
        <w:rPr>
          <w:rFonts w:ascii="Times Roman" w:hAnsi="Times Roman" w:cs="Tahoma"/>
          <w:noProof/>
          <w:szCs w:val="22"/>
        </w:rPr>
      </w:pPr>
      <w:r w:rsidRPr="000A014D">
        <w:rPr>
          <w:rFonts w:ascii="Times Roman" w:hAnsi="Times Roman" w:cs="Tahoma"/>
          <w:noProof/>
          <w:szCs w:val="22"/>
        </w:rPr>
        <w:t xml:space="preserve">The undersigned </w:t>
      </w:r>
      <w:r w:rsidRPr="000A014D">
        <w:rPr>
          <w:rFonts w:ascii="Times Roman" w:hAnsi="Times Roman" w:cs="Tahoma"/>
          <w:i/>
          <w:noProof/>
          <w:szCs w:val="22"/>
        </w:rPr>
        <w:t>(</w:t>
      </w:r>
      <w:r w:rsidRPr="000A014D">
        <w:rPr>
          <w:rFonts w:ascii="Times Roman" w:hAnsi="Times Roman" w:cs="Tahoma"/>
          <w:i/>
          <w:noProof/>
          <w:szCs w:val="22"/>
          <w:highlight w:val="lightGray"/>
        </w:rPr>
        <w:t>insert name of the signatory of this form</w:t>
      </w:r>
      <w:r w:rsidRPr="000A014D">
        <w:rPr>
          <w:rFonts w:ascii="Times Roman" w:hAnsi="Times Roman" w:cs="Tahoma"/>
          <w:i/>
          <w:noProof/>
          <w:szCs w:val="22"/>
        </w:rPr>
        <w:t>)</w:t>
      </w:r>
      <w:r w:rsidRPr="000A014D">
        <w:rPr>
          <w:rFonts w:ascii="Times Roman" w:hAnsi="Times Roman" w:cs="Tahoma"/>
          <w:noProof/>
          <w:szCs w:val="22"/>
        </w:rPr>
        <w:t>:</w:t>
      </w:r>
    </w:p>
    <w:p w14:paraId="4B8869A1"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noProof/>
          <w:szCs w:val="22"/>
        </w:rPr>
      </w:pPr>
      <w:r w:rsidRPr="000A014D">
        <w:rPr>
          <w:rFonts w:ascii="Times Roman" w:hAnsi="Times Roman" w:cs="Tahoma"/>
          <w:noProof/>
          <w:szCs w:val="22"/>
        </w:rPr>
        <w:t xml:space="preserve">in </w:t>
      </w:r>
      <w:r w:rsidRPr="000A014D">
        <w:rPr>
          <w:rFonts w:ascii="Times Roman" w:hAnsi="Times Roman" w:cs="Tahoma"/>
          <w:noProof/>
          <w:szCs w:val="22"/>
          <w:highlight w:val="lightGray"/>
        </w:rPr>
        <w:t>[his][her]</w:t>
      </w:r>
      <w:r w:rsidRPr="000A014D">
        <w:rPr>
          <w:rFonts w:ascii="Times Roman" w:hAnsi="Times Roman" w:cs="Tahoma"/>
          <w:noProof/>
          <w:szCs w:val="22"/>
        </w:rPr>
        <w:t xml:space="preserve"> own name </w:t>
      </w:r>
      <w:r w:rsidRPr="000A014D">
        <w:rPr>
          <w:rFonts w:ascii="Times Roman" w:hAnsi="Times Roman" w:cs="Tahoma"/>
          <w:i/>
          <w:noProof/>
          <w:szCs w:val="22"/>
        </w:rPr>
        <w:t>(</w:t>
      </w:r>
      <w:r w:rsidRPr="000A014D">
        <w:rPr>
          <w:rFonts w:ascii="Times Roman" w:hAnsi="Times Roman" w:cs="Tahoma"/>
          <w:i/>
          <w:noProof/>
          <w:szCs w:val="22"/>
          <w:highlight w:val="lightGray"/>
        </w:rPr>
        <w:t>for a natural person</w:t>
      </w:r>
      <w:r w:rsidRPr="000A014D">
        <w:rPr>
          <w:rFonts w:ascii="Times Roman" w:hAnsi="Times Roman" w:cs="Tahoma"/>
          <w:i/>
          <w:noProof/>
          <w:szCs w:val="22"/>
        </w:rPr>
        <w:t>)</w:t>
      </w:r>
    </w:p>
    <w:p w14:paraId="4B4925B2" w14:textId="77777777" w:rsidR="00B974C8" w:rsidRPr="000A014D" w:rsidRDefault="00B974C8" w:rsidP="00B974C8">
      <w:pPr>
        <w:spacing w:before="40" w:after="40"/>
        <w:ind w:left="720" w:firstLine="720"/>
        <w:rPr>
          <w:rFonts w:ascii="Times Roman" w:hAnsi="Times Roman" w:cs="Tahoma"/>
          <w:noProof/>
          <w:szCs w:val="22"/>
        </w:rPr>
      </w:pPr>
      <w:r w:rsidRPr="000A014D">
        <w:rPr>
          <w:rFonts w:ascii="Times Roman" w:hAnsi="Times Roman" w:cs="Tahoma"/>
          <w:noProof/>
          <w:szCs w:val="22"/>
        </w:rPr>
        <w:t>or</w:t>
      </w:r>
    </w:p>
    <w:p w14:paraId="50380032"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i/>
          <w:noProof/>
          <w:szCs w:val="22"/>
        </w:rPr>
      </w:pPr>
      <w:r w:rsidRPr="000A014D">
        <w:rPr>
          <w:rFonts w:ascii="Times Roman" w:hAnsi="Times Roman" w:cs="Tahoma"/>
          <w:noProof/>
          <w:szCs w:val="22"/>
        </w:rPr>
        <w:t xml:space="preserve">representing the following legal person: </w:t>
      </w:r>
      <w:r w:rsidRPr="000A014D">
        <w:rPr>
          <w:rFonts w:ascii="Times Roman" w:hAnsi="Times Roman" w:cs="Tahoma"/>
          <w:i/>
          <w:noProof/>
          <w:szCs w:val="22"/>
        </w:rPr>
        <w:t>(</w:t>
      </w:r>
      <w:r w:rsidRPr="000A014D">
        <w:rPr>
          <w:rFonts w:ascii="Times Roman" w:hAnsi="Times Roman" w:cs="Tahoma"/>
          <w:i/>
          <w:noProof/>
          <w:szCs w:val="22"/>
          <w:highlight w:val="lightGray"/>
        </w:rPr>
        <w:t>only if the economic operator is a legal person</w:t>
      </w:r>
      <w:r w:rsidRPr="000A014D">
        <w:rPr>
          <w:rFonts w:ascii="Times Roman" w:hAnsi="Times Roman" w:cs="Tahoma"/>
          <w:i/>
          <w:noProof/>
          <w:szCs w:val="22"/>
        </w:rPr>
        <w:t>)</w:t>
      </w:r>
    </w:p>
    <w:p w14:paraId="0F6C5289"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name:</w:t>
      </w:r>
    </w:p>
    <w:p w14:paraId="49A7197A"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official legal form:</w:t>
      </w:r>
    </w:p>
    <w:p w14:paraId="2A8930A4"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address:</w:t>
      </w:r>
    </w:p>
    <w:p w14:paraId="6C1BDCD1"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VAT registration number:</w:t>
      </w:r>
    </w:p>
    <w:p w14:paraId="03F32495" w14:textId="77777777" w:rsidR="00B974C8" w:rsidRPr="000A014D" w:rsidRDefault="00B974C8" w:rsidP="00B974C8">
      <w:pPr>
        <w:numPr>
          <w:ilvl w:val="0"/>
          <w:numId w:val="31"/>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is not in one of the following situations:</w:t>
      </w:r>
    </w:p>
    <w:p w14:paraId="21CF15C3"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082A512" w14:textId="77777777" w:rsidR="00B974C8" w:rsidRPr="000A014D" w:rsidRDefault="00B974C8" w:rsidP="00B974C8">
      <w:pPr>
        <w:pStyle w:val="Text1"/>
        <w:numPr>
          <w:ilvl w:val="0"/>
          <w:numId w:val="30"/>
        </w:numPr>
        <w:spacing w:before="40" w:after="40"/>
        <w:ind w:left="357" w:hanging="357"/>
        <w:rPr>
          <w:rFonts w:ascii="Times Roman" w:hAnsi="Times Roman" w:cs="Tahoma"/>
          <w:noProof/>
          <w:szCs w:val="22"/>
        </w:rPr>
      </w:pPr>
      <w:r w:rsidRPr="000A014D">
        <w:rPr>
          <w:rFonts w:ascii="Times Roman" w:hAnsi="Times Roman" w:cs="Tahoma"/>
          <w:noProof/>
          <w:szCs w:val="22"/>
        </w:rPr>
        <w:t xml:space="preserve">has been convicted of an offence concerning professional conduct by a judgment of a competent authority of a Member State which has the force of </w:t>
      </w:r>
      <w:r w:rsidRPr="000A014D">
        <w:rPr>
          <w:rFonts w:ascii="Times Roman" w:hAnsi="Times Roman" w:cs="Tahoma"/>
          <w:i/>
          <w:noProof/>
          <w:szCs w:val="22"/>
        </w:rPr>
        <w:t>res judicata</w:t>
      </w:r>
      <w:r w:rsidRPr="000A014D">
        <w:rPr>
          <w:rFonts w:ascii="Times Roman" w:hAnsi="Times Roman" w:cs="Tahoma"/>
          <w:noProof/>
          <w:szCs w:val="22"/>
        </w:rPr>
        <w:t>;</w:t>
      </w:r>
    </w:p>
    <w:p w14:paraId="4F03651A"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has been guilty of grave professional misconduct proven by any means which the contracting authorities can justify including by decisions of the European Investment Bank and international organisations;</w:t>
      </w:r>
    </w:p>
    <w:p w14:paraId="504A6DD0"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52639675"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 xml:space="preserve">has been the subject of a judgement which has the force of </w:t>
      </w:r>
      <w:r w:rsidRPr="000A014D">
        <w:rPr>
          <w:rFonts w:ascii="Times Roman" w:hAnsi="Times Roman" w:cs="Tahoma"/>
          <w:i/>
          <w:noProof/>
          <w:szCs w:val="22"/>
        </w:rPr>
        <w:t>res judicata</w:t>
      </w:r>
      <w:r w:rsidRPr="000A014D">
        <w:rPr>
          <w:rFonts w:ascii="Times Roman" w:hAnsi="Times Roman" w:cs="Tahoma"/>
          <w:noProof/>
          <w:szCs w:val="22"/>
        </w:rPr>
        <w:t xml:space="preserve"> for fraud, corruption, involvement in a criminal organisation, money laundering or any other illegal activity, where such activity is detrimental to the Union's financial interests;</w:t>
      </w:r>
    </w:p>
    <w:p w14:paraId="518FF4CC" w14:textId="77777777" w:rsidR="00B974C8" w:rsidRPr="000A014D" w:rsidRDefault="00B974C8" w:rsidP="00B974C8">
      <w:pPr>
        <w:numPr>
          <w:ilvl w:val="0"/>
          <w:numId w:val="30"/>
        </w:numPr>
        <w:spacing w:before="40" w:after="40"/>
        <w:rPr>
          <w:rFonts w:ascii="Times Roman" w:hAnsi="Times Roman" w:cs="Tahoma"/>
          <w:noProof/>
          <w:szCs w:val="22"/>
        </w:rPr>
      </w:pPr>
      <w:r w:rsidRPr="000A014D">
        <w:rPr>
          <w:rFonts w:ascii="Times Roman" w:hAnsi="Times Roman" w:cs="Tahoma"/>
          <w:noProof/>
          <w:szCs w:val="22"/>
        </w:rPr>
        <w:t>is a subject of an administrative penalty for being guilty of misrepresentation in supplying the information required by the contracting authority as a condition of participation in a procurement procedure or failing to supply this information, or having been declared to be in serious breach of its obligations under contracts covered by the Union's budget.</w:t>
      </w:r>
    </w:p>
    <w:p w14:paraId="1AAF1E56" w14:textId="2FA7EA89" w:rsidR="00B974C8" w:rsidRPr="000A014D" w:rsidRDefault="00B974C8" w:rsidP="00B974C8">
      <w:pPr>
        <w:numPr>
          <w:ilvl w:val="0"/>
          <w:numId w:val="34"/>
        </w:numPr>
        <w:spacing w:before="240"/>
        <w:ind w:left="714" w:hanging="357"/>
        <w:rPr>
          <w:rFonts w:ascii="Times Roman" w:hAnsi="Times Roman" w:cs="Tahoma"/>
          <w:noProof/>
          <w:szCs w:val="22"/>
        </w:rPr>
      </w:pPr>
      <w:r w:rsidRPr="000A014D">
        <w:rPr>
          <w:rFonts w:ascii="Times Roman" w:hAnsi="Times Roman" w:cs="Tahoma"/>
          <w:i/>
          <w:noProof/>
          <w:szCs w:val="22"/>
          <w:highlight w:val="lightGray"/>
          <w:u w:val="single"/>
        </w:rPr>
        <w:t>(</w:t>
      </w:r>
      <w:r w:rsidRPr="000A014D">
        <w:rPr>
          <w:rFonts w:ascii="Times Roman" w:hAnsi="Times Roman" w:cs="Tahoma"/>
          <w:noProof/>
          <w:szCs w:val="22"/>
        </w:rPr>
        <w:t>declares that the natural persons with power of representation, decision-making or control</w:t>
      </w:r>
      <w:r w:rsidRPr="000A014D">
        <w:rPr>
          <w:rStyle w:val="FootnoteReference"/>
          <w:rFonts w:ascii="Times Roman" w:hAnsi="Times Roman" w:cs="Tahoma"/>
          <w:noProof/>
          <w:szCs w:val="22"/>
        </w:rPr>
        <w:footnoteReference w:id="1"/>
      </w:r>
      <w:r w:rsidRPr="000A014D">
        <w:rPr>
          <w:rFonts w:ascii="Times Roman" w:hAnsi="Times Roman" w:cs="Tahoma"/>
          <w:noProof/>
          <w:szCs w:val="22"/>
        </w:rPr>
        <w:t xml:space="preserve"> over the above-mentioned legal entity are not in the situations referred to in b) and e) above; </w:t>
      </w:r>
    </w:p>
    <w:p w14:paraId="4B2B961E" w14:textId="77777777" w:rsidR="00B974C8" w:rsidRPr="000A014D" w:rsidRDefault="00B974C8" w:rsidP="00B974C8">
      <w:pPr>
        <w:numPr>
          <w:ilvl w:val="0"/>
          <w:numId w:val="32"/>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w:t>
      </w:r>
    </w:p>
    <w:p w14:paraId="622AE4AC"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g)</w:t>
      </w:r>
      <w:r w:rsidRPr="000A014D">
        <w:rPr>
          <w:rFonts w:ascii="Times Roman" w:hAnsi="Times Roman" w:cs="Tahoma"/>
          <w:noProof/>
          <w:szCs w:val="22"/>
        </w:rPr>
        <w:tab/>
        <w:t>has no conflict of interest in connection with the contract; a conflict of interest could arise in particular as a result of economic interests, political or national affinity, family, emotional life or any other shared interest;</w:t>
      </w:r>
    </w:p>
    <w:p w14:paraId="22938A48"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lastRenderedPageBreak/>
        <w:t>h)</w:t>
      </w:r>
      <w:r w:rsidRPr="000A014D">
        <w:rPr>
          <w:rFonts w:ascii="Times Roman" w:hAnsi="Times Roman" w:cs="Tahoma"/>
          <w:noProof/>
          <w:szCs w:val="22"/>
        </w:rPr>
        <w:tab/>
        <w:t>will inform the contracting authority, without delay, of any situation considered a conflict of interest or which could give rise to a conflict of interest;</w:t>
      </w:r>
    </w:p>
    <w:p w14:paraId="112C9FEF"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i)</w:t>
      </w:r>
      <w:r w:rsidRPr="000A014D">
        <w:rPr>
          <w:rFonts w:ascii="Times Roman" w:hAnsi="Times Roman" w:cs="Tahoma"/>
          <w:noProof/>
          <w:szCs w:val="22"/>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78005B01"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j)</w:t>
      </w:r>
      <w:r w:rsidRPr="000A014D">
        <w:rPr>
          <w:rFonts w:ascii="Times Roman" w:hAnsi="Times Roman" w:cs="Tahoma"/>
          <w:noProof/>
          <w:szCs w:val="22"/>
        </w:rPr>
        <w:tab/>
        <w:t>provided accurate, sincere and complete information to the contracting authority within the context of this procurement procedure ;</w:t>
      </w:r>
    </w:p>
    <w:p w14:paraId="40B024A2" w14:textId="77777777" w:rsidR="00B974C8" w:rsidRPr="000A014D" w:rsidRDefault="00B974C8" w:rsidP="00B974C8">
      <w:pPr>
        <w:numPr>
          <w:ilvl w:val="0"/>
          <w:numId w:val="33"/>
        </w:numPr>
        <w:spacing w:before="240"/>
        <w:ind w:left="726" w:hanging="357"/>
        <w:rPr>
          <w:rFonts w:ascii="Times Roman" w:hAnsi="Times Roman" w:cs="Tahoma"/>
          <w:noProof/>
          <w:szCs w:val="22"/>
        </w:rPr>
      </w:pPr>
      <w:r w:rsidRPr="000A014D">
        <w:rPr>
          <w:rFonts w:ascii="Times Roman" w:hAnsi="Times Roman" w:cs="Tahoma"/>
          <w:noProof/>
          <w:szCs w:val="22"/>
        </w:rPr>
        <w:t xml:space="preserve">acknowledges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may be subject to administrative and financial penalties</w:t>
      </w:r>
      <w:r w:rsidRPr="000A014D">
        <w:rPr>
          <w:rStyle w:val="FootnoteReference"/>
          <w:rFonts w:ascii="Times Roman" w:hAnsi="Times Roman" w:cs="Tahoma"/>
          <w:noProof/>
          <w:szCs w:val="22"/>
        </w:rPr>
        <w:footnoteReference w:id="2"/>
      </w:r>
      <w:r w:rsidRPr="000A014D">
        <w:rPr>
          <w:rFonts w:ascii="Times Roman" w:hAnsi="Times Roman" w:cs="Tahoma"/>
          <w:noProof/>
          <w:szCs w:val="22"/>
        </w:rPr>
        <w:t xml:space="preserve"> if any of the declarations or information provided prove to be false. </w:t>
      </w:r>
    </w:p>
    <w:p w14:paraId="407A2AA7" w14:textId="77777777" w:rsidR="00B974C8" w:rsidRPr="000A014D" w:rsidRDefault="00B974C8" w:rsidP="00B974C8">
      <w:pPr>
        <w:spacing w:before="40" w:after="40"/>
        <w:ind w:firstLine="11"/>
        <w:rPr>
          <w:rFonts w:ascii="Times Roman" w:hAnsi="Times Roman" w:cs="Tahoma"/>
          <w:noProof/>
          <w:szCs w:val="22"/>
        </w:rPr>
      </w:pPr>
      <w:r w:rsidRPr="000A014D">
        <w:rPr>
          <w:rFonts w:ascii="Times Roman" w:hAnsi="Times Roman" w:cs="Tahoma"/>
          <w:noProof/>
          <w:szCs w:val="22"/>
        </w:rPr>
        <w:t>In case of award of contract, the following evidence shall be provided upon request and within the time limit set by the contracting authority:</w:t>
      </w:r>
    </w:p>
    <w:p w14:paraId="29C30D4E"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3AE22B80"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11AB8FE4"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napToGrid w:val="0"/>
          <w:szCs w:val="22"/>
        </w:rPr>
      </w:pPr>
      <w:r w:rsidRPr="000A014D">
        <w:rPr>
          <w:rFonts w:ascii="Times Roman" w:hAnsi="Times Roman" w:cs="Tahoma"/>
          <w:noProof/>
          <w:snapToGrid w:val="0"/>
          <w:szCs w:val="22"/>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7DBBCEC1"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zCs w:val="22"/>
        </w:rPr>
      </w:pPr>
      <w:r w:rsidRPr="000A014D">
        <w:rPr>
          <w:rFonts w:ascii="Times Roman" w:hAnsi="Times Roman" w:cs="Tahoma"/>
          <w:noProof/>
          <w:snapToGrid w:val="0"/>
          <w:szCs w:val="22"/>
        </w:rPr>
        <w:t xml:space="preserve">If the tenderer is a legal person, information on the natural persons with power of representation, decision making or control over the legal person shall be provided only upon request by the contracting authority. </w:t>
      </w:r>
    </w:p>
    <w:p w14:paraId="28F7B368" w14:textId="77777777" w:rsidR="00B974C8" w:rsidRPr="000A014D" w:rsidRDefault="00B974C8" w:rsidP="00B974C8">
      <w:pPr>
        <w:spacing w:before="40" w:after="40"/>
        <w:rPr>
          <w:rFonts w:ascii="Times Roman" w:hAnsi="Times Roman" w:cs="Tahoma"/>
          <w:noProof/>
          <w:szCs w:val="22"/>
        </w:rPr>
      </w:pPr>
    </w:p>
    <w:p w14:paraId="41AA68D5" w14:textId="77777777" w:rsidR="00B974C8" w:rsidRPr="000A014D" w:rsidRDefault="00B974C8" w:rsidP="00B974C8">
      <w:pPr>
        <w:spacing w:before="40" w:after="40"/>
        <w:rPr>
          <w:rFonts w:ascii="Times Roman" w:hAnsi="Times Roman" w:cs="Tahoma"/>
          <w:noProof/>
          <w:szCs w:val="22"/>
        </w:rPr>
      </w:pPr>
    </w:p>
    <w:p w14:paraId="41849B3B" w14:textId="77777777" w:rsidR="00B974C8" w:rsidRPr="000A014D" w:rsidRDefault="00B974C8" w:rsidP="00B974C8">
      <w:pPr>
        <w:spacing w:before="40" w:after="40"/>
        <w:rPr>
          <w:rFonts w:ascii="Times Roman" w:hAnsi="Times Roman" w:cs="Tahoma"/>
          <w:noProof/>
          <w:szCs w:val="22"/>
        </w:rPr>
      </w:pPr>
    </w:p>
    <w:p w14:paraId="1743F6D6" w14:textId="77777777" w:rsidR="00B974C8" w:rsidRPr="000A014D" w:rsidRDefault="00B974C8" w:rsidP="00B974C8">
      <w:pPr>
        <w:spacing w:before="40" w:after="40"/>
        <w:rPr>
          <w:rFonts w:ascii="Times Roman" w:hAnsi="Times Roman" w:cs="Tahoma"/>
          <w:noProof/>
          <w:szCs w:val="22"/>
        </w:rPr>
      </w:pPr>
    </w:p>
    <w:p w14:paraId="25611F66" w14:textId="77777777" w:rsidR="00B974C8" w:rsidRPr="000A014D" w:rsidRDefault="00B974C8" w:rsidP="00B974C8">
      <w:pPr>
        <w:spacing w:before="40" w:after="40"/>
        <w:rPr>
          <w:rFonts w:ascii="Times Roman" w:hAnsi="Times Roman" w:cs="Tahoma"/>
          <w:noProof/>
          <w:szCs w:val="22"/>
        </w:rPr>
      </w:pPr>
    </w:p>
    <w:p w14:paraId="19FE539D" w14:textId="77777777" w:rsidR="00B974C8" w:rsidRPr="000A014D" w:rsidRDefault="00B974C8" w:rsidP="00B974C8">
      <w:pPr>
        <w:tabs>
          <w:tab w:val="left" w:pos="4395"/>
          <w:tab w:val="left" w:pos="7797"/>
        </w:tabs>
        <w:spacing w:before="40" w:after="40"/>
        <w:rPr>
          <w:rFonts w:ascii="Times Roman" w:hAnsi="Times Roman" w:cs="Tahoma"/>
          <w:noProof/>
          <w:szCs w:val="22"/>
        </w:rPr>
      </w:pPr>
      <w:r w:rsidRPr="000A014D">
        <w:rPr>
          <w:rFonts w:ascii="Times Roman" w:hAnsi="Times Roman" w:cs="Tahoma"/>
          <w:noProof/>
          <w:szCs w:val="22"/>
        </w:rPr>
        <w:t>Full name</w:t>
      </w:r>
      <w:r w:rsidRPr="000A014D">
        <w:rPr>
          <w:rFonts w:ascii="Times Roman" w:hAnsi="Times Roman" w:cs="Tahoma"/>
          <w:noProof/>
          <w:szCs w:val="22"/>
        </w:rPr>
        <w:tab/>
        <w:t>Date</w:t>
      </w:r>
      <w:r w:rsidRPr="000A014D">
        <w:rPr>
          <w:rFonts w:ascii="Times Roman" w:hAnsi="Times Roman" w:cs="Tahoma"/>
          <w:noProof/>
          <w:szCs w:val="22"/>
        </w:rPr>
        <w:tab/>
        <w:t>Signature</w:t>
      </w:r>
    </w:p>
    <w:p w14:paraId="4BD3B5B9" w14:textId="69EB4034" w:rsidR="00606618" w:rsidRPr="000A014D" w:rsidRDefault="005B1915" w:rsidP="00096586">
      <w:pPr>
        <w:pStyle w:val="Heading1-Section"/>
        <w:rPr>
          <w:rFonts w:ascii="Times Roman" w:hAnsi="Times Roman" w:cs="Tahoma"/>
          <w:sz w:val="22"/>
        </w:rPr>
      </w:pPr>
      <w:bookmarkStart w:id="20" w:name="_Toc394934731"/>
      <w:r w:rsidRPr="000A014D">
        <w:rPr>
          <w:rFonts w:ascii="Times Roman" w:hAnsi="Times Roman" w:cs="Tahoma"/>
          <w:sz w:val="22"/>
        </w:rPr>
        <w:lastRenderedPageBreak/>
        <w:t>SECTION 3</w:t>
      </w:r>
      <w:r w:rsidR="008B287D" w:rsidRPr="000A014D">
        <w:rPr>
          <w:rFonts w:ascii="Times Roman" w:hAnsi="Times Roman" w:cs="Tahoma"/>
          <w:sz w:val="22"/>
        </w:rPr>
        <w:t xml:space="preserve"> – SELECTION CRITERIA -</w:t>
      </w:r>
      <w:r w:rsidR="0083454A" w:rsidRPr="000A014D">
        <w:rPr>
          <w:rFonts w:ascii="Times Roman" w:hAnsi="Times Roman" w:cs="Tahoma"/>
          <w:sz w:val="22"/>
        </w:rPr>
        <w:t>ECONOMIC AND FINANCIAL CAPACITY</w:t>
      </w:r>
      <w:bookmarkEnd w:id="20"/>
    </w:p>
    <w:p w14:paraId="21400781" w14:textId="77777777" w:rsidR="00B974C8" w:rsidRPr="000A014D" w:rsidRDefault="00B974C8" w:rsidP="00B974C8">
      <w:pPr>
        <w:pStyle w:val="Heading3"/>
        <w:numPr>
          <w:ilvl w:val="0"/>
          <w:numId w:val="0"/>
        </w:numPr>
        <w:rPr>
          <w:rStyle w:val="Heading3Char"/>
          <w:rFonts w:ascii="Times Roman" w:hAnsi="Times Roman" w:cs="Tahoma"/>
          <w:i/>
          <w:szCs w:val="22"/>
        </w:rPr>
      </w:pPr>
      <w:r w:rsidRPr="000A014D">
        <w:rPr>
          <w:rStyle w:val="Heading3Char"/>
          <w:rFonts w:ascii="Times Roman" w:hAnsi="Times Roman" w:cs="Tahoma"/>
          <w:szCs w:val="22"/>
        </w:rPr>
        <w:t>3. 1</w:t>
      </w:r>
      <w:r w:rsidRPr="000A014D">
        <w:rPr>
          <w:rStyle w:val="Heading3Char"/>
          <w:rFonts w:ascii="Times Roman" w:hAnsi="Times Roman" w:cs="Tahoma"/>
          <w:i/>
          <w:szCs w:val="22"/>
        </w:rPr>
        <w:t xml:space="preserve"> </w:t>
      </w:r>
      <w:r w:rsidRPr="000A014D">
        <w:rPr>
          <w:rStyle w:val="Heading3Char"/>
          <w:rFonts w:ascii="Times Roman" w:hAnsi="Times Roman" w:cs="Tahoma"/>
          <w:szCs w:val="22"/>
        </w:rPr>
        <w:t>Have you enclosed evidence on professional risk indemnity insurance</w:t>
      </w:r>
      <w:r w:rsidRPr="000A014D">
        <w:rPr>
          <w:rStyle w:val="Heading3Char"/>
          <w:rFonts w:ascii="Times Roman" w:hAnsi="Times Roman" w:cs="Tahoma"/>
          <w:i/>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50858077" w14:textId="77777777" w:rsidTr="000C45D9">
        <w:trPr>
          <w:cantSplit/>
        </w:trPr>
        <w:tc>
          <w:tcPr>
            <w:tcW w:w="8867" w:type="dxa"/>
            <w:vAlign w:val="center"/>
          </w:tcPr>
          <w:p w14:paraId="306C9464"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2C9E41A7" w14:textId="77777777" w:rsidR="00B974C8" w:rsidRPr="000A014D" w:rsidRDefault="00B974C8" w:rsidP="00B974C8">
      <w:pPr>
        <w:pStyle w:val="Heading3"/>
        <w:numPr>
          <w:ilvl w:val="0"/>
          <w:numId w:val="0"/>
        </w:numPr>
        <w:spacing w:after="0"/>
        <w:rPr>
          <w:rFonts w:ascii="Times Roman" w:hAnsi="Times Roman" w:cs="Tahoma"/>
          <w:i w:val="0"/>
          <w:szCs w:val="22"/>
        </w:rPr>
      </w:pPr>
    </w:p>
    <w:p w14:paraId="4E497723"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 2 Have you enclosed balance sheets and results for the past two financial years?</w:t>
      </w:r>
    </w:p>
    <w:p w14:paraId="736C60E3"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39799DE8" w14:textId="77777777" w:rsidTr="000C45D9">
        <w:trPr>
          <w:cantSplit/>
        </w:trPr>
        <w:tc>
          <w:tcPr>
            <w:tcW w:w="8867" w:type="dxa"/>
            <w:vAlign w:val="center"/>
          </w:tcPr>
          <w:p w14:paraId="1FCDE93D" w14:textId="77777777" w:rsidR="00B974C8" w:rsidRPr="000A014D" w:rsidRDefault="00B974C8" w:rsidP="000C45D9">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t>Reference: ….</w:t>
            </w:r>
          </w:p>
        </w:tc>
      </w:tr>
    </w:tbl>
    <w:p w14:paraId="09AB9178" w14:textId="77777777" w:rsidR="00B974C8" w:rsidRPr="000A014D" w:rsidRDefault="00B974C8" w:rsidP="00B974C8">
      <w:pPr>
        <w:pStyle w:val="Text1"/>
        <w:spacing w:after="0"/>
        <w:ind w:left="1134"/>
        <w:rPr>
          <w:rFonts w:ascii="Times Roman" w:hAnsi="Times Roman" w:cs="Tahoma"/>
          <w:szCs w:val="22"/>
          <w:lang w:val="en-US"/>
        </w:rPr>
      </w:pPr>
    </w:p>
    <w:p w14:paraId="15F86750" w14:textId="77777777" w:rsidR="00B974C8" w:rsidRPr="000A014D" w:rsidRDefault="00B974C8" w:rsidP="00B974C8">
      <w:pPr>
        <w:pStyle w:val="Text1"/>
        <w:spacing w:after="0"/>
        <w:ind w:left="1134"/>
        <w:rPr>
          <w:rFonts w:ascii="Times Roman" w:hAnsi="Times Roman" w:cs="Tahoma"/>
          <w:szCs w:val="22"/>
          <w:lang w:val="en-US"/>
        </w:rPr>
      </w:pPr>
      <w:r w:rsidRPr="000A014D">
        <w:rPr>
          <w:rFonts w:ascii="Times Roman" w:hAnsi="Times Roman" w:cs="Tahoma"/>
          <w:szCs w:val="22"/>
          <w:lang w:val="en-US"/>
        </w:rPr>
        <w:t>If not, have you enclosed equivalent documentation?</w:t>
      </w:r>
    </w:p>
    <w:p w14:paraId="75A01CCF"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75821670" w14:textId="77777777" w:rsidTr="000C45D9">
        <w:trPr>
          <w:cantSplit/>
        </w:trPr>
        <w:tc>
          <w:tcPr>
            <w:tcW w:w="8867" w:type="dxa"/>
            <w:vAlign w:val="center"/>
          </w:tcPr>
          <w:p w14:paraId="1A7E2C9C"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NO)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1AA3C89E" w14:textId="77777777" w:rsidR="00B974C8" w:rsidRPr="000A014D" w:rsidRDefault="00B974C8" w:rsidP="00B974C8">
      <w:pPr>
        <w:pStyle w:val="Heading3"/>
        <w:numPr>
          <w:ilvl w:val="0"/>
          <w:numId w:val="0"/>
        </w:numPr>
        <w:spacing w:after="0"/>
        <w:rPr>
          <w:rFonts w:ascii="Times Roman" w:hAnsi="Times Roman" w:cs="Tahoma"/>
          <w:i w:val="0"/>
          <w:szCs w:val="22"/>
        </w:rPr>
      </w:pPr>
    </w:p>
    <w:p w14:paraId="18540787"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3.3 Have you enclosed a statement of overall turnover and turnover concerning the services to be covered by the contract (distinguishing between world-wide and European turnover and expressing all values in Euro) during the last two financial years?</w:t>
      </w:r>
    </w:p>
    <w:p w14:paraId="6AB18D5F"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C02C454" w14:textId="77777777" w:rsidTr="000C45D9">
        <w:trPr>
          <w:cantSplit/>
        </w:trPr>
        <w:tc>
          <w:tcPr>
            <w:tcW w:w="8867" w:type="dxa"/>
            <w:vAlign w:val="center"/>
          </w:tcPr>
          <w:p w14:paraId="388972B8"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613288EE" w14:textId="77777777" w:rsidR="00B974C8" w:rsidRPr="000A014D" w:rsidRDefault="00B974C8" w:rsidP="00B974C8">
      <w:pPr>
        <w:pStyle w:val="Heading3"/>
        <w:numPr>
          <w:ilvl w:val="0"/>
          <w:numId w:val="0"/>
        </w:numPr>
        <w:spacing w:after="0"/>
        <w:rPr>
          <w:rFonts w:ascii="Times Roman" w:hAnsi="Times Roman" w:cs="Tahoma"/>
          <w:i w:val="0"/>
          <w:szCs w:val="22"/>
        </w:rPr>
      </w:pPr>
    </w:p>
    <w:p w14:paraId="6ABBF810"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3.4 Do you intend to rely on the capacities of other entities (e.g. your parent company)?</w:t>
      </w:r>
    </w:p>
    <w:p w14:paraId="48286357"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21B930F1" w14:textId="77777777" w:rsidTr="000C45D9">
        <w:trPr>
          <w:cantSplit/>
        </w:trPr>
        <w:tc>
          <w:tcPr>
            <w:tcW w:w="8867" w:type="dxa"/>
            <w:vAlign w:val="center"/>
          </w:tcPr>
          <w:p w14:paraId="5077DF2A" w14:textId="79D1C636" w:rsidR="00B974C8" w:rsidRPr="000A014D" w:rsidRDefault="00B974C8" w:rsidP="00446FA2">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r>
          </w:p>
        </w:tc>
      </w:tr>
    </w:tbl>
    <w:p w14:paraId="5897497E" w14:textId="77777777" w:rsidR="00B974C8" w:rsidRPr="000A014D" w:rsidRDefault="00B974C8" w:rsidP="00B974C8">
      <w:pPr>
        <w:pStyle w:val="Text1"/>
        <w:spacing w:after="0"/>
        <w:ind w:left="1134"/>
        <w:rPr>
          <w:rFonts w:ascii="Times Roman" w:hAnsi="Times Roman" w:cs="Tahoma"/>
          <w:szCs w:val="22"/>
          <w:lang w:val="en-US"/>
        </w:rPr>
      </w:pPr>
    </w:p>
    <w:p w14:paraId="3EEB4C9A" w14:textId="6E9F1B34" w:rsidR="00B974C8" w:rsidRPr="000A014D" w:rsidRDefault="000D667B" w:rsidP="000D667B">
      <w:pPr>
        <w:pStyle w:val="Text1"/>
        <w:spacing w:after="0"/>
        <w:ind w:left="0"/>
        <w:rPr>
          <w:rFonts w:ascii="Times Roman" w:hAnsi="Times Roman" w:cs="Tahoma"/>
          <w:szCs w:val="22"/>
          <w:lang w:val="en-US"/>
        </w:rPr>
      </w:pPr>
      <w:r>
        <w:rPr>
          <w:rFonts w:ascii="Times Roman" w:hAnsi="Times Roman" w:cs="Tahoma"/>
          <w:szCs w:val="22"/>
          <w:lang w:val="en-US"/>
        </w:rPr>
        <w:t xml:space="preserve">3.5 </w:t>
      </w:r>
      <w:r w:rsidR="00B974C8" w:rsidRPr="000A014D">
        <w:rPr>
          <w:rFonts w:ascii="Times Roman" w:hAnsi="Times Roman" w:cs="Tahoma"/>
          <w:szCs w:val="22"/>
          <w:lang w:val="en-US"/>
        </w:rPr>
        <w:t>If yes, have you enclosed a declaration from this company stating that it will fully support your tender?</w:t>
      </w:r>
    </w:p>
    <w:p w14:paraId="63E68403"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859471D" w14:textId="77777777" w:rsidTr="000C45D9">
        <w:trPr>
          <w:cantSplit/>
        </w:trPr>
        <w:tc>
          <w:tcPr>
            <w:tcW w:w="8867" w:type="dxa"/>
            <w:vAlign w:val="center"/>
          </w:tcPr>
          <w:p w14:paraId="1D635FA7"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YES)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6409D4E9" w14:textId="77777777" w:rsidR="00B974C8" w:rsidRPr="000A014D" w:rsidRDefault="00B974C8" w:rsidP="00B974C8">
      <w:pPr>
        <w:rPr>
          <w:rFonts w:ascii="Times Roman" w:hAnsi="Times Roman" w:cs="Tahoma"/>
          <w:szCs w:val="22"/>
        </w:rPr>
      </w:pPr>
    </w:p>
    <w:p w14:paraId="62917E56" w14:textId="40024403" w:rsidR="00401B0A" w:rsidRDefault="00401B0A">
      <w:pPr>
        <w:spacing w:before="0" w:after="200" w:line="276" w:lineRule="auto"/>
        <w:jc w:val="left"/>
        <w:rPr>
          <w:rFonts w:ascii="Times Roman" w:hAnsi="Times Roman" w:cs="Tahoma"/>
          <w:b/>
          <w:szCs w:val="22"/>
          <w:highlight w:val="green"/>
        </w:rPr>
      </w:pPr>
      <w:r>
        <w:rPr>
          <w:rFonts w:ascii="Times Roman" w:hAnsi="Times Roman" w:cs="Tahoma"/>
          <w:b/>
          <w:szCs w:val="22"/>
          <w:highlight w:val="green"/>
        </w:rPr>
        <w:br w:type="page"/>
      </w:r>
    </w:p>
    <w:p w14:paraId="62A60E13" w14:textId="549B0F35" w:rsidR="00401B0A" w:rsidRPr="00542473" w:rsidRDefault="00401B0A" w:rsidP="00401B0A">
      <w:pPr>
        <w:pStyle w:val="Heading1-Section"/>
        <w:rPr>
          <w:rFonts w:ascii="Times New Roman" w:hAnsi="Times New Roman" w:cs="Times New Roman"/>
        </w:rPr>
      </w:pPr>
      <w:bookmarkStart w:id="21" w:name="_Toc390959082"/>
      <w:bookmarkStart w:id="22" w:name="_Toc394934732"/>
      <w:r w:rsidRPr="00401B0A">
        <w:rPr>
          <w:rFonts w:ascii="Times Roman" w:hAnsi="Times Roman" w:cs="Tahoma"/>
          <w:sz w:val="22"/>
        </w:rPr>
        <w:lastRenderedPageBreak/>
        <w:t>SECTION 4 – TECHNICAL SELECTION (TECHNICAL AND PROFESSIONAL CAPACITY)</w:t>
      </w:r>
      <w:bookmarkEnd w:id="21"/>
      <w:bookmarkEnd w:id="22"/>
    </w:p>
    <w:p w14:paraId="1776EA89" w14:textId="51EE5D5D" w:rsidR="00401B0A" w:rsidRPr="00542473" w:rsidRDefault="00401B0A" w:rsidP="00401B0A">
      <w:pPr>
        <w:pStyle w:val="Heading10"/>
        <w:numPr>
          <w:ilvl w:val="0"/>
          <w:numId w:val="5"/>
        </w:numPr>
        <w:rPr>
          <w:rFonts w:ascii="Times New Roman" w:hAnsi="Times New Roman"/>
        </w:rPr>
      </w:pPr>
      <w:bookmarkStart w:id="23" w:name="_Toc390959083"/>
      <w:bookmarkStart w:id="24" w:name="_Toc121016269"/>
      <w:bookmarkStart w:id="25" w:name="_Toc394934733"/>
      <w:r w:rsidRPr="00542473">
        <w:rPr>
          <w:rFonts w:ascii="Times New Roman" w:hAnsi="Times New Roman"/>
        </w:rPr>
        <w:t>Technical and Professional capacity</w:t>
      </w:r>
      <w:bookmarkEnd w:id="25"/>
      <w:r w:rsidRPr="00542473">
        <w:rPr>
          <w:rFonts w:ascii="Times New Roman" w:hAnsi="Times New Roman"/>
        </w:rPr>
        <w:t xml:space="preserve">  </w:t>
      </w:r>
      <w:bookmarkEnd w:id="23"/>
    </w:p>
    <w:p w14:paraId="4810585F" w14:textId="77777777" w:rsidR="00401B0A" w:rsidRPr="00542473" w:rsidRDefault="00401B0A" w:rsidP="00401B0A">
      <w:pPr>
        <w:pStyle w:val="Heading2"/>
        <w:numPr>
          <w:ilvl w:val="1"/>
          <w:numId w:val="5"/>
        </w:numPr>
        <w:rPr>
          <w:rFonts w:ascii="Times New Roman" w:hAnsi="Times New Roman"/>
        </w:rPr>
      </w:pPr>
      <w:bookmarkStart w:id="26" w:name="_Toc390959084"/>
      <w:bookmarkStart w:id="27" w:name="_Toc394934734"/>
      <w:r w:rsidRPr="00542473">
        <w:rPr>
          <w:rFonts w:ascii="Times New Roman" w:hAnsi="Times New Roman"/>
        </w:rPr>
        <w:t>Suitability of the tenderer’s organisational structure to allow the delivery of the required services</w:t>
      </w:r>
      <w:bookmarkEnd w:id="26"/>
      <w:bookmarkEnd w:id="27"/>
      <w:r w:rsidRPr="00542473">
        <w:rPr>
          <w:rFonts w:ascii="Times New Roman" w:hAnsi="Times New Roman"/>
        </w:rPr>
        <w:t xml:space="preserve"> </w:t>
      </w:r>
    </w:p>
    <w:p w14:paraId="361AFCBE" w14:textId="77777777" w:rsidR="00401B0A" w:rsidRPr="00542473" w:rsidRDefault="00401B0A" w:rsidP="00401B0A">
      <w:pPr>
        <w:pStyle w:val="Text3"/>
        <w:ind w:left="1134"/>
        <w:rPr>
          <w:rFonts w:ascii="Times New Roman" w:hAnsi="Times New Roman"/>
          <w:b/>
          <w:bCs/>
          <w:i/>
          <w:iCs/>
        </w:rPr>
      </w:pPr>
      <w:r w:rsidRPr="00542473">
        <w:rPr>
          <w:rFonts w:ascii="Times New Roman" w:hAnsi="Times New Roman"/>
          <w:b/>
          <w:bCs/>
          <w:i/>
          <w:iCs/>
        </w:rPr>
        <w:t>In case of a joint offer, provide the information on behalf of the whole consortium, including subcontractors.</w:t>
      </w:r>
    </w:p>
    <w:p w14:paraId="445EE2C2" w14:textId="77777777" w:rsidR="00401B0A" w:rsidRPr="00542473" w:rsidRDefault="00401B0A" w:rsidP="00401B0A">
      <w:pPr>
        <w:pStyle w:val="Heading3"/>
        <w:numPr>
          <w:ilvl w:val="2"/>
          <w:numId w:val="5"/>
        </w:numPr>
        <w:tabs>
          <w:tab w:val="clear" w:pos="1920"/>
          <w:tab w:val="num" w:pos="720"/>
        </w:tabs>
        <w:spacing w:before="0" w:after="240"/>
        <w:ind w:left="1134" w:hanging="1134"/>
        <w:rPr>
          <w:rFonts w:ascii="Times New Roman" w:hAnsi="Times New Roman"/>
        </w:rPr>
      </w:pPr>
      <w:r w:rsidRPr="00542473">
        <w:rPr>
          <w:rFonts w:ascii="Times New Roman" w:hAnsi="Times New Roman"/>
        </w:rPr>
        <w:t xml:space="preserve">Organisation </w:t>
      </w:r>
    </w:p>
    <w:p w14:paraId="072E0F3C" w14:textId="77777777" w:rsidR="00401B0A" w:rsidRPr="00542473" w:rsidRDefault="00401B0A" w:rsidP="00401B0A">
      <w:pPr>
        <w:pStyle w:val="Heading4"/>
        <w:numPr>
          <w:ilvl w:val="3"/>
          <w:numId w:val="5"/>
        </w:numPr>
        <w:spacing w:before="0" w:after="240"/>
        <w:ind w:left="720"/>
        <w:rPr>
          <w:rFonts w:ascii="Times New Roman" w:hAnsi="Times New Roman"/>
        </w:rPr>
      </w:pPr>
      <w:r w:rsidRPr="00542473">
        <w:rPr>
          <w:rFonts w:ascii="Times New Roman" w:hAnsi="Times New Roman"/>
        </w:rPr>
        <w:t xml:space="preserve">Have you enclosed a brief description of the company's business activities relating to the services covered by this tender?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783EEB4F" w14:textId="77777777" w:rsidTr="00B03438">
        <w:tc>
          <w:tcPr>
            <w:tcW w:w="8280" w:type="dxa"/>
          </w:tcPr>
          <w:p w14:paraId="0D0B33B6"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r w:rsidRPr="00542473">
              <w:rPr>
                <w:rFonts w:ascii="Times New Roman" w:hAnsi="Times New Roman"/>
                <w:b/>
              </w:rPr>
              <w:t>(mandatory)</w:t>
            </w:r>
            <w:r w:rsidRPr="00542473">
              <w:rPr>
                <w:rFonts w:ascii="Times New Roman" w:hAnsi="Times New Roman"/>
              </w:rPr>
              <w:t xml:space="preserve"> </w:t>
            </w:r>
          </w:p>
          <w:p w14:paraId="01CB8877"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20D62ABE" w14:textId="77777777" w:rsidR="00401B0A" w:rsidRPr="00542473" w:rsidRDefault="00401B0A" w:rsidP="00401B0A">
      <w:pPr>
        <w:pStyle w:val="Heading4"/>
        <w:numPr>
          <w:ilvl w:val="0"/>
          <w:numId w:val="0"/>
        </w:numPr>
        <w:ind w:left="720"/>
        <w:rPr>
          <w:rFonts w:ascii="Times New Roman" w:hAnsi="Times New Roman"/>
        </w:rPr>
      </w:pPr>
      <w:r w:rsidRPr="00542473">
        <w:rPr>
          <w:rFonts w:ascii="Times New Roman" w:hAnsi="Times New Roman"/>
        </w:rPr>
        <w:t xml:space="preserve"> Have you described your </w:t>
      </w:r>
      <w:r w:rsidRPr="00542473">
        <w:rPr>
          <w:rFonts w:ascii="Times New Roman" w:hAnsi="Times New Roman"/>
          <w:u w:val="single"/>
        </w:rPr>
        <w:t>organisational structure</w:t>
      </w:r>
      <w:r w:rsidRPr="00542473">
        <w:rPr>
          <w:rFonts w:ascii="Times New Roman" w:hAnsi="Times New Roman"/>
        </w:rPr>
        <w:t xml:space="preserve">, in particular in relation to the services requested in this tender? </w:t>
      </w:r>
    </w:p>
    <w:p w14:paraId="53327AF0" w14:textId="77777777" w:rsidR="00401B0A" w:rsidRPr="00542473" w:rsidRDefault="00401B0A" w:rsidP="00401B0A">
      <w:pPr>
        <w:pStyle w:val="Heading4"/>
        <w:numPr>
          <w:ilvl w:val="0"/>
          <w:numId w:val="0"/>
        </w:numPr>
        <w:ind w:left="720" w:hanging="720"/>
        <w:rPr>
          <w:rFonts w:ascii="Times New Roman" w:hAnsi="Times New Roman"/>
        </w:rPr>
      </w:pPr>
      <w:r w:rsidRPr="00542473">
        <w:rPr>
          <w:rFonts w:ascii="Times New Roman" w:hAnsi="Times New Roman"/>
        </w:rPr>
        <w:tab/>
        <w:t xml:space="preserve">If relevant, include the </w:t>
      </w:r>
      <w:r w:rsidRPr="00542473">
        <w:rPr>
          <w:rFonts w:ascii="Times New Roman" w:hAnsi="Times New Roman"/>
          <w:u w:val="single"/>
        </w:rPr>
        <w:t>relationships between the tenderer and other companies of the same group</w:t>
      </w:r>
      <w:r w:rsidRPr="00542473">
        <w:rPr>
          <w:rFonts w:ascii="Times New Roman" w:hAnsi="Times New Roman"/>
        </w:rPr>
        <w:t>, including those that could participate (e.g. as sub-contractor) in the delivery of the requested services.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137965C3" w14:textId="77777777" w:rsidTr="00B03438">
        <w:tc>
          <w:tcPr>
            <w:tcW w:w="8280" w:type="dxa"/>
          </w:tcPr>
          <w:p w14:paraId="52A320B4"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r w:rsidRPr="00542473">
              <w:rPr>
                <w:rFonts w:ascii="Times New Roman" w:hAnsi="Times New Roman"/>
                <w:b/>
              </w:rPr>
              <w:t>(mandatory)</w:t>
            </w:r>
            <w:r w:rsidRPr="00542473">
              <w:rPr>
                <w:rFonts w:ascii="Times New Roman" w:hAnsi="Times New Roman"/>
              </w:rPr>
              <w:t xml:space="preserve"> </w:t>
            </w:r>
          </w:p>
          <w:p w14:paraId="572A793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3341AC74" w14:textId="77777777" w:rsidR="00401B0A" w:rsidRPr="00542473" w:rsidRDefault="00401B0A" w:rsidP="00401B0A">
      <w:pPr>
        <w:pStyle w:val="Heading4"/>
        <w:numPr>
          <w:ilvl w:val="3"/>
          <w:numId w:val="5"/>
        </w:numPr>
        <w:spacing w:before="0" w:after="240"/>
        <w:ind w:left="720"/>
        <w:rPr>
          <w:rFonts w:ascii="Times New Roman" w:hAnsi="Times New Roman"/>
        </w:rPr>
      </w:pPr>
      <w:r w:rsidRPr="00542473">
        <w:rPr>
          <w:rFonts w:ascii="Times New Roman" w:hAnsi="Times New Roman"/>
        </w:rPr>
        <w:t xml:space="preserve">Have you enclosed a description of the organisation of your department(s) responsible for the delivery of the requested services with the number of staff involved?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2956DF38" w14:textId="77777777" w:rsidTr="00B03438">
        <w:tc>
          <w:tcPr>
            <w:tcW w:w="8280" w:type="dxa"/>
          </w:tcPr>
          <w:p w14:paraId="7981A3F8"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7D7C6C62"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04BE2550" w14:textId="77777777" w:rsidR="00401B0A" w:rsidRPr="00542473" w:rsidRDefault="00401B0A" w:rsidP="00401B0A">
      <w:pPr>
        <w:pStyle w:val="Heading3"/>
        <w:numPr>
          <w:ilvl w:val="2"/>
          <w:numId w:val="5"/>
        </w:numPr>
        <w:tabs>
          <w:tab w:val="clear" w:pos="1920"/>
        </w:tabs>
        <w:spacing w:before="0" w:after="240"/>
        <w:ind w:left="851" w:hanging="839"/>
        <w:rPr>
          <w:rFonts w:ascii="Times New Roman" w:hAnsi="Times New Roman"/>
        </w:rPr>
      </w:pPr>
      <w:r w:rsidRPr="00542473">
        <w:rPr>
          <w:rFonts w:ascii="Times New Roman" w:hAnsi="Times New Roman"/>
        </w:rPr>
        <w:t xml:space="preserve">Training Program </w:t>
      </w:r>
    </w:p>
    <w:p w14:paraId="0DAA29DC" w14:textId="77777777" w:rsidR="00401B0A" w:rsidRPr="00542473" w:rsidRDefault="00401B0A" w:rsidP="00401B0A">
      <w:pPr>
        <w:pStyle w:val="Heading4"/>
        <w:keepNext w:val="0"/>
        <w:numPr>
          <w:ilvl w:val="3"/>
          <w:numId w:val="5"/>
        </w:numPr>
        <w:spacing w:before="240"/>
        <w:ind w:left="1440" w:hanging="1440"/>
        <w:rPr>
          <w:rFonts w:ascii="Times New Roman" w:hAnsi="Times New Roman"/>
        </w:rPr>
      </w:pPr>
      <w:bookmarkStart w:id="28" w:name="_Ref504899978"/>
      <w:r w:rsidRPr="00542473">
        <w:rPr>
          <w:rFonts w:ascii="Times New Roman" w:hAnsi="Times New Roman"/>
        </w:rPr>
        <w:t>Do you have training program</w:t>
      </w:r>
      <w:bookmarkEnd w:id="28"/>
      <w:r w:rsidRPr="00542473">
        <w:rPr>
          <w:rFonts w:ascii="Times New Roman" w:hAnsi="Times New Roman"/>
        </w:rPr>
        <w:t>(s) that support</w:t>
      </w:r>
      <w:r>
        <w:rPr>
          <w:rFonts w:ascii="Times New Roman" w:hAnsi="Times New Roman"/>
        </w:rPr>
        <w:t>(</w:t>
      </w:r>
      <w:r w:rsidRPr="00542473">
        <w:rPr>
          <w:rFonts w:ascii="Times New Roman" w:hAnsi="Times New Roman"/>
        </w:rPr>
        <w:t>s</w:t>
      </w:r>
      <w:r>
        <w:rPr>
          <w:rFonts w:ascii="Times New Roman" w:hAnsi="Times New Roman"/>
        </w:rPr>
        <w:t>)</w:t>
      </w:r>
      <w:r w:rsidRPr="00542473">
        <w:rPr>
          <w:rFonts w:ascii="Times New Roman" w:hAnsi="Times New Roman"/>
        </w:rPr>
        <w:t xml:space="preserve"> the quality of the services required?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33A9AE17" w14:textId="77777777" w:rsidTr="00B03438">
        <w:tc>
          <w:tcPr>
            <w:tcW w:w="8280" w:type="dxa"/>
          </w:tcPr>
          <w:p w14:paraId="54148E73" w14:textId="77777777" w:rsidR="00401B0A" w:rsidRPr="00542473" w:rsidRDefault="00401B0A" w:rsidP="00B03438">
            <w:pPr>
              <w:pStyle w:val="Text3"/>
              <w:spacing w:before="60" w:after="60"/>
              <w:ind w:left="1168"/>
              <w:rPr>
                <w:rFonts w:ascii="Times New Roman" w:hAnsi="Times New Roman"/>
              </w:rPr>
            </w:pPr>
            <w:r w:rsidRPr="00542473">
              <w:rPr>
                <w:rStyle w:val="Indent3"/>
                <w:rFonts w:ascii="Times New Roman" w:hAnsi="Times New Roman"/>
              </w:rPr>
              <w:t xml:space="preserve">YES/NO </w:t>
            </w:r>
          </w:p>
        </w:tc>
      </w:tr>
    </w:tbl>
    <w:p w14:paraId="0F8879CE" w14:textId="77777777" w:rsidR="00401B0A" w:rsidRPr="00851D8E" w:rsidRDefault="00401B0A" w:rsidP="00401B0A">
      <w:pPr>
        <w:pStyle w:val="Heading5"/>
        <w:numPr>
          <w:ilvl w:val="4"/>
          <w:numId w:val="5"/>
        </w:numPr>
        <w:tabs>
          <w:tab w:val="clear" w:pos="1800"/>
        </w:tabs>
        <w:spacing w:after="120"/>
        <w:ind w:left="1440" w:hanging="1440"/>
        <w:rPr>
          <w:rFonts w:ascii="Times New Roman" w:hAnsi="Times New Roman" w:cs="Times New Roman"/>
        </w:rPr>
      </w:pPr>
      <w:r w:rsidRPr="00851D8E">
        <w:rPr>
          <w:rStyle w:val="Heading4Char"/>
          <w:rFonts w:ascii="Times New Roman" w:hAnsi="Times New Roman"/>
          <w:szCs w:val="22"/>
        </w:rPr>
        <w:t>If YES, give the title and provider of the main courses in relation to the</w:t>
      </w:r>
      <w:r w:rsidRPr="00447217">
        <w:rPr>
          <w:rFonts w:ascii="Times New Roman" w:hAnsi="Times New Roman" w:cs="Times New Roman"/>
        </w:rPr>
        <w:t xml:space="preserve"> domain of the tender?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7F61BFDE" w14:textId="77777777" w:rsidTr="00B03438">
        <w:tc>
          <w:tcPr>
            <w:tcW w:w="8280" w:type="dxa"/>
          </w:tcPr>
          <w:p w14:paraId="01B59853" w14:textId="77777777" w:rsidR="00401B0A" w:rsidRPr="00542473" w:rsidRDefault="00401B0A" w:rsidP="00B03438">
            <w:pPr>
              <w:pStyle w:val="Text3"/>
              <w:spacing w:before="60" w:after="60"/>
              <w:ind w:left="1168"/>
              <w:rPr>
                <w:rStyle w:val="Indent3"/>
                <w:rFonts w:ascii="Times New Roman" w:hAnsi="Times New Roman"/>
              </w:rPr>
            </w:pPr>
            <w:r w:rsidRPr="00542473">
              <w:rPr>
                <w:rStyle w:val="Indent3"/>
                <w:rFonts w:ascii="Times New Roman" w:hAnsi="Times New Roman"/>
              </w:rPr>
              <w:t>Reference: ………..</w:t>
            </w:r>
          </w:p>
          <w:p w14:paraId="2EA15C61" w14:textId="77777777" w:rsidR="00401B0A" w:rsidRPr="00542473" w:rsidRDefault="00401B0A" w:rsidP="00B03438">
            <w:pPr>
              <w:pStyle w:val="Text3"/>
              <w:spacing w:before="60" w:after="60"/>
              <w:ind w:left="1168"/>
              <w:rPr>
                <w:rFonts w:ascii="Times New Roman" w:hAnsi="Times New Roman"/>
              </w:rPr>
            </w:pPr>
          </w:p>
        </w:tc>
      </w:tr>
    </w:tbl>
    <w:p w14:paraId="640A9531" w14:textId="77777777" w:rsidR="00401B0A" w:rsidRPr="00447217" w:rsidRDefault="00401B0A" w:rsidP="00401B0A">
      <w:pPr>
        <w:pStyle w:val="Heading5"/>
        <w:numPr>
          <w:ilvl w:val="4"/>
          <w:numId w:val="5"/>
        </w:numPr>
        <w:tabs>
          <w:tab w:val="clear" w:pos="1800"/>
        </w:tabs>
        <w:spacing w:after="120"/>
        <w:ind w:left="1440" w:hanging="1440"/>
        <w:rPr>
          <w:rFonts w:ascii="Times New Roman" w:hAnsi="Times New Roman" w:cs="Times New Roman"/>
        </w:rPr>
      </w:pPr>
      <w:r w:rsidRPr="00851D8E">
        <w:rPr>
          <w:rStyle w:val="Heading4Char"/>
          <w:rFonts w:ascii="Times New Roman" w:hAnsi="Times New Roman"/>
          <w:szCs w:val="22"/>
        </w:rPr>
        <w:t>If NO, how do you guarantee the training program and the staff competence</w:t>
      </w:r>
      <w:r w:rsidRPr="00447217">
        <w:rPr>
          <w:rFonts w:ascii="Times New Roman" w:hAnsi="Times New Roman" w:cs="Times New Roman"/>
        </w:rPr>
        <w:t xml:space="preserve"> that supports the quality of the services required? (Do you have formalized competence management process? Please explain)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5585A426" w14:textId="77777777" w:rsidTr="00B03438">
        <w:tc>
          <w:tcPr>
            <w:tcW w:w="8280" w:type="dxa"/>
          </w:tcPr>
          <w:p w14:paraId="050A6839" w14:textId="77777777" w:rsidR="00401B0A" w:rsidRPr="00542473" w:rsidRDefault="00401B0A" w:rsidP="00B03438">
            <w:pPr>
              <w:pStyle w:val="Text3"/>
              <w:spacing w:before="60" w:after="60"/>
              <w:ind w:left="1168"/>
              <w:rPr>
                <w:rStyle w:val="Indent3"/>
                <w:rFonts w:ascii="Times New Roman" w:hAnsi="Times New Roman"/>
              </w:rPr>
            </w:pPr>
            <w:r w:rsidRPr="00542473">
              <w:rPr>
                <w:rFonts w:ascii="Times New Roman" w:hAnsi="Times New Roman"/>
              </w:rPr>
              <w:t>Reference: ……….</w:t>
            </w:r>
          </w:p>
          <w:p w14:paraId="7B4D0A00" w14:textId="77777777" w:rsidR="00401B0A" w:rsidRPr="00542473" w:rsidRDefault="00401B0A" w:rsidP="00B03438">
            <w:pPr>
              <w:pStyle w:val="Text3"/>
              <w:spacing w:before="60" w:after="60"/>
              <w:ind w:left="1168"/>
              <w:rPr>
                <w:rFonts w:ascii="Times New Roman" w:hAnsi="Times New Roman"/>
              </w:rPr>
            </w:pPr>
          </w:p>
        </w:tc>
      </w:tr>
    </w:tbl>
    <w:p w14:paraId="02F73347" w14:textId="77777777" w:rsidR="00401B0A" w:rsidRPr="00542473" w:rsidRDefault="00401B0A" w:rsidP="00401B0A">
      <w:pPr>
        <w:pStyle w:val="Heading2"/>
        <w:numPr>
          <w:ilvl w:val="1"/>
          <w:numId w:val="5"/>
        </w:numPr>
        <w:tabs>
          <w:tab w:val="clear" w:pos="1200"/>
        </w:tabs>
        <w:spacing w:before="0" w:after="240"/>
        <w:ind w:left="1077" w:hanging="595"/>
        <w:rPr>
          <w:rFonts w:ascii="Times New Roman" w:hAnsi="Times New Roman"/>
          <w:noProof/>
        </w:rPr>
      </w:pPr>
      <w:bookmarkStart w:id="29" w:name="_Toc390959085"/>
      <w:bookmarkStart w:id="30" w:name="_Toc394934735"/>
      <w:r w:rsidRPr="00542473">
        <w:rPr>
          <w:rFonts w:ascii="Times New Roman" w:hAnsi="Times New Roman"/>
        </w:rPr>
        <w:lastRenderedPageBreak/>
        <w:t>Manpower and qualification of staff relevant to the required services</w:t>
      </w:r>
      <w:bookmarkEnd w:id="29"/>
      <w:bookmarkEnd w:id="30"/>
      <w:r w:rsidRPr="00542473">
        <w:rPr>
          <w:rFonts w:ascii="Times New Roman" w:hAnsi="Times New Roman"/>
          <w:noProof/>
        </w:rPr>
        <w:t xml:space="preserve"> </w:t>
      </w:r>
    </w:p>
    <w:p w14:paraId="6076ECBA" w14:textId="77777777" w:rsidR="00401B0A" w:rsidRPr="003160A0" w:rsidRDefault="00401B0A" w:rsidP="00401B0A">
      <w:pPr>
        <w:pStyle w:val="Text2"/>
        <w:ind w:left="567"/>
        <w:rPr>
          <w:rFonts w:ascii="Times New Roman" w:hAnsi="Times New Roman"/>
        </w:rPr>
      </w:pPr>
      <w:r w:rsidRPr="003160A0">
        <w:rPr>
          <w:rFonts w:ascii="Times New Roman" w:hAnsi="Times New Roman"/>
        </w:rPr>
        <w:t>In case of a joint offer, the required information should be provided for the group of tenderers as a whole.</w:t>
      </w:r>
    </w:p>
    <w:p w14:paraId="4D6495C8" w14:textId="77777777" w:rsidR="00401B0A" w:rsidRPr="003160A0" w:rsidRDefault="00401B0A" w:rsidP="00401B0A">
      <w:pPr>
        <w:pStyle w:val="Heading3"/>
        <w:numPr>
          <w:ilvl w:val="0"/>
          <w:numId w:val="0"/>
        </w:numPr>
        <w:spacing w:before="60"/>
        <w:ind w:left="567"/>
        <w:rPr>
          <w:rFonts w:ascii="Times New Roman" w:hAnsi="Times New Roman"/>
        </w:rPr>
      </w:pPr>
      <w:bookmarkStart w:id="31" w:name="_Toc178752050"/>
      <w:r>
        <w:rPr>
          <w:rFonts w:ascii="Times New Roman" w:hAnsi="Times New Roman"/>
        </w:rPr>
        <w:t>4.2.1</w:t>
      </w:r>
      <w:r>
        <w:rPr>
          <w:rFonts w:ascii="Times New Roman" w:hAnsi="Times New Roman"/>
        </w:rPr>
        <w:tab/>
      </w:r>
      <w:r w:rsidRPr="003160A0">
        <w:rPr>
          <w:rFonts w:ascii="Times New Roman" w:hAnsi="Times New Roman"/>
        </w:rPr>
        <w:t>Profiles</w:t>
      </w:r>
      <w:bookmarkEnd w:id="31"/>
    </w:p>
    <w:p w14:paraId="26D2EDF4" w14:textId="07D91FA2" w:rsidR="00401B0A" w:rsidRPr="00753359" w:rsidRDefault="00401B0A" w:rsidP="00401B0A">
      <w:pPr>
        <w:pStyle w:val="Text3"/>
        <w:ind w:left="567"/>
        <w:rPr>
          <w:rFonts w:ascii="Times New Roman" w:hAnsi="Times New Roman"/>
          <w:szCs w:val="22"/>
        </w:rPr>
      </w:pPr>
      <w:r w:rsidRPr="00753359">
        <w:rPr>
          <w:rFonts w:ascii="Times New Roman" w:hAnsi="Times New Roman"/>
          <w:szCs w:val="22"/>
        </w:rPr>
        <w:t xml:space="preserve"> You have to provide minimum 2 CVs and maximum 4 CVs per following profiles using th</w:t>
      </w:r>
      <w:r w:rsidR="00753359">
        <w:rPr>
          <w:rFonts w:ascii="Times New Roman" w:hAnsi="Times New Roman"/>
          <w:szCs w:val="22"/>
        </w:rPr>
        <w:t>e CV template in the attachment</w:t>
      </w:r>
      <w:r w:rsidR="00F87CA6">
        <w:rPr>
          <w:rFonts w:ascii="Times New Roman" w:hAnsi="Times New Roman"/>
          <w:szCs w:val="22"/>
        </w:rPr>
        <w:t>. For the profile Consulting</w:t>
      </w:r>
      <w:r w:rsidR="00753359">
        <w:rPr>
          <w:rFonts w:ascii="Times New Roman" w:hAnsi="Times New Roman"/>
          <w:szCs w:val="22"/>
        </w:rPr>
        <w:t xml:space="preserve"> Civil Engineer in Lots 3 and 4 minimum one CV can be provided and maximum two. </w:t>
      </w:r>
    </w:p>
    <w:tbl>
      <w:tblPr>
        <w:tblW w:w="7028" w:type="dxa"/>
        <w:tblInd w:w="735" w:type="dxa"/>
        <w:tblLook w:val="04A0" w:firstRow="1" w:lastRow="0" w:firstColumn="1" w:lastColumn="0" w:noHBand="0" w:noVBand="1"/>
      </w:tblPr>
      <w:tblGrid>
        <w:gridCol w:w="2175"/>
        <w:gridCol w:w="1540"/>
        <w:gridCol w:w="1470"/>
        <w:gridCol w:w="1843"/>
      </w:tblGrid>
      <w:tr w:rsidR="00753359" w:rsidRPr="00753359" w14:paraId="43FD8921" w14:textId="77777777" w:rsidTr="005F5D0D">
        <w:trPr>
          <w:trHeight w:val="330"/>
        </w:trPr>
        <w:tc>
          <w:tcPr>
            <w:tcW w:w="2175" w:type="dxa"/>
            <w:tcBorders>
              <w:top w:val="double" w:sz="6" w:space="0" w:color="C0504D"/>
              <w:left w:val="double" w:sz="6" w:space="0" w:color="C0504D"/>
              <w:bottom w:val="nil"/>
              <w:right w:val="single" w:sz="4" w:space="0" w:color="C0504D"/>
            </w:tcBorders>
            <w:shd w:val="clear" w:color="000000" w:fill="D8E4BC"/>
            <w:hideMark/>
          </w:tcPr>
          <w:p w14:paraId="15A05A3A" w14:textId="267081FC"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1</w:t>
            </w:r>
          </w:p>
        </w:tc>
        <w:tc>
          <w:tcPr>
            <w:tcW w:w="1540" w:type="dxa"/>
            <w:tcBorders>
              <w:top w:val="double" w:sz="6" w:space="0" w:color="C0504D"/>
              <w:left w:val="nil"/>
              <w:bottom w:val="nil"/>
              <w:right w:val="single" w:sz="4" w:space="0" w:color="C0504D"/>
            </w:tcBorders>
            <w:shd w:val="clear" w:color="000000" w:fill="D8E4BC"/>
            <w:hideMark/>
          </w:tcPr>
          <w:p w14:paraId="43B22130" w14:textId="7B146882"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2</w:t>
            </w:r>
          </w:p>
        </w:tc>
        <w:tc>
          <w:tcPr>
            <w:tcW w:w="1470" w:type="dxa"/>
            <w:tcBorders>
              <w:top w:val="double" w:sz="6" w:space="0" w:color="C0504D"/>
              <w:left w:val="nil"/>
              <w:bottom w:val="nil"/>
              <w:right w:val="single" w:sz="4" w:space="0" w:color="C0504D"/>
            </w:tcBorders>
            <w:shd w:val="clear" w:color="000000" w:fill="D8E4BC"/>
            <w:hideMark/>
          </w:tcPr>
          <w:p w14:paraId="23AFF82B" w14:textId="1030F038"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3</w:t>
            </w:r>
          </w:p>
        </w:tc>
        <w:tc>
          <w:tcPr>
            <w:tcW w:w="1843" w:type="dxa"/>
            <w:tcBorders>
              <w:top w:val="double" w:sz="6" w:space="0" w:color="C0504D"/>
              <w:left w:val="nil"/>
              <w:bottom w:val="nil"/>
              <w:right w:val="double" w:sz="6" w:space="0" w:color="C0504D"/>
            </w:tcBorders>
            <w:shd w:val="clear" w:color="000000" w:fill="D8E4BC"/>
            <w:hideMark/>
          </w:tcPr>
          <w:p w14:paraId="30D05945" w14:textId="7BF2E86A"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4</w:t>
            </w:r>
          </w:p>
        </w:tc>
      </w:tr>
      <w:tr w:rsidR="00753359" w:rsidRPr="00753359" w14:paraId="124489C4" w14:textId="77777777" w:rsidTr="005F5D0D">
        <w:trPr>
          <w:trHeight w:val="825"/>
        </w:trPr>
        <w:tc>
          <w:tcPr>
            <w:tcW w:w="2175" w:type="dxa"/>
            <w:tcBorders>
              <w:top w:val="double" w:sz="6" w:space="0" w:color="C0504D"/>
              <w:left w:val="double" w:sz="6" w:space="0" w:color="C0504D"/>
              <w:bottom w:val="single" w:sz="4" w:space="0" w:color="C0504D"/>
              <w:right w:val="single" w:sz="4" w:space="0" w:color="C0504D"/>
            </w:tcBorders>
            <w:shd w:val="clear" w:color="auto" w:fill="auto"/>
            <w:hideMark/>
          </w:tcPr>
          <w:p w14:paraId="70828164" w14:textId="72FCACA1"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Intermediate Quality Consultant </w:t>
            </w:r>
          </w:p>
        </w:tc>
        <w:tc>
          <w:tcPr>
            <w:tcW w:w="1540" w:type="dxa"/>
            <w:tcBorders>
              <w:top w:val="double" w:sz="6" w:space="0" w:color="C0504D"/>
              <w:left w:val="nil"/>
              <w:bottom w:val="single" w:sz="4" w:space="0" w:color="C0504D"/>
              <w:right w:val="single" w:sz="4" w:space="0" w:color="C0504D"/>
            </w:tcBorders>
            <w:shd w:val="clear" w:color="auto" w:fill="auto"/>
            <w:hideMark/>
          </w:tcPr>
          <w:p w14:paraId="59AAC154" w14:textId="06AE304B"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SharePoint ECM</w:t>
            </w:r>
            <w:r w:rsidRPr="00753359">
              <w:rPr>
                <w:rFonts w:ascii="Arial Narrow" w:hAnsi="Arial Narrow"/>
                <w:color w:val="000000"/>
                <w:sz w:val="18"/>
                <w:szCs w:val="18"/>
                <w:lang w:eastAsia="en-GB"/>
              </w:rPr>
              <w:t xml:space="preserve"> Specialist</w:t>
            </w:r>
          </w:p>
        </w:tc>
        <w:tc>
          <w:tcPr>
            <w:tcW w:w="1470" w:type="dxa"/>
            <w:tcBorders>
              <w:top w:val="double" w:sz="6" w:space="0" w:color="C0504D"/>
              <w:left w:val="nil"/>
              <w:bottom w:val="single" w:sz="4" w:space="0" w:color="C0504D"/>
              <w:right w:val="single" w:sz="4" w:space="0" w:color="C0504D"/>
            </w:tcBorders>
            <w:shd w:val="clear" w:color="auto" w:fill="auto"/>
            <w:hideMark/>
          </w:tcPr>
          <w:p w14:paraId="06C791DB" w14:textId="7A3C652C"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w:t>
            </w:r>
            <w:r w:rsidR="00E62DB0" w:rsidRPr="00753359">
              <w:rPr>
                <w:rFonts w:ascii="Arial Narrow" w:hAnsi="Arial Narrow"/>
                <w:color w:val="000000"/>
                <w:sz w:val="18"/>
                <w:szCs w:val="18"/>
                <w:lang w:eastAsia="en-GB"/>
              </w:rPr>
              <w:t xml:space="preserve">Assistant </w:t>
            </w:r>
            <w:r w:rsidRPr="00753359">
              <w:rPr>
                <w:rFonts w:ascii="Arial Narrow" w:hAnsi="Arial Narrow"/>
                <w:color w:val="000000"/>
                <w:sz w:val="18"/>
                <w:szCs w:val="18"/>
                <w:lang w:eastAsia="en-GB"/>
              </w:rPr>
              <w:t>HR</w:t>
            </w:r>
          </w:p>
        </w:tc>
        <w:tc>
          <w:tcPr>
            <w:tcW w:w="1843" w:type="dxa"/>
            <w:tcBorders>
              <w:top w:val="double" w:sz="6" w:space="0" w:color="C0504D"/>
              <w:left w:val="nil"/>
              <w:bottom w:val="single" w:sz="4" w:space="0" w:color="C0504D"/>
              <w:right w:val="double" w:sz="6" w:space="0" w:color="C0504D"/>
            </w:tcBorders>
            <w:shd w:val="clear" w:color="auto" w:fill="auto"/>
            <w:hideMark/>
          </w:tcPr>
          <w:p w14:paraId="313325F9" w14:textId="41409054"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w:t>
            </w:r>
            <w:r w:rsidR="00E62DB0" w:rsidRPr="00753359">
              <w:rPr>
                <w:rFonts w:ascii="Arial Narrow" w:hAnsi="Arial Narrow"/>
                <w:color w:val="000000"/>
                <w:sz w:val="18"/>
                <w:szCs w:val="18"/>
                <w:lang w:eastAsia="en-GB"/>
              </w:rPr>
              <w:t xml:space="preserve">Assistant </w:t>
            </w:r>
            <w:r w:rsidRPr="00753359">
              <w:rPr>
                <w:rFonts w:ascii="Arial Narrow" w:hAnsi="Arial Narrow"/>
                <w:color w:val="000000"/>
                <w:sz w:val="18"/>
                <w:szCs w:val="18"/>
                <w:lang w:eastAsia="en-GB"/>
              </w:rPr>
              <w:t>HR</w:t>
            </w:r>
          </w:p>
        </w:tc>
      </w:tr>
      <w:tr w:rsidR="00753359" w:rsidRPr="00753359" w14:paraId="551A6242" w14:textId="77777777" w:rsidTr="005F5D0D">
        <w:trPr>
          <w:trHeight w:val="810"/>
        </w:trPr>
        <w:tc>
          <w:tcPr>
            <w:tcW w:w="2175" w:type="dxa"/>
            <w:tcBorders>
              <w:top w:val="nil"/>
              <w:left w:val="double" w:sz="6" w:space="0" w:color="C0504D"/>
              <w:bottom w:val="single" w:sz="4" w:space="0" w:color="C0504D"/>
              <w:right w:val="single" w:sz="4" w:space="0" w:color="C0504D"/>
            </w:tcBorders>
            <w:shd w:val="clear" w:color="auto" w:fill="auto"/>
            <w:hideMark/>
          </w:tcPr>
          <w:p w14:paraId="6A65E28B" w14:textId="7423FC9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Process Design Specialist</w:t>
            </w:r>
          </w:p>
        </w:tc>
        <w:tc>
          <w:tcPr>
            <w:tcW w:w="1540" w:type="dxa"/>
            <w:tcBorders>
              <w:top w:val="nil"/>
              <w:left w:val="nil"/>
              <w:bottom w:val="single" w:sz="4" w:space="0" w:color="C0504D"/>
              <w:right w:val="single" w:sz="4" w:space="0" w:color="C0504D"/>
            </w:tcBorders>
            <w:shd w:val="clear" w:color="auto" w:fill="auto"/>
            <w:hideMark/>
          </w:tcPr>
          <w:p w14:paraId="61B0CD21" w14:textId="34E39076"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Network Specialist</w:t>
            </w:r>
          </w:p>
        </w:tc>
        <w:tc>
          <w:tcPr>
            <w:tcW w:w="1470" w:type="dxa"/>
            <w:tcBorders>
              <w:top w:val="nil"/>
              <w:left w:val="nil"/>
              <w:bottom w:val="single" w:sz="4" w:space="0" w:color="C0504D"/>
              <w:right w:val="single" w:sz="4" w:space="0" w:color="C0504D"/>
            </w:tcBorders>
            <w:shd w:val="clear" w:color="auto" w:fill="auto"/>
            <w:hideMark/>
          </w:tcPr>
          <w:p w14:paraId="56BA54A3" w14:textId="7CE9FEBD"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HR</w:t>
            </w:r>
            <w:r w:rsidR="00E62DB0">
              <w:rPr>
                <w:rFonts w:ascii="Arial Narrow" w:hAnsi="Arial Narrow"/>
                <w:color w:val="000000"/>
                <w:sz w:val="18"/>
                <w:szCs w:val="18"/>
                <w:lang w:eastAsia="en-GB"/>
              </w:rPr>
              <w:t>)</w:t>
            </w:r>
          </w:p>
        </w:tc>
        <w:tc>
          <w:tcPr>
            <w:tcW w:w="1843" w:type="dxa"/>
            <w:tcBorders>
              <w:top w:val="nil"/>
              <w:left w:val="nil"/>
              <w:bottom w:val="single" w:sz="4" w:space="0" w:color="C0504D"/>
              <w:right w:val="double" w:sz="6" w:space="0" w:color="C0504D"/>
            </w:tcBorders>
            <w:shd w:val="clear" w:color="auto" w:fill="auto"/>
            <w:hideMark/>
          </w:tcPr>
          <w:p w14:paraId="454DCF66" w14:textId="7F114012"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HR</w:t>
            </w:r>
            <w:r w:rsidR="00E62DB0">
              <w:rPr>
                <w:rFonts w:ascii="Arial Narrow" w:hAnsi="Arial Narrow"/>
                <w:color w:val="000000"/>
                <w:sz w:val="18"/>
                <w:szCs w:val="18"/>
                <w:lang w:eastAsia="en-GB"/>
              </w:rPr>
              <w:t>)</w:t>
            </w:r>
          </w:p>
        </w:tc>
      </w:tr>
      <w:tr w:rsidR="00753359" w:rsidRPr="00753359" w14:paraId="0AED995B" w14:textId="77777777" w:rsidTr="005F5D0D">
        <w:trPr>
          <w:trHeight w:val="810"/>
        </w:trPr>
        <w:tc>
          <w:tcPr>
            <w:tcW w:w="2175" w:type="dxa"/>
            <w:tcBorders>
              <w:top w:val="nil"/>
              <w:left w:val="double" w:sz="6" w:space="0" w:color="C0504D"/>
              <w:bottom w:val="single" w:sz="4" w:space="0" w:color="C0504D"/>
              <w:right w:val="single" w:sz="4" w:space="0" w:color="C0504D"/>
            </w:tcBorders>
            <w:shd w:val="clear" w:color="auto" w:fill="auto"/>
            <w:hideMark/>
          </w:tcPr>
          <w:p w14:paraId="70384E86" w14:textId="7299E9E2"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Project Manager</w:t>
            </w:r>
          </w:p>
        </w:tc>
        <w:tc>
          <w:tcPr>
            <w:tcW w:w="1540" w:type="dxa"/>
            <w:tcBorders>
              <w:top w:val="nil"/>
              <w:left w:val="nil"/>
              <w:bottom w:val="single" w:sz="4" w:space="0" w:color="C0504D"/>
              <w:right w:val="single" w:sz="4" w:space="0" w:color="C0504D"/>
            </w:tcBorders>
            <w:shd w:val="clear" w:color="auto" w:fill="auto"/>
            <w:hideMark/>
          </w:tcPr>
          <w:p w14:paraId="3B294EA2" w14:textId="62A83C3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System Engineer</w:t>
            </w:r>
          </w:p>
        </w:tc>
        <w:tc>
          <w:tcPr>
            <w:tcW w:w="1470" w:type="dxa"/>
            <w:tcBorders>
              <w:top w:val="nil"/>
              <w:left w:val="nil"/>
              <w:bottom w:val="single" w:sz="4" w:space="0" w:color="C0504D"/>
              <w:right w:val="single" w:sz="4" w:space="0" w:color="C0504D"/>
            </w:tcBorders>
            <w:shd w:val="clear" w:color="auto" w:fill="auto"/>
            <w:hideMark/>
          </w:tcPr>
          <w:p w14:paraId="3ABA82AE" w14:textId="6BF7BF90"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r w:rsidR="00E62DB0" w:rsidRPr="00753359">
              <w:rPr>
                <w:rFonts w:ascii="Arial Narrow" w:hAnsi="Arial Narrow"/>
                <w:color w:val="000000"/>
                <w:sz w:val="18"/>
                <w:szCs w:val="18"/>
                <w:lang w:eastAsia="en-GB"/>
              </w:rPr>
              <w:t xml:space="preserve"> </w:t>
            </w:r>
          </w:p>
        </w:tc>
        <w:tc>
          <w:tcPr>
            <w:tcW w:w="1843" w:type="dxa"/>
            <w:tcBorders>
              <w:top w:val="nil"/>
              <w:left w:val="nil"/>
              <w:bottom w:val="single" w:sz="4" w:space="0" w:color="C0504D"/>
              <w:right w:val="double" w:sz="6" w:space="0" w:color="C0504D"/>
            </w:tcBorders>
            <w:shd w:val="clear" w:color="auto" w:fill="auto"/>
            <w:hideMark/>
          </w:tcPr>
          <w:p w14:paraId="20342148" w14:textId="26B453BF"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r w:rsidR="00E62DB0" w:rsidRPr="00753359">
              <w:rPr>
                <w:rFonts w:ascii="Arial Narrow" w:hAnsi="Arial Narrow"/>
                <w:color w:val="000000"/>
                <w:sz w:val="18"/>
                <w:szCs w:val="18"/>
                <w:lang w:eastAsia="en-GB"/>
              </w:rPr>
              <w:t xml:space="preserve"> </w:t>
            </w:r>
          </w:p>
        </w:tc>
      </w:tr>
      <w:tr w:rsidR="00753359" w:rsidRPr="00753359" w14:paraId="51289C9F" w14:textId="77777777" w:rsidTr="005F5D0D">
        <w:trPr>
          <w:trHeight w:val="405"/>
        </w:trPr>
        <w:tc>
          <w:tcPr>
            <w:tcW w:w="2175" w:type="dxa"/>
            <w:tcBorders>
              <w:top w:val="nil"/>
              <w:left w:val="double" w:sz="6" w:space="0" w:color="C0504D"/>
              <w:bottom w:val="single" w:sz="4" w:space="0" w:color="C0504D"/>
              <w:right w:val="single" w:sz="4" w:space="0" w:color="C0504D"/>
            </w:tcBorders>
            <w:shd w:val="clear" w:color="auto" w:fill="auto"/>
            <w:hideMark/>
          </w:tcPr>
          <w:p w14:paraId="5820F580" w14:textId="4A9A6615"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ITSM</w:t>
            </w:r>
            <w:r w:rsidRPr="00753359">
              <w:rPr>
                <w:rFonts w:ascii="Arial Narrow" w:hAnsi="Arial Narrow"/>
                <w:color w:val="000000"/>
                <w:sz w:val="18"/>
                <w:szCs w:val="18"/>
                <w:lang w:eastAsia="en-GB"/>
              </w:rPr>
              <w:t xml:space="preserve"> Tool Specialist</w:t>
            </w:r>
          </w:p>
        </w:tc>
        <w:tc>
          <w:tcPr>
            <w:tcW w:w="1540" w:type="dxa"/>
            <w:tcBorders>
              <w:top w:val="nil"/>
              <w:left w:val="nil"/>
              <w:bottom w:val="single" w:sz="4" w:space="0" w:color="C0504D"/>
              <w:right w:val="single" w:sz="4" w:space="0" w:color="C0504D"/>
            </w:tcBorders>
            <w:shd w:val="clear" w:color="auto" w:fill="auto"/>
            <w:hideMark/>
          </w:tcPr>
          <w:p w14:paraId="0377073F" w14:textId="1363236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Business Analyst</w:t>
            </w:r>
          </w:p>
        </w:tc>
        <w:tc>
          <w:tcPr>
            <w:tcW w:w="1470" w:type="dxa"/>
            <w:tcBorders>
              <w:top w:val="nil"/>
              <w:left w:val="nil"/>
              <w:bottom w:val="single" w:sz="4" w:space="0" w:color="C0504D"/>
              <w:right w:val="single" w:sz="4" w:space="0" w:color="C0504D"/>
            </w:tcBorders>
            <w:shd w:val="clear" w:color="auto" w:fill="auto"/>
            <w:hideMark/>
          </w:tcPr>
          <w:p w14:paraId="085DA3E7" w14:textId="0EE531B1"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Administrative Assistant General</w:t>
            </w:r>
            <w:r w:rsidR="00E62DB0">
              <w:rPr>
                <w:rFonts w:ascii="Arial Narrow" w:hAnsi="Arial Narrow"/>
                <w:color w:val="000000"/>
                <w:sz w:val="18"/>
                <w:szCs w:val="18"/>
                <w:lang w:eastAsia="en-GB"/>
              </w:rPr>
              <w:t>)</w:t>
            </w:r>
          </w:p>
        </w:tc>
        <w:tc>
          <w:tcPr>
            <w:tcW w:w="1843" w:type="dxa"/>
            <w:tcBorders>
              <w:top w:val="nil"/>
              <w:left w:val="nil"/>
              <w:bottom w:val="single" w:sz="4" w:space="0" w:color="C0504D"/>
              <w:right w:val="double" w:sz="6" w:space="0" w:color="C0504D"/>
            </w:tcBorders>
            <w:shd w:val="clear" w:color="auto" w:fill="auto"/>
            <w:hideMark/>
          </w:tcPr>
          <w:p w14:paraId="0B65883F" w14:textId="5B8B53DD"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p>
        </w:tc>
      </w:tr>
      <w:tr w:rsidR="00753359" w:rsidRPr="00753359" w14:paraId="29DF00E1" w14:textId="77777777" w:rsidTr="005F5D0D">
        <w:trPr>
          <w:trHeight w:val="573"/>
        </w:trPr>
        <w:tc>
          <w:tcPr>
            <w:tcW w:w="2175" w:type="dxa"/>
            <w:tcBorders>
              <w:top w:val="nil"/>
              <w:left w:val="double" w:sz="6" w:space="0" w:color="C0504D"/>
              <w:bottom w:val="single" w:sz="4" w:space="0" w:color="C0504D"/>
              <w:right w:val="single" w:sz="4" w:space="0" w:color="C0504D"/>
            </w:tcBorders>
            <w:shd w:val="clear" w:color="auto" w:fill="auto"/>
            <w:hideMark/>
          </w:tcPr>
          <w:p w14:paraId="1E0D6165" w14:textId="4F8A71E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Business Intelligence Specialist</w:t>
            </w:r>
          </w:p>
        </w:tc>
        <w:tc>
          <w:tcPr>
            <w:tcW w:w="1540" w:type="dxa"/>
            <w:tcBorders>
              <w:top w:val="nil"/>
              <w:left w:val="nil"/>
              <w:bottom w:val="single" w:sz="4" w:space="0" w:color="C0504D"/>
              <w:right w:val="single" w:sz="4" w:space="0" w:color="C0504D"/>
            </w:tcBorders>
            <w:shd w:val="clear" w:color="auto" w:fill="auto"/>
            <w:hideMark/>
          </w:tcPr>
          <w:p w14:paraId="025E2D2C" w14:textId="27140CC9"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Quality Consultant</w:t>
            </w:r>
          </w:p>
        </w:tc>
        <w:tc>
          <w:tcPr>
            <w:tcW w:w="1470" w:type="dxa"/>
            <w:tcBorders>
              <w:top w:val="nil"/>
              <w:left w:val="nil"/>
              <w:bottom w:val="single" w:sz="4" w:space="0" w:color="C0504D"/>
              <w:right w:val="single" w:sz="4" w:space="0" w:color="C0504D"/>
            </w:tcBorders>
            <w:shd w:val="clear" w:color="auto" w:fill="auto"/>
            <w:hideMark/>
          </w:tcPr>
          <w:p w14:paraId="71F79D6A" w14:textId="541FD7D0" w:rsidR="00753359" w:rsidRPr="00753359" w:rsidRDefault="00F87CA6"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 xml:space="preserve">Consulting </w:t>
            </w:r>
            <w:r w:rsidR="00753359" w:rsidRPr="00753359">
              <w:rPr>
                <w:rFonts w:ascii="Arial Narrow" w:hAnsi="Arial Narrow"/>
                <w:color w:val="000000"/>
                <w:sz w:val="18"/>
                <w:szCs w:val="18"/>
                <w:lang w:eastAsia="en-GB"/>
              </w:rPr>
              <w:t>Civil Engineer</w:t>
            </w:r>
          </w:p>
        </w:tc>
        <w:tc>
          <w:tcPr>
            <w:tcW w:w="1843" w:type="dxa"/>
            <w:tcBorders>
              <w:top w:val="nil"/>
              <w:left w:val="nil"/>
              <w:bottom w:val="single" w:sz="4" w:space="0" w:color="C0504D"/>
              <w:right w:val="double" w:sz="6" w:space="0" w:color="C0504D"/>
            </w:tcBorders>
            <w:shd w:val="clear" w:color="auto" w:fill="auto"/>
            <w:hideMark/>
          </w:tcPr>
          <w:p w14:paraId="435EE0B3" w14:textId="77777777"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Administrative Assistant Communication</w:t>
            </w:r>
          </w:p>
        </w:tc>
      </w:tr>
      <w:tr w:rsidR="00753359" w:rsidRPr="00753359" w14:paraId="398E7F64" w14:textId="77777777" w:rsidTr="005F5D0D">
        <w:trPr>
          <w:trHeight w:val="598"/>
        </w:trPr>
        <w:tc>
          <w:tcPr>
            <w:tcW w:w="2175" w:type="dxa"/>
            <w:tcBorders>
              <w:top w:val="nil"/>
              <w:left w:val="double" w:sz="6" w:space="0" w:color="C0504D"/>
              <w:bottom w:val="single" w:sz="4" w:space="0" w:color="C0504D"/>
              <w:right w:val="single" w:sz="4" w:space="0" w:color="C0504D"/>
            </w:tcBorders>
            <w:shd w:val="clear" w:color="auto" w:fill="auto"/>
            <w:hideMark/>
          </w:tcPr>
          <w:p w14:paraId="6B318703" w14:textId="46E6339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Intermediate Test Engineer</w:t>
            </w:r>
          </w:p>
        </w:tc>
        <w:tc>
          <w:tcPr>
            <w:tcW w:w="1540" w:type="dxa"/>
            <w:tcBorders>
              <w:top w:val="nil"/>
              <w:left w:val="nil"/>
              <w:bottom w:val="single" w:sz="4" w:space="0" w:color="C0504D"/>
              <w:right w:val="single" w:sz="4" w:space="0" w:color="C0504D"/>
            </w:tcBorders>
            <w:shd w:val="clear" w:color="auto" w:fill="auto"/>
            <w:hideMark/>
          </w:tcPr>
          <w:p w14:paraId="66155EAC" w14:textId="0C51A84A"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Project Manager</w:t>
            </w:r>
          </w:p>
        </w:tc>
        <w:tc>
          <w:tcPr>
            <w:tcW w:w="1470" w:type="dxa"/>
            <w:tcBorders>
              <w:top w:val="nil"/>
              <w:left w:val="nil"/>
              <w:bottom w:val="single" w:sz="4" w:space="0" w:color="C0504D"/>
              <w:right w:val="single" w:sz="4" w:space="0" w:color="C0504D"/>
            </w:tcBorders>
            <w:shd w:val="clear" w:color="auto" w:fill="auto"/>
            <w:hideMark/>
          </w:tcPr>
          <w:p w14:paraId="5CDDCB91" w14:textId="795C47FB" w:rsidR="00753359" w:rsidRPr="00753359" w:rsidRDefault="00E62DB0"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w:t>
            </w:r>
          </w:p>
        </w:tc>
        <w:tc>
          <w:tcPr>
            <w:tcW w:w="1843" w:type="dxa"/>
            <w:tcBorders>
              <w:top w:val="nil"/>
              <w:left w:val="nil"/>
              <w:bottom w:val="single" w:sz="4" w:space="0" w:color="C0504D"/>
              <w:right w:val="double" w:sz="6" w:space="0" w:color="C0504D"/>
            </w:tcBorders>
            <w:shd w:val="clear" w:color="auto" w:fill="auto"/>
            <w:hideMark/>
          </w:tcPr>
          <w:p w14:paraId="43D766C5" w14:textId="77777777"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Administrative Assistant Communication</w:t>
            </w:r>
          </w:p>
        </w:tc>
      </w:tr>
      <w:tr w:rsidR="00753359" w:rsidRPr="00753359" w14:paraId="631E57D4"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2AB9E16B" w14:textId="45B23E2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Network Specialist</w:t>
            </w:r>
          </w:p>
        </w:tc>
        <w:tc>
          <w:tcPr>
            <w:tcW w:w="1540" w:type="dxa"/>
            <w:tcBorders>
              <w:top w:val="nil"/>
              <w:left w:val="nil"/>
              <w:bottom w:val="single" w:sz="4" w:space="0" w:color="C0504D"/>
              <w:right w:val="single" w:sz="4" w:space="0" w:color="C0504D"/>
            </w:tcBorders>
            <w:shd w:val="clear" w:color="auto" w:fill="auto"/>
            <w:hideMark/>
          </w:tcPr>
          <w:p w14:paraId="3809814A" w14:textId="76FD700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Information Security Management Expert</w:t>
            </w:r>
          </w:p>
        </w:tc>
        <w:tc>
          <w:tcPr>
            <w:tcW w:w="1470" w:type="dxa"/>
            <w:tcBorders>
              <w:top w:val="nil"/>
              <w:left w:val="nil"/>
              <w:bottom w:val="single" w:sz="4" w:space="0" w:color="C0504D"/>
              <w:right w:val="single" w:sz="4" w:space="0" w:color="C0504D"/>
            </w:tcBorders>
            <w:shd w:val="clear" w:color="auto" w:fill="auto"/>
            <w:vAlign w:val="bottom"/>
            <w:hideMark/>
          </w:tcPr>
          <w:p w14:paraId="5FB1CF4B" w14:textId="617ABD6B"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hideMark/>
          </w:tcPr>
          <w:p w14:paraId="436A612A" w14:textId="18E65FE8" w:rsidR="00753359" w:rsidRPr="00753359" w:rsidRDefault="00F87CA6"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Consulting</w:t>
            </w:r>
            <w:r w:rsidR="00753359" w:rsidRPr="00753359">
              <w:rPr>
                <w:rFonts w:ascii="Arial Narrow" w:hAnsi="Arial Narrow"/>
                <w:color w:val="000000"/>
                <w:sz w:val="18"/>
                <w:szCs w:val="18"/>
                <w:lang w:eastAsia="en-GB"/>
              </w:rPr>
              <w:t xml:space="preserve"> Civil Engineer</w:t>
            </w:r>
          </w:p>
        </w:tc>
      </w:tr>
      <w:tr w:rsidR="00753359" w:rsidRPr="00753359" w14:paraId="37CB53F8"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1E1C5C79" w14:textId="48809067"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System Engineer</w:t>
            </w:r>
          </w:p>
        </w:tc>
        <w:tc>
          <w:tcPr>
            <w:tcW w:w="1540" w:type="dxa"/>
            <w:tcBorders>
              <w:top w:val="nil"/>
              <w:left w:val="nil"/>
              <w:bottom w:val="nil"/>
              <w:right w:val="nil"/>
            </w:tcBorders>
            <w:shd w:val="clear" w:color="auto" w:fill="auto"/>
            <w:vAlign w:val="center"/>
            <w:hideMark/>
          </w:tcPr>
          <w:p w14:paraId="41145C7B" w14:textId="4B769C0C"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Business &amp; It Consultant</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452CC24F" w14:textId="16126FF2"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6127328E" w14:textId="04B350B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7E94A052"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0E611788" w14:textId="548A7B57"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Data Center Architect</w:t>
            </w:r>
          </w:p>
        </w:tc>
        <w:tc>
          <w:tcPr>
            <w:tcW w:w="1540" w:type="dxa"/>
            <w:tcBorders>
              <w:top w:val="single" w:sz="4" w:space="0" w:color="C0504D"/>
              <w:left w:val="nil"/>
              <w:bottom w:val="nil"/>
              <w:right w:val="nil"/>
            </w:tcBorders>
            <w:shd w:val="clear" w:color="auto" w:fill="auto"/>
            <w:hideMark/>
          </w:tcPr>
          <w:p w14:paraId="3DD065FE" w14:textId="31992BA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Web Interface Designer/Developer</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7EE593D7" w14:textId="46FE82F1"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4865A5C0" w14:textId="625D9B00"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28999727" w14:textId="77777777" w:rsidTr="005F5D0D">
        <w:trPr>
          <w:trHeight w:val="300"/>
        </w:trPr>
        <w:tc>
          <w:tcPr>
            <w:tcW w:w="2175" w:type="dxa"/>
            <w:tcBorders>
              <w:top w:val="nil"/>
              <w:left w:val="double" w:sz="6" w:space="0" w:color="C0504D"/>
              <w:bottom w:val="single" w:sz="4" w:space="0" w:color="C0504D"/>
              <w:right w:val="single" w:sz="4" w:space="0" w:color="C0504D"/>
            </w:tcBorders>
            <w:shd w:val="clear" w:color="auto" w:fill="auto"/>
            <w:hideMark/>
          </w:tcPr>
          <w:p w14:paraId="26D7675F" w14:textId="51D16312"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Biometric Analyst</w:t>
            </w:r>
          </w:p>
        </w:tc>
        <w:tc>
          <w:tcPr>
            <w:tcW w:w="1540" w:type="dxa"/>
            <w:tcBorders>
              <w:top w:val="single" w:sz="4" w:space="0" w:color="C0504D"/>
              <w:left w:val="nil"/>
              <w:bottom w:val="nil"/>
              <w:right w:val="nil"/>
            </w:tcBorders>
            <w:shd w:val="clear" w:color="auto" w:fill="auto"/>
            <w:hideMark/>
          </w:tcPr>
          <w:p w14:paraId="30A56B79" w14:textId="6EBF1524"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Solution Architect</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5518D121" w14:textId="52EA528D"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341BC677" w14:textId="4BD11E9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3F98F10F" w14:textId="77777777" w:rsidTr="005F5D0D">
        <w:trPr>
          <w:trHeight w:val="300"/>
        </w:trPr>
        <w:tc>
          <w:tcPr>
            <w:tcW w:w="2175" w:type="dxa"/>
            <w:tcBorders>
              <w:top w:val="nil"/>
              <w:left w:val="double" w:sz="6" w:space="0" w:color="C0504D"/>
              <w:bottom w:val="single" w:sz="4" w:space="0" w:color="C0504D"/>
              <w:right w:val="single" w:sz="4" w:space="0" w:color="C0504D"/>
            </w:tcBorders>
            <w:shd w:val="clear" w:color="auto" w:fill="auto"/>
            <w:hideMark/>
          </w:tcPr>
          <w:p w14:paraId="2748776E" w14:textId="5B6CBF6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Solution Architect</w:t>
            </w:r>
          </w:p>
        </w:tc>
        <w:tc>
          <w:tcPr>
            <w:tcW w:w="1540" w:type="dxa"/>
            <w:tcBorders>
              <w:top w:val="single" w:sz="4" w:space="0" w:color="C0504D"/>
              <w:left w:val="nil"/>
              <w:bottom w:val="single" w:sz="4" w:space="0" w:color="C0504D"/>
              <w:right w:val="single" w:sz="4" w:space="0" w:color="C0504D"/>
            </w:tcBorders>
            <w:shd w:val="clear" w:color="auto" w:fill="auto"/>
            <w:vAlign w:val="bottom"/>
            <w:hideMark/>
          </w:tcPr>
          <w:p w14:paraId="221A7CA5" w14:textId="4EBAE028" w:rsidR="00753359" w:rsidRPr="00753359" w:rsidRDefault="005F5D0D" w:rsidP="00753359">
            <w:pPr>
              <w:spacing w:before="0" w:after="0"/>
              <w:jc w:val="left"/>
              <w:rPr>
                <w:rFonts w:ascii="Calibri" w:hAnsi="Calibri"/>
                <w:color w:val="000000"/>
                <w:szCs w:val="22"/>
                <w:lang w:eastAsia="en-GB"/>
              </w:rPr>
            </w:pPr>
            <w:r w:rsidRPr="00E62DB0">
              <w:rPr>
                <w:rFonts w:ascii="Arial Narrow" w:hAnsi="Arial Narrow"/>
                <w:color w:val="000000"/>
                <w:sz w:val="18"/>
                <w:szCs w:val="18"/>
                <w:lang w:eastAsia="en-GB"/>
              </w:rPr>
              <w:t> </w:t>
            </w:r>
            <w:r w:rsidRPr="00447217">
              <w:rPr>
                <w:rFonts w:ascii="Arial Narrow" w:hAnsi="Arial Narrow"/>
                <w:color w:val="000000"/>
                <w:sz w:val="18"/>
                <w:szCs w:val="18"/>
                <w:lang w:eastAsia="en-GB"/>
              </w:rPr>
              <w:t>Senior Network Analysis Expert</w:t>
            </w:r>
          </w:p>
        </w:tc>
        <w:tc>
          <w:tcPr>
            <w:tcW w:w="1470" w:type="dxa"/>
            <w:tcBorders>
              <w:top w:val="nil"/>
              <w:left w:val="nil"/>
              <w:bottom w:val="single" w:sz="4" w:space="0" w:color="C0504D"/>
              <w:right w:val="single" w:sz="4" w:space="0" w:color="C0504D"/>
            </w:tcBorders>
            <w:shd w:val="clear" w:color="auto" w:fill="auto"/>
            <w:vAlign w:val="bottom"/>
            <w:hideMark/>
          </w:tcPr>
          <w:p w14:paraId="6D2C9CEE" w14:textId="1A70CEF1"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638D523E" w14:textId="777A691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5B9455BC"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6964B2CD" w14:textId="24AA6B5C"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Information Security Management Expert</w:t>
            </w:r>
          </w:p>
        </w:tc>
        <w:tc>
          <w:tcPr>
            <w:tcW w:w="1540" w:type="dxa"/>
            <w:tcBorders>
              <w:top w:val="nil"/>
              <w:left w:val="nil"/>
              <w:bottom w:val="single" w:sz="4" w:space="0" w:color="C0504D"/>
              <w:right w:val="single" w:sz="4" w:space="0" w:color="C0504D"/>
            </w:tcBorders>
            <w:shd w:val="clear" w:color="auto" w:fill="auto"/>
            <w:vAlign w:val="bottom"/>
            <w:hideMark/>
          </w:tcPr>
          <w:p w14:paraId="572C40F5" w14:textId="53A70558"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nil"/>
              <w:left w:val="nil"/>
              <w:bottom w:val="single" w:sz="4" w:space="0" w:color="C0504D"/>
              <w:right w:val="single" w:sz="4" w:space="0" w:color="C0504D"/>
            </w:tcBorders>
            <w:shd w:val="clear" w:color="auto" w:fill="auto"/>
            <w:vAlign w:val="bottom"/>
            <w:hideMark/>
          </w:tcPr>
          <w:p w14:paraId="57C4D2B7" w14:textId="392DB77C"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34D49CE9" w14:textId="4ECAD12E"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220FDA34"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vAlign w:val="center"/>
            <w:hideMark/>
          </w:tcPr>
          <w:p w14:paraId="64A9E4E3" w14:textId="6C3D27F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w:t>
            </w:r>
            <w:r>
              <w:rPr>
                <w:rFonts w:ascii="Arial Narrow" w:hAnsi="Arial Narrow"/>
                <w:color w:val="000000"/>
                <w:sz w:val="18"/>
                <w:szCs w:val="18"/>
                <w:lang w:eastAsia="en-GB"/>
              </w:rPr>
              <w:t xml:space="preserve">ness &amp; IT </w:t>
            </w:r>
            <w:r w:rsidRPr="00753359">
              <w:rPr>
                <w:rFonts w:ascii="Arial Narrow" w:hAnsi="Arial Narrow"/>
                <w:color w:val="000000"/>
                <w:sz w:val="18"/>
                <w:szCs w:val="18"/>
                <w:lang w:eastAsia="en-GB"/>
              </w:rPr>
              <w:t>Consultant</w:t>
            </w:r>
          </w:p>
        </w:tc>
        <w:tc>
          <w:tcPr>
            <w:tcW w:w="1540" w:type="dxa"/>
            <w:tcBorders>
              <w:top w:val="nil"/>
              <w:left w:val="nil"/>
              <w:bottom w:val="single" w:sz="4" w:space="0" w:color="C0504D"/>
              <w:right w:val="single" w:sz="4" w:space="0" w:color="C0504D"/>
            </w:tcBorders>
            <w:shd w:val="clear" w:color="auto" w:fill="auto"/>
            <w:vAlign w:val="bottom"/>
            <w:hideMark/>
          </w:tcPr>
          <w:p w14:paraId="64BEBF44" w14:textId="2D696164"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nil"/>
              <w:left w:val="nil"/>
              <w:bottom w:val="single" w:sz="4" w:space="0" w:color="C0504D"/>
              <w:right w:val="single" w:sz="4" w:space="0" w:color="C0504D"/>
            </w:tcBorders>
            <w:shd w:val="clear" w:color="auto" w:fill="auto"/>
            <w:vAlign w:val="bottom"/>
            <w:hideMark/>
          </w:tcPr>
          <w:p w14:paraId="04BC75A3" w14:textId="4E1B6D1B"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4CF9B133" w14:textId="58E0D11F"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5F5D0D" w:rsidRPr="00753359" w14:paraId="16500295" w14:textId="77777777" w:rsidTr="005F5D0D">
        <w:trPr>
          <w:trHeight w:val="315"/>
        </w:trPr>
        <w:tc>
          <w:tcPr>
            <w:tcW w:w="2175" w:type="dxa"/>
            <w:tcBorders>
              <w:top w:val="single" w:sz="4" w:space="0" w:color="C0504D"/>
              <w:left w:val="single" w:sz="4" w:space="0" w:color="C0504D"/>
              <w:bottom w:val="single" w:sz="6" w:space="0" w:color="C0504D"/>
              <w:right w:val="single" w:sz="6" w:space="0" w:color="C0504D"/>
            </w:tcBorders>
            <w:shd w:val="clear" w:color="auto" w:fill="auto"/>
            <w:hideMark/>
          </w:tcPr>
          <w:p w14:paraId="5532CD36" w14:textId="5E919A29"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IT</w:t>
            </w:r>
            <w:r w:rsidRPr="00753359">
              <w:rPr>
                <w:rFonts w:ascii="Arial Narrow" w:hAnsi="Arial Narrow"/>
                <w:color w:val="000000"/>
                <w:sz w:val="18"/>
                <w:szCs w:val="18"/>
                <w:lang w:eastAsia="en-GB"/>
              </w:rPr>
              <w:t xml:space="preserve"> Security Specialist</w:t>
            </w:r>
          </w:p>
        </w:tc>
        <w:tc>
          <w:tcPr>
            <w:tcW w:w="1540" w:type="dxa"/>
            <w:tcBorders>
              <w:top w:val="single" w:sz="4" w:space="0" w:color="C0504D"/>
              <w:left w:val="single" w:sz="6" w:space="0" w:color="C0504D"/>
              <w:bottom w:val="single" w:sz="6" w:space="0" w:color="C0504D"/>
              <w:right w:val="single" w:sz="6" w:space="0" w:color="C0504D"/>
            </w:tcBorders>
            <w:shd w:val="clear" w:color="auto" w:fill="auto"/>
            <w:vAlign w:val="bottom"/>
            <w:hideMark/>
          </w:tcPr>
          <w:p w14:paraId="18F78608" w14:textId="63316DC3"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single" w:sz="4" w:space="0" w:color="C0504D"/>
              <w:left w:val="single" w:sz="6" w:space="0" w:color="C0504D"/>
              <w:bottom w:val="single" w:sz="6" w:space="0" w:color="C0504D"/>
              <w:right w:val="single" w:sz="6" w:space="0" w:color="C0504D"/>
            </w:tcBorders>
            <w:shd w:val="clear" w:color="auto" w:fill="auto"/>
            <w:vAlign w:val="bottom"/>
            <w:hideMark/>
          </w:tcPr>
          <w:p w14:paraId="6ADDAC95" w14:textId="18E3F6BA"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single" w:sz="4" w:space="0" w:color="C0504D"/>
              <w:left w:val="single" w:sz="6" w:space="0" w:color="C0504D"/>
              <w:bottom w:val="single" w:sz="6" w:space="0" w:color="C0504D"/>
              <w:right w:val="single" w:sz="4" w:space="0" w:color="C0504D"/>
            </w:tcBorders>
            <w:shd w:val="clear" w:color="auto" w:fill="auto"/>
            <w:vAlign w:val="bottom"/>
            <w:hideMark/>
          </w:tcPr>
          <w:p w14:paraId="5532BB80" w14:textId="64A797F2"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5F5D0D" w:rsidRPr="00753359" w14:paraId="10040866"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26275E70" w14:textId="1F371B2A" w:rsidR="00BC5AE7" w:rsidRPr="00753359" w:rsidRDefault="00BC5AE7" w:rsidP="00160BAB">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 xml:space="preserve">Intermediate Requirement </w:t>
            </w:r>
            <w:r w:rsidR="005F5D0D">
              <w:rPr>
                <w:rFonts w:ascii="Arial Narrow" w:hAnsi="Arial Narrow"/>
                <w:color w:val="000000"/>
                <w:sz w:val="18"/>
                <w:szCs w:val="18"/>
                <w:lang w:eastAsia="en-GB"/>
              </w:rPr>
              <w:t>A</w:t>
            </w:r>
            <w:r w:rsidR="005F5D0D" w:rsidRPr="00BC5AE7">
              <w:rPr>
                <w:rFonts w:ascii="Arial Narrow" w:hAnsi="Arial Narrow"/>
                <w:color w:val="000000"/>
                <w:sz w:val="18"/>
                <w:szCs w:val="18"/>
                <w:lang w:eastAsia="en-GB"/>
              </w:rPr>
              <w:t xml:space="preserve">nalysis </w:t>
            </w:r>
            <w:r w:rsidR="00160BAB">
              <w:rPr>
                <w:rFonts w:ascii="Arial Narrow" w:hAnsi="Arial Narrow"/>
                <w:color w:val="000000"/>
                <w:sz w:val="18"/>
                <w:szCs w:val="18"/>
                <w:lang w:eastAsia="en-GB"/>
              </w:rPr>
              <w:t>S</w:t>
            </w:r>
            <w:r w:rsidRPr="00BC5AE7">
              <w:rPr>
                <w:rFonts w:ascii="Arial Narrow" w:hAnsi="Arial Narrow"/>
                <w:color w:val="000000"/>
                <w:sz w:val="18"/>
                <w:szCs w:val="18"/>
                <w:lang w:eastAsia="en-GB"/>
              </w:rPr>
              <w:t>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4F5EA2D6"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7C99D5C3"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34AA9ADE"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73B35E26"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043F26F8" w14:textId="3CE56C36" w:rsidR="00BC5AE7" w:rsidRPr="00BC5AE7"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GIS</w:t>
            </w:r>
            <w:r w:rsidRPr="00BC5AE7">
              <w:rPr>
                <w:rFonts w:ascii="Arial Narrow" w:hAnsi="Arial Narrow"/>
                <w:color w:val="000000"/>
                <w:sz w:val="18"/>
                <w:szCs w:val="18"/>
                <w:lang w:eastAsia="en-GB"/>
              </w:rPr>
              <w:t xml:space="preserve"> 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05C6A8E0"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149565E"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65832871"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0C21BDF0"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23884C8A" w14:textId="261F085E" w:rsidR="00BC5AE7" w:rsidRPr="00BC5AE7" w:rsidRDefault="00BC5AE7"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 xml:space="preserve">Junior </w:t>
            </w:r>
            <w:r w:rsidR="005F5D0D" w:rsidRPr="00BC5AE7">
              <w:rPr>
                <w:rFonts w:ascii="Arial Narrow" w:hAnsi="Arial Narrow"/>
                <w:color w:val="000000"/>
                <w:sz w:val="18"/>
                <w:szCs w:val="18"/>
                <w:lang w:eastAsia="en-GB"/>
              </w:rPr>
              <w:t xml:space="preserve">SharePoint </w:t>
            </w:r>
            <w:r w:rsidRPr="00BC5AE7">
              <w:rPr>
                <w:rFonts w:ascii="Arial Narrow" w:hAnsi="Arial Narrow"/>
                <w:color w:val="000000"/>
                <w:sz w:val="18"/>
                <w:szCs w:val="18"/>
                <w:lang w:eastAsia="en-GB"/>
              </w:rPr>
              <w:t xml:space="preserve">ECM </w:t>
            </w:r>
            <w:r w:rsidR="00E62DB0" w:rsidRPr="00BC5AE7">
              <w:rPr>
                <w:rFonts w:ascii="Arial Narrow" w:hAnsi="Arial Narrow"/>
                <w:color w:val="000000"/>
                <w:sz w:val="18"/>
                <w:szCs w:val="18"/>
                <w:lang w:eastAsia="en-GB"/>
              </w:rPr>
              <w:t>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EED2073"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A02BF35"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466E2F84"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02BA04DA"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4A123FDC" w14:textId="60E026CE"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Intermediate Application Architect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928C40C"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6BF5D420"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50D7D2AD"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338D7587"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047E6374" w14:textId="38B079B3"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Intermediate Database Administration 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7FBA1694"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10129DF"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44B01E76"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383375F9"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4058CBDC" w14:textId="6DAAA2D6"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Senior Network Analysis Expert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9918A52"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4F7425A2"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35D49A62" w14:textId="77777777" w:rsidR="00BC5AE7" w:rsidRPr="00753359" w:rsidRDefault="00BC5AE7" w:rsidP="00753359">
            <w:pPr>
              <w:spacing w:before="0" w:after="0"/>
              <w:jc w:val="left"/>
              <w:rPr>
                <w:rFonts w:ascii="Calibri" w:hAnsi="Calibri"/>
                <w:color w:val="000000"/>
                <w:szCs w:val="22"/>
                <w:lang w:eastAsia="en-GB"/>
              </w:rPr>
            </w:pPr>
          </w:p>
        </w:tc>
      </w:tr>
      <w:tr w:rsidR="00BC5AE7" w:rsidRPr="00753359" w14:paraId="545F318F" w14:textId="77777777" w:rsidTr="005F5D0D">
        <w:trPr>
          <w:trHeight w:val="315"/>
        </w:trPr>
        <w:tc>
          <w:tcPr>
            <w:tcW w:w="2175" w:type="dxa"/>
            <w:tcBorders>
              <w:top w:val="single" w:sz="6" w:space="0" w:color="C0504D"/>
              <w:left w:val="single" w:sz="4" w:space="0" w:color="C0504D"/>
              <w:bottom w:val="single" w:sz="4" w:space="0" w:color="C0504D"/>
              <w:right w:val="single" w:sz="6" w:space="0" w:color="C0504D"/>
            </w:tcBorders>
            <w:shd w:val="clear" w:color="auto" w:fill="auto"/>
          </w:tcPr>
          <w:p w14:paraId="5D5E373F" w14:textId="1CF73CAE"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Security Architect</w:t>
            </w:r>
          </w:p>
        </w:tc>
        <w:tc>
          <w:tcPr>
            <w:tcW w:w="1540" w:type="dxa"/>
            <w:tcBorders>
              <w:top w:val="single" w:sz="6" w:space="0" w:color="C0504D"/>
              <w:left w:val="single" w:sz="6" w:space="0" w:color="C0504D"/>
              <w:bottom w:val="single" w:sz="4" w:space="0" w:color="C0504D"/>
              <w:right w:val="single" w:sz="6" w:space="0" w:color="C0504D"/>
            </w:tcBorders>
            <w:shd w:val="clear" w:color="auto" w:fill="auto"/>
            <w:vAlign w:val="bottom"/>
          </w:tcPr>
          <w:p w14:paraId="027A6427"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4" w:space="0" w:color="C0504D"/>
              <w:right w:val="single" w:sz="6" w:space="0" w:color="C0504D"/>
            </w:tcBorders>
            <w:shd w:val="clear" w:color="auto" w:fill="auto"/>
            <w:vAlign w:val="bottom"/>
          </w:tcPr>
          <w:p w14:paraId="2C60CDBD"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4" w:space="0" w:color="C0504D"/>
              <w:right w:val="single" w:sz="4" w:space="0" w:color="C0504D"/>
            </w:tcBorders>
            <w:shd w:val="clear" w:color="auto" w:fill="auto"/>
            <w:vAlign w:val="bottom"/>
          </w:tcPr>
          <w:p w14:paraId="18C18D87" w14:textId="77777777" w:rsidR="00BC5AE7" w:rsidRPr="00753359" w:rsidRDefault="00BC5AE7" w:rsidP="00753359">
            <w:pPr>
              <w:spacing w:before="0" w:after="0"/>
              <w:jc w:val="left"/>
              <w:rPr>
                <w:rFonts w:ascii="Calibri" w:hAnsi="Calibri"/>
                <w:color w:val="000000"/>
                <w:szCs w:val="22"/>
                <w:lang w:eastAsia="en-GB"/>
              </w:rPr>
            </w:pPr>
          </w:p>
        </w:tc>
      </w:tr>
    </w:tbl>
    <w:p w14:paraId="32C6499E" w14:textId="77777777" w:rsidR="00401B0A" w:rsidRDefault="00401B0A" w:rsidP="00401B0A">
      <w:pPr>
        <w:pStyle w:val="Text3"/>
        <w:ind w:left="567"/>
        <w:rPr>
          <w:rFonts w:ascii="Times New Roman" w:hAnsi="Times New Roman"/>
        </w:rPr>
      </w:pPr>
    </w:p>
    <w:p w14:paraId="7C02EE43" w14:textId="77777777" w:rsidR="00401B0A" w:rsidRPr="003160A0" w:rsidRDefault="00401B0A" w:rsidP="00401B0A">
      <w:pPr>
        <w:pStyle w:val="Text3"/>
        <w:ind w:left="567"/>
        <w:rPr>
          <w:rFonts w:ascii="Times New Roman" w:hAnsi="Times New Roman"/>
        </w:rPr>
      </w:pPr>
      <w:r>
        <w:rPr>
          <w:rFonts w:ascii="Times New Roman" w:hAnsi="Times New Roman"/>
        </w:rPr>
        <w:t>Please do not indicate the name on the CV, but identify through a number and include it in the connection table in the attachment.</w:t>
      </w:r>
    </w:p>
    <w:p w14:paraId="177B8591" w14:textId="77777777" w:rsidR="00401B0A" w:rsidRPr="003160A0" w:rsidRDefault="00401B0A" w:rsidP="00401B0A">
      <w:pPr>
        <w:ind w:left="567"/>
        <w:rPr>
          <w:rStyle w:val="Indent2"/>
          <w:rFonts w:ascii="Times New Roman" w:hAnsi="Times New Roman"/>
          <w:b/>
        </w:rPr>
      </w:pPr>
      <w:r w:rsidRPr="003160A0">
        <w:rPr>
          <w:rStyle w:val="Indent2"/>
          <w:rFonts w:ascii="Times New Roman" w:hAnsi="Times New Roman"/>
          <w:b/>
        </w:rPr>
        <w:t xml:space="preserve">An individual person can </w:t>
      </w:r>
      <w:r>
        <w:rPr>
          <w:rStyle w:val="Indent2"/>
          <w:rFonts w:ascii="Times New Roman" w:hAnsi="Times New Roman"/>
          <w:b/>
        </w:rPr>
        <w:t xml:space="preserve">be counted only in one profile </w:t>
      </w:r>
      <w:r w:rsidRPr="003160A0">
        <w:rPr>
          <w:rStyle w:val="Indent2"/>
          <w:rFonts w:ascii="Times New Roman" w:hAnsi="Times New Roman"/>
          <w:b/>
        </w:rPr>
        <w:t>and one lot.</w:t>
      </w:r>
    </w:p>
    <w:p w14:paraId="78BFBDA6" w14:textId="77777777" w:rsidR="00401B0A" w:rsidRPr="003160A0" w:rsidRDefault="00401B0A" w:rsidP="00401B0A">
      <w:pPr>
        <w:pStyle w:val="Heading4"/>
        <w:numPr>
          <w:ilvl w:val="2"/>
          <w:numId w:val="37"/>
        </w:numPr>
        <w:spacing w:before="60"/>
        <w:ind w:left="567" w:firstLine="0"/>
        <w:rPr>
          <w:rFonts w:ascii="Times New Roman" w:hAnsi="Times New Roman"/>
          <w:i/>
          <w:szCs w:val="22"/>
        </w:rPr>
      </w:pPr>
      <w:r w:rsidRPr="003160A0">
        <w:rPr>
          <w:rFonts w:ascii="Times New Roman" w:hAnsi="Times New Roman"/>
          <w:i/>
          <w:szCs w:val="22"/>
        </w:rPr>
        <w:t>Have you provided the CVs requested above, using the attached CV forms?</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401B0A" w:rsidRPr="003160A0" w14:paraId="1E76EB20" w14:textId="77777777" w:rsidTr="00B03438">
        <w:tc>
          <w:tcPr>
            <w:tcW w:w="8647" w:type="dxa"/>
          </w:tcPr>
          <w:p w14:paraId="6EDB8F6C" w14:textId="77777777" w:rsidR="00401B0A" w:rsidRPr="003160A0" w:rsidRDefault="00401B0A" w:rsidP="00B03438">
            <w:pPr>
              <w:pStyle w:val="Text3"/>
              <w:ind w:left="567"/>
              <w:rPr>
                <w:rFonts w:ascii="Times New Roman" w:hAnsi="Times New Roman"/>
              </w:rPr>
            </w:pPr>
            <w:r w:rsidRPr="003160A0">
              <w:rPr>
                <w:rFonts w:ascii="Times New Roman" w:hAnsi="Times New Roman"/>
              </w:rPr>
              <w:t>YES/NO: (mandatory)</w:t>
            </w:r>
          </w:p>
          <w:p w14:paraId="781A27D4" w14:textId="77777777" w:rsidR="00401B0A" w:rsidRPr="003160A0" w:rsidRDefault="00401B0A" w:rsidP="00B03438">
            <w:pPr>
              <w:pStyle w:val="Text3"/>
              <w:ind w:left="567"/>
              <w:rPr>
                <w:rFonts w:ascii="Times New Roman" w:hAnsi="Times New Roman"/>
              </w:rPr>
            </w:pPr>
            <w:r w:rsidRPr="003160A0">
              <w:rPr>
                <w:rFonts w:ascii="Times New Roman" w:hAnsi="Times New Roman"/>
              </w:rPr>
              <w:t>Reference: ……….</w:t>
            </w:r>
          </w:p>
        </w:tc>
      </w:tr>
    </w:tbl>
    <w:p w14:paraId="5326EEE2" w14:textId="77777777" w:rsidR="00401B0A" w:rsidRPr="003160A0" w:rsidRDefault="00401B0A" w:rsidP="00401B0A">
      <w:pPr>
        <w:pStyle w:val="Text3"/>
        <w:ind w:left="567"/>
        <w:rPr>
          <w:rFonts w:ascii="Times New Roman" w:hAnsi="Times New Roman"/>
        </w:rPr>
      </w:pPr>
    </w:p>
    <w:p w14:paraId="17A74027" w14:textId="77777777" w:rsidR="00401B0A" w:rsidRPr="003160A0" w:rsidRDefault="00401B0A" w:rsidP="00401B0A">
      <w:pPr>
        <w:pStyle w:val="Text3"/>
        <w:ind w:left="567"/>
        <w:rPr>
          <w:rFonts w:ascii="Times New Roman" w:hAnsi="Times New Roman"/>
        </w:rPr>
      </w:pPr>
      <w:r w:rsidRPr="003160A0">
        <w:rPr>
          <w:rFonts w:ascii="Times New Roman" w:hAnsi="Times New Roman"/>
        </w:rPr>
        <w:t xml:space="preserve">The tenderers who do not provide the requested CVs with the minimum qualification levels for all profiles will be judged as </w:t>
      </w:r>
      <w:r w:rsidRPr="003160A0">
        <w:rPr>
          <w:rFonts w:ascii="Times New Roman" w:hAnsi="Times New Roman"/>
          <w:i/>
        </w:rPr>
        <w:t>not having the minimum technical capacity</w:t>
      </w:r>
      <w:r w:rsidRPr="003160A0">
        <w:rPr>
          <w:rFonts w:ascii="Times New Roman" w:hAnsi="Times New Roman"/>
        </w:rPr>
        <w:t xml:space="preserve"> to deliver the required services.</w:t>
      </w:r>
    </w:p>
    <w:p w14:paraId="0654C8CD" w14:textId="77777777" w:rsidR="00401B0A" w:rsidRPr="003160A0" w:rsidRDefault="00401B0A" w:rsidP="00401B0A">
      <w:pPr>
        <w:pStyle w:val="Text2"/>
        <w:tabs>
          <w:tab w:val="left" w:pos="9322"/>
        </w:tabs>
        <w:spacing w:before="60"/>
        <w:rPr>
          <w:rFonts w:ascii="Times New Roman" w:hAnsi="Times New Roman"/>
          <w:b/>
          <w:bCs/>
          <w:spacing w:val="-3"/>
        </w:rPr>
      </w:pPr>
    </w:p>
    <w:p w14:paraId="7DA80F86" w14:textId="77777777" w:rsidR="00401B0A" w:rsidRPr="00542473" w:rsidRDefault="00401B0A" w:rsidP="00401B0A">
      <w:pPr>
        <w:pStyle w:val="Heading2"/>
        <w:numPr>
          <w:ilvl w:val="1"/>
          <w:numId w:val="5"/>
        </w:numPr>
        <w:tabs>
          <w:tab w:val="clear" w:pos="1200"/>
        </w:tabs>
        <w:spacing w:before="0" w:after="240"/>
        <w:ind w:left="567" w:hanging="595"/>
        <w:rPr>
          <w:rFonts w:ascii="Times New Roman" w:hAnsi="Times New Roman"/>
        </w:rPr>
      </w:pPr>
      <w:bookmarkStart w:id="32" w:name="_Toc390959086"/>
      <w:bookmarkStart w:id="33" w:name="_Toc394934736"/>
      <w:r w:rsidRPr="00542473">
        <w:rPr>
          <w:rFonts w:ascii="Times New Roman" w:hAnsi="Times New Roman"/>
        </w:rPr>
        <w:t>Quality Control</w:t>
      </w:r>
      <w:bookmarkEnd w:id="32"/>
      <w:bookmarkEnd w:id="33"/>
      <w:r w:rsidRPr="00542473">
        <w:rPr>
          <w:rFonts w:ascii="Times New Roman" w:hAnsi="Times New Roman"/>
        </w:rPr>
        <w:t xml:space="preserve"> </w:t>
      </w:r>
    </w:p>
    <w:p w14:paraId="33688A95" w14:textId="77777777" w:rsidR="00401B0A" w:rsidRPr="00542473" w:rsidRDefault="00401B0A" w:rsidP="00401B0A">
      <w:pPr>
        <w:pStyle w:val="Text3"/>
        <w:ind w:left="1134" w:hanging="1134"/>
        <w:rPr>
          <w:rFonts w:ascii="Times New Roman" w:hAnsi="Times New Roman"/>
          <w:b/>
          <w:bCs/>
          <w:i/>
          <w:iCs/>
        </w:rPr>
      </w:pPr>
      <w:r w:rsidRPr="00542473">
        <w:rPr>
          <w:rFonts w:ascii="Times New Roman" w:hAnsi="Times New Roman"/>
          <w:b/>
          <w:bCs/>
          <w:i/>
          <w:iCs/>
        </w:rPr>
        <w:t>In case of a joint offer, provide the relevant information for each company</w:t>
      </w:r>
    </w:p>
    <w:p w14:paraId="4C99363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given a description of your procedures for ascertaining the quality of the services you delivered to clients and the conformity of the deliveries with their orders?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C1CFD" w14:paraId="3681C5B1" w14:textId="77777777" w:rsidTr="00B03438">
        <w:tc>
          <w:tcPr>
            <w:tcW w:w="8280" w:type="dxa"/>
          </w:tcPr>
          <w:p w14:paraId="2CC0DB41"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YES/NO: (mandatory)</w:t>
            </w:r>
          </w:p>
          <w:p w14:paraId="7DA82433"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2B89F93C"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enclosed title and contents list of your quality assurance manual.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C1CFD" w14:paraId="4920E734" w14:textId="77777777" w:rsidTr="00B03438">
        <w:tc>
          <w:tcPr>
            <w:tcW w:w="8280" w:type="dxa"/>
          </w:tcPr>
          <w:p w14:paraId="672B35C8"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 xml:space="preserve">YES/NO   </w:t>
            </w:r>
          </w:p>
          <w:p w14:paraId="7FBB2254"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0E5284F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Quality standards certifications </w:t>
      </w:r>
    </w:p>
    <w:p w14:paraId="0EC2DD3B" w14:textId="77777777" w:rsidR="00401B0A" w:rsidRPr="00542473" w:rsidRDefault="00401B0A" w:rsidP="00401B0A">
      <w:pPr>
        <w:pStyle w:val="Heading4"/>
        <w:numPr>
          <w:ilvl w:val="3"/>
          <w:numId w:val="5"/>
        </w:numPr>
        <w:tabs>
          <w:tab w:val="num" w:pos="864"/>
        </w:tabs>
        <w:spacing w:before="0" w:after="240"/>
        <w:ind w:left="864" w:hanging="864"/>
        <w:rPr>
          <w:rFonts w:ascii="Times New Roman" w:hAnsi="Times New Roman"/>
        </w:rPr>
      </w:pPr>
      <w:r w:rsidRPr="00542473">
        <w:rPr>
          <w:rFonts w:ascii="Times New Roman" w:hAnsi="Times New Roman"/>
        </w:rPr>
        <w:t xml:space="preserve">Do you have quality procedures for your delivery organisation conforming to the EN29000 (ISO 9000) series of quality standards or equivalent?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3ECB6AD" w14:textId="77777777" w:rsidTr="00B03438">
        <w:tc>
          <w:tcPr>
            <w:tcW w:w="7740" w:type="dxa"/>
          </w:tcPr>
          <w:p w14:paraId="64ADE571" w14:textId="77777777" w:rsidR="00401B0A" w:rsidRPr="00542473" w:rsidRDefault="00401B0A" w:rsidP="00B03438">
            <w:pPr>
              <w:pStyle w:val="Heading4"/>
              <w:keepNext w:val="0"/>
              <w:numPr>
                <w:ilvl w:val="0"/>
                <w:numId w:val="0"/>
              </w:numPr>
              <w:spacing w:before="60"/>
              <w:ind w:left="1134"/>
              <w:rPr>
                <w:rFonts w:ascii="Times New Roman" w:hAnsi="Times New Roman"/>
              </w:rPr>
            </w:pPr>
            <w:r w:rsidRPr="00542473">
              <w:rPr>
                <w:rFonts w:ascii="Times New Roman" w:hAnsi="Times New Roman"/>
              </w:rPr>
              <w:t xml:space="preserve">YES/NO: </w:t>
            </w:r>
          </w:p>
          <w:p w14:paraId="7E48050D"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Reference: </w:t>
            </w:r>
          </w:p>
          <w:p w14:paraId="2BF6BE3B" w14:textId="77777777" w:rsidR="00401B0A" w:rsidRPr="00542473" w:rsidRDefault="00401B0A" w:rsidP="00B03438">
            <w:pPr>
              <w:pStyle w:val="Text3"/>
              <w:spacing w:before="60" w:after="60"/>
              <w:ind w:left="1168"/>
              <w:rPr>
                <w:rFonts w:ascii="Times New Roman" w:hAnsi="Times New Roman"/>
              </w:rPr>
            </w:pPr>
          </w:p>
        </w:tc>
      </w:tr>
    </w:tbl>
    <w:p w14:paraId="1B28CB24" w14:textId="77777777" w:rsidR="00401B0A" w:rsidRPr="00542473" w:rsidRDefault="00401B0A" w:rsidP="00401B0A">
      <w:pPr>
        <w:pStyle w:val="Heading5"/>
        <w:numPr>
          <w:ilvl w:val="4"/>
          <w:numId w:val="5"/>
        </w:numPr>
        <w:tabs>
          <w:tab w:val="clear" w:pos="1800"/>
        </w:tabs>
        <w:ind w:left="1134" w:hanging="1134"/>
        <w:rPr>
          <w:rFonts w:ascii="Times New Roman" w:hAnsi="Times New Roman" w:cs="Times New Roman"/>
        </w:rPr>
      </w:pPr>
      <w:r w:rsidRPr="00542473">
        <w:rPr>
          <w:rFonts w:ascii="Times New Roman" w:hAnsi="Times New Roman" w:cs="Times New Roman"/>
        </w:rPr>
        <w:t xml:space="preserve">IF YES, </w:t>
      </w:r>
    </w:p>
    <w:p w14:paraId="0705D1B7" w14:textId="792C343B" w:rsidR="00401B0A" w:rsidRPr="00542473" w:rsidRDefault="00401B0A" w:rsidP="00401B0A">
      <w:pPr>
        <w:pStyle w:val="Heading4"/>
        <w:numPr>
          <w:ilvl w:val="0"/>
          <w:numId w:val="0"/>
        </w:numPr>
        <w:spacing w:before="240"/>
        <w:ind w:left="1560" w:hanging="426"/>
        <w:rPr>
          <w:rFonts w:ascii="Times New Roman" w:hAnsi="Times New Roman"/>
        </w:rPr>
      </w:pPr>
      <w:r w:rsidRPr="00542473">
        <w:rPr>
          <w:rFonts w:ascii="Times New Roman" w:hAnsi="Times New Roman"/>
        </w:rPr>
        <w:t>(a)</w:t>
      </w:r>
      <w:r w:rsidRPr="00542473">
        <w:rPr>
          <w:rFonts w:ascii="Times New Roman" w:hAnsi="Times New Roman"/>
        </w:rPr>
        <w:tab/>
        <w:t xml:space="preserve">Specify the year and the country for which the </w:t>
      </w:r>
      <w:r w:rsidR="00FF7CAE">
        <w:rPr>
          <w:rFonts w:ascii="Times New Roman" w:hAnsi="Times New Roman"/>
        </w:rPr>
        <w:t xml:space="preserve">relevant </w:t>
      </w:r>
      <w:r w:rsidRPr="00542473">
        <w:rPr>
          <w:rFonts w:ascii="Times New Roman" w:hAnsi="Times New Roman"/>
        </w:rPr>
        <w:t>accreditation has been obtained.</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5A7AF18E" w14:textId="77777777" w:rsidTr="00B03438">
        <w:tc>
          <w:tcPr>
            <w:tcW w:w="7740" w:type="dxa"/>
          </w:tcPr>
          <w:p w14:paraId="054AFE59" w14:textId="77777777" w:rsidR="00401B0A" w:rsidRPr="00542473" w:rsidRDefault="00401B0A" w:rsidP="00B03438">
            <w:pPr>
              <w:pStyle w:val="Text3"/>
              <w:spacing w:before="60" w:after="60"/>
              <w:ind w:left="1168"/>
              <w:rPr>
                <w:rFonts w:ascii="Times New Roman" w:hAnsi="Times New Roman"/>
              </w:rPr>
            </w:pPr>
          </w:p>
          <w:p w14:paraId="290C5DE5" w14:textId="77777777" w:rsidR="00401B0A" w:rsidRPr="00542473" w:rsidRDefault="00401B0A" w:rsidP="00B03438">
            <w:pPr>
              <w:pStyle w:val="Text3"/>
              <w:spacing w:before="60" w:after="60"/>
              <w:ind w:left="1168"/>
              <w:rPr>
                <w:rFonts w:ascii="Times New Roman" w:hAnsi="Times New Roman"/>
              </w:rPr>
            </w:pPr>
          </w:p>
        </w:tc>
      </w:tr>
    </w:tbl>
    <w:p w14:paraId="3991CCD9" w14:textId="77777777" w:rsidR="00401B0A" w:rsidRPr="00542473" w:rsidRDefault="00401B0A" w:rsidP="00401B0A">
      <w:pPr>
        <w:pStyle w:val="Heading4"/>
        <w:numPr>
          <w:ilvl w:val="0"/>
          <w:numId w:val="0"/>
        </w:numPr>
        <w:spacing w:before="240"/>
        <w:ind w:left="1134"/>
        <w:rPr>
          <w:rFonts w:ascii="Times New Roman" w:hAnsi="Times New Roman"/>
        </w:rPr>
      </w:pPr>
      <w:r w:rsidRPr="00542473">
        <w:rPr>
          <w:rFonts w:ascii="Times New Roman" w:hAnsi="Times New Roman"/>
        </w:rPr>
        <w:t>(b)</w:t>
      </w:r>
      <w:r w:rsidRPr="00542473">
        <w:rPr>
          <w:rFonts w:ascii="Times New Roman" w:hAnsi="Times New Roman"/>
        </w:rPr>
        <w:tab/>
        <w:t>State the name of the certification body.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6128FE0D" w14:textId="77777777" w:rsidTr="00B03438">
        <w:tc>
          <w:tcPr>
            <w:tcW w:w="7740" w:type="dxa"/>
          </w:tcPr>
          <w:p w14:paraId="296C68C4"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p w14:paraId="3EFBE911" w14:textId="77777777" w:rsidR="00401B0A" w:rsidRPr="00542473" w:rsidRDefault="00401B0A" w:rsidP="00B03438">
            <w:pPr>
              <w:pStyle w:val="Text3"/>
              <w:spacing w:before="60" w:after="60"/>
              <w:ind w:left="1168"/>
              <w:rPr>
                <w:rFonts w:ascii="Times New Roman" w:hAnsi="Times New Roman"/>
              </w:rPr>
            </w:pPr>
          </w:p>
        </w:tc>
      </w:tr>
    </w:tbl>
    <w:p w14:paraId="7CA7207F" w14:textId="77777777" w:rsidR="00401B0A" w:rsidRPr="00542473" w:rsidRDefault="00401B0A" w:rsidP="00401B0A">
      <w:pPr>
        <w:pStyle w:val="Heading4"/>
        <w:numPr>
          <w:ilvl w:val="0"/>
          <w:numId w:val="0"/>
        </w:numPr>
        <w:spacing w:before="240"/>
        <w:ind w:left="2041" w:hanging="907"/>
        <w:rPr>
          <w:rFonts w:ascii="Times New Roman" w:hAnsi="Times New Roman"/>
        </w:rPr>
      </w:pPr>
      <w:r w:rsidRPr="00542473">
        <w:rPr>
          <w:rFonts w:ascii="Times New Roman" w:hAnsi="Times New Roman"/>
        </w:rPr>
        <w:lastRenderedPageBreak/>
        <w:t>(c) Have you enclosed a copy of the certificate?</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E135E21" w14:textId="77777777" w:rsidTr="00B03438">
        <w:tc>
          <w:tcPr>
            <w:tcW w:w="7740" w:type="dxa"/>
          </w:tcPr>
          <w:p w14:paraId="329697EE" w14:textId="77777777" w:rsidR="00401B0A" w:rsidRPr="00542473" w:rsidRDefault="00401B0A" w:rsidP="00B03438">
            <w:pPr>
              <w:pStyle w:val="Heading4"/>
              <w:keepNext w:val="0"/>
              <w:numPr>
                <w:ilvl w:val="0"/>
                <w:numId w:val="0"/>
              </w:numPr>
              <w:spacing w:before="60"/>
              <w:ind w:left="1134"/>
              <w:rPr>
                <w:rFonts w:ascii="Times New Roman" w:hAnsi="Times New Roman"/>
              </w:rPr>
            </w:pPr>
            <w:r w:rsidRPr="00542473">
              <w:rPr>
                <w:rFonts w:ascii="Times New Roman" w:hAnsi="Times New Roman"/>
              </w:rPr>
              <w:t xml:space="preserve">YES/NO: </w:t>
            </w:r>
          </w:p>
          <w:p w14:paraId="564F5F9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Reference: </w:t>
            </w:r>
          </w:p>
        </w:tc>
      </w:tr>
    </w:tbl>
    <w:p w14:paraId="080EE0E6" w14:textId="77777777" w:rsidR="00401B0A" w:rsidRPr="00542473" w:rsidRDefault="00401B0A" w:rsidP="00401B0A">
      <w:pPr>
        <w:pStyle w:val="Heading4"/>
        <w:numPr>
          <w:ilvl w:val="0"/>
          <w:numId w:val="0"/>
        </w:numPr>
        <w:spacing w:before="240"/>
        <w:ind w:left="1134"/>
        <w:rPr>
          <w:rFonts w:ascii="Times New Roman" w:hAnsi="Times New Roman"/>
        </w:rPr>
      </w:pPr>
      <w:r w:rsidRPr="00542473">
        <w:rPr>
          <w:rFonts w:ascii="Times New Roman" w:hAnsi="Times New Roman"/>
        </w:rPr>
        <w:t>(d) Have there been any follow-up audits? If yes specify.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03C2C6EB" w14:textId="77777777" w:rsidTr="00B03438">
        <w:tc>
          <w:tcPr>
            <w:tcW w:w="7740" w:type="dxa"/>
          </w:tcPr>
          <w:p w14:paraId="3DD680EA"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691C750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6255E762" w14:textId="77777777" w:rsidR="00401B0A" w:rsidRPr="00542473" w:rsidRDefault="00401B0A" w:rsidP="00401B0A">
      <w:pPr>
        <w:pStyle w:val="Heading4"/>
        <w:numPr>
          <w:ilvl w:val="3"/>
          <w:numId w:val="5"/>
        </w:numPr>
        <w:tabs>
          <w:tab w:val="num" w:pos="864"/>
        </w:tabs>
        <w:spacing w:before="0" w:after="240"/>
        <w:ind w:left="864" w:hanging="864"/>
        <w:rPr>
          <w:rFonts w:ascii="Times New Roman" w:hAnsi="Times New Roman"/>
        </w:rPr>
      </w:pPr>
      <w:r w:rsidRPr="00542473">
        <w:rPr>
          <w:rFonts w:ascii="Times New Roman" w:hAnsi="Times New Roman"/>
        </w:rPr>
        <w:t xml:space="preserve">What other norms (not only UNI-ISO) do you follow?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9F3C72D" w14:textId="77777777" w:rsidTr="00B03438">
        <w:tc>
          <w:tcPr>
            <w:tcW w:w="7740" w:type="dxa"/>
          </w:tcPr>
          <w:p w14:paraId="149A756B" w14:textId="0E37D140" w:rsidR="00401B0A" w:rsidRPr="00542473" w:rsidRDefault="00401B0A" w:rsidP="00B03438">
            <w:pPr>
              <w:pStyle w:val="Text3"/>
              <w:spacing w:before="60" w:after="60"/>
              <w:ind w:left="1168"/>
              <w:rPr>
                <w:rStyle w:val="Indent3"/>
                <w:rFonts w:ascii="Times New Roman" w:hAnsi="Times New Roman"/>
                <w:b/>
                <w:i/>
              </w:rPr>
            </w:pPr>
            <w:r w:rsidRPr="00542473">
              <w:rPr>
                <w:rStyle w:val="Indent3"/>
                <w:rFonts w:ascii="Times New Roman" w:hAnsi="Times New Roman"/>
                <w:b/>
              </w:rPr>
              <w:t>(</w:t>
            </w:r>
            <w:r w:rsidR="00446FA2">
              <w:rPr>
                <w:rStyle w:val="Indent3"/>
                <w:rFonts w:ascii="Times New Roman" w:hAnsi="Times New Roman"/>
                <w:b/>
                <w:i/>
              </w:rPr>
              <w:t>Mandatory if the response to 4.3</w:t>
            </w:r>
            <w:r w:rsidRPr="00542473">
              <w:rPr>
                <w:rStyle w:val="Indent3"/>
                <w:rFonts w:ascii="Times New Roman" w:hAnsi="Times New Roman"/>
                <w:b/>
                <w:i/>
              </w:rPr>
              <w:t>.</w:t>
            </w:r>
            <w:r w:rsidR="00446FA2">
              <w:rPr>
                <w:rStyle w:val="Indent3"/>
                <w:rFonts w:ascii="Times New Roman" w:hAnsi="Times New Roman"/>
                <w:b/>
                <w:i/>
              </w:rPr>
              <w:t>3</w:t>
            </w:r>
            <w:r w:rsidRPr="00542473">
              <w:rPr>
                <w:rStyle w:val="Indent3"/>
                <w:rFonts w:ascii="Times New Roman" w:hAnsi="Times New Roman"/>
                <w:b/>
                <w:i/>
              </w:rPr>
              <w:t>.1 is NO)</w:t>
            </w:r>
          </w:p>
          <w:p w14:paraId="0497430C" w14:textId="29525DF3" w:rsidR="00401B0A" w:rsidRPr="00F34E43" w:rsidRDefault="00F34E43" w:rsidP="00B03438">
            <w:pPr>
              <w:pStyle w:val="Text3"/>
              <w:spacing w:before="60" w:after="60"/>
              <w:ind w:left="1168"/>
              <w:rPr>
                <w:rFonts w:ascii="Times New Roman" w:hAnsi="Times New Roman"/>
              </w:rPr>
            </w:pPr>
            <w:r w:rsidRPr="00F34E43">
              <w:rPr>
                <w:rFonts w:ascii="Times New Roman" w:hAnsi="Times New Roman"/>
              </w:rPr>
              <w:t xml:space="preserve">Reference: </w:t>
            </w:r>
          </w:p>
        </w:tc>
      </w:tr>
    </w:tbl>
    <w:p w14:paraId="582CDC7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given a description of your project management methodology applicable to the required services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C1CFD" w14:paraId="7846F949" w14:textId="77777777" w:rsidTr="00B03438">
        <w:tc>
          <w:tcPr>
            <w:tcW w:w="7740" w:type="dxa"/>
          </w:tcPr>
          <w:p w14:paraId="4C11C5C0"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 xml:space="preserve">YES/NO: </w:t>
            </w:r>
          </w:p>
          <w:p w14:paraId="60DC2366"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55D661AD" w14:textId="77777777" w:rsidR="00401B0A" w:rsidRDefault="00401B0A" w:rsidP="00401B0A">
      <w:pPr>
        <w:pStyle w:val="Heading2"/>
        <w:numPr>
          <w:ilvl w:val="0"/>
          <w:numId w:val="0"/>
        </w:numPr>
        <w:spacing w:before="0" w:after="240"/>
        <w:ind w:left="567"/>
        <w:rPr>
          <w:rStyle w:val="Indent2"/>
          <w:rFonts w:ascii="Times New Roman" w:hAnsi="Times New Roman"/>
          <w:spacing w:val="-3"/>
        </w:rPr>
      </w:pPr>
    </w:p>
    <w:p w14:paraId="1C6E02F1" w14:textId="77777777" w:rsidR="00401B0A" w:rsidRPr="00542473" w:rsidRDefault="00401B0A" w:rsidP="00401B0A">
      <w:pPr>
        <w:pStyle w:val="Heading2"/>
        <w:numPr>
          <w:ilvl w:val="1"/>
          <w:numId w:val="5"/>
        </w:numPr>
        <w:tabs>
          <w:tab w:val="clear" w:pos="1200"/>
        </w:tabs>
        <w:spacing w:before="0" w:after="240"/>
        <w:ind w:left="567" w:hanging="567"/>
        <w:rPr>
          <w:rStyle w:val="Indent2"/>
          <w:rFonts w:ascii="Times New Roman" w:hAnsi="Times New Roman"/>
          <w:spacing w:val="-3"/>
        </w:rPr>
      </w:pPr>
      <w:bookmarkStart w:id="34" w:name="_Toc390959087"/>
      <w:bookmarkStart w:id="35" w:name="_Toc394934737"/>
      <w:r w:rsidRPr="00542473">
        <w:rPr>
          <w:rStyle w:val="Indent2"/>
          <w:rFonts w:ascii="Times New Roman" w:hAnsi="Times New Roman"/>
          <w:spacing w:val="-3"/>
        </w:rPr>
        <w:t>References in relation to similar projects/contracts</w:t>
      </w:r>
      <w:bookmarkEnd w:id="34"/>
      <w:bookmarkEnd w:id="35"/>
      <w:r w:rsidRPr="00542473">
        <w:rPr>
          <w:rStyle w:val="Indent2"/>
          <w:rFonts w:ascii="Times New Roman" w:hAnsi="Times New Roman"/>
          <w:spacing w:val="-3"/>
        </w:rPr>
        <w:t xml:space="preserve"> </w:t>
      </w:r>
    </w:p>
    <w:p w14:paraId="437389E7" w14:textId="77777777" w:rsidR="00401B0A" w:rsidRPr="00542473" w:rsidRDefault="00401B0A" w:rsidP="00401B0A">
      <w:pPr>
        <w:pStyle w:val="Heading3"/>
        <w:numPr>
          <w:ilvl w:val="2"/>
          <w:numId w:val="5"/>
        </w:numPr>
        <w:tabs>
          <w:tab w:val="clear" w:pos="1920"/>
        </w:tabs>
        <w:spacing w:before="0" w:after="240"/>
        <w:ind w:left="1134" w:hanging="1134"/>
        <w:rPr>
          <w:rFonts w:ascii="Times New Roman" w:hAnsi="Times New Roman"/>
        </w:rPr>
      </w:pPr>
      <w:r w:rsidRPr="00542473">
        <w:rPr>
          <w:rFonts w:ascii="Times New Roman" w:hAnsi="Times New Roman"/>
        </w:rPr>
        <w:t>Client References</w:t>
      </w:r>
    </w:p>
    <w:p w14:paraId="427E3F28" w14:textId="45964320" w:rsidR="00401B0A" w:rsidRPr="00542473" w:rsidRDefault="00401B0A" w:rsidP="00401B0A">
      <w:pPr>
        <w:pStyle w:val="Heading4"/>
        <w:numPr>
          <w:ilvl w:val="0"/>
          <w:numId w:val="0"/>
        </w:numPr>
        <w:spacing w:before="0" w:after="240"/>
        <w:ind w:left="720"/>
        <w:rPr>
          <w:rStyle w:val="Indent2"/>
          <w:rFonts w:ascii="Times New Roman" w:hAnsi="Times New Roman"/>
          <w:spacing w:val="-3"/>
        </w:rPr>
      </w:pPr>
      <w:r w:rsidRPr="00542473">
        <w:rPr>
          <w:rStyle w:val="Indent2"/>
          <w:rFonts w:ascii="Times New Roman" w:hAnsi="Times New Roman"/>
          <w:spacing w:val="-3"/>
        </w:rPr>
        <w:t xml:space="preserve">Have you filled and attached the  “Project Reference Form” in the Attachment 1 to this document with the </w:t>
      </w:r>
      <w:r w:rsidRPr="00542473">
        <w:rPr>
          <w:rStyle w:val="Indent2"/>
          <w:rFonts w:ascii="Times New Roman" w:hAnsi="Times New Roman"/>
          <w:b/>
          <w:spacing w:val="-3"/>
        </w:rPr>
        <w:t xml:space="preserve">principal </w:t>
      </w:r>
      <w:r>
        <w:rPr>
          <w:rStyle w:val="Indent2"/>
          <w:rFonts w:ascii="Times New Roman" w:hAnsi="Times New Roman"/>
          <w:spacing w:val="-3"/>
        </w:rPr>
        <w:t>services provided in 2011</w:t>
      </w:r>
      <w:r w:rsidRPr="00542473">
        <w:rPr>
          <w:rStyle w:val="Indent2"/>
          <w:rFonts w:ascii="Times New Roman" w:hAnsi="Times New Roman"/>
          <w:spacing w:val="-3"/>
        </w:rPr>
        <w:t>, 201</w:t>
      </w:r>
      <w:r>
        <w:rPr>
          <w:rStyle w:val="Indent2"/>
          <w:rFonts w:ascii="Times New Roman" w:hAnsi="Times New Roman"/>
          <w:spacing w:val="-3"/>
        </w:rPr>
        <w:t>2</w:t>
      </w:r>
      <w:r w:rsidRPr="00542473">
        <w:rPr>
          <w:rStyle w:val="Indent2"/>
          <w:rFonts w:ascii="Times New Roman" w:hAnsi="Times New Roman"/>
          <w:spacing w:val="-3"/>
        </w:rPr>
        <w:t xml:space="preserve"> and 201</w:t>
      </w:r>
      <w:r>
        <w:rPr>
          <w:rStyle w:val="Indent2"/>
          <w:rFonts w:ascii="Times New Roman" w:hAnsi="Times New Roman"/>
          <w:spacing w:val="-3"/>
        </w:rPr>
        <w:t>3</w:t>
      </w:r>
      <w:r w:rsidRPr="00542473">
        <w:rPr>
          <w:rStyle w:val="Indent2"/>
          <w:rFonts w:ascii="Times New Roman" w:hAnsi="Times New Roman"/>
          <w:spacing w:val="-3"/>
        </w:rPr>
        <w:t xml:space="preserve"> </w:t>
      </w:r>
      <w:r w:rsidR="00906CB6">
        <w:rPr>
          <w:rStyle w:val="Indent2"/>
          <w:rFonts w:ascii="Times New Roman" w:hAnsi="Times New Roman"/>
          <w:spacing w:val="-3"/>
        </w:rPr>
        <w:t xml:space="preserve">ACCORDING TO Question 4.42 </w:t>
      </w:r>
      <w:r w:rsidRPr="00542473">
        <w:rPr>
          <w:rStyle w:val="Indent2"/>
          <w:rFonts w:ascii="Times New Roman" w:hAnsi="Times New Roman"/>
          <w:spacing w:val="-3"/>
        </w:rPr>
        <w:t xml:space="preserve">with the consumption of resources, dates, and recipients, whether public or private, of the services?  </w:t>
      </w:r>
    </w:p>
    <w:p w14:paraId="0049AC04" w14:textId="77777777" w:rsidR="00401B0A" w:rsidRPr="00542473" w:rsidRDefault="00401B0A" w:rsidP="00401B0A">
      <w:pPr>
        <w:pStyle w:val="Text3"/>
        <w:ind w:left="720"/>
        <w:rPr>
          <w:rFonts w:ascii="Times New Roman" w:hAnsi="Times New Roman"/>
          <w:bCs/>
          <w:iCs/>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3130F147" w14:textId="77777777" w:rsidTr="00B03438">
        <w:tc>
          <w:tcPr>
            <w:tcW w:w="8280" w:type="dxa"/>
          </w:tcPr>
          <w:p w14:paraId="2558B7B3"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578C01E1"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 ……….</w:t>
            </w:r>
          </w:p>
        </w:tc>
      </w:tr>
    </w:tbl>
    <w:p w14:paraId="3DA4F0C8" w14:textId="77777777" w:rsidR="00401B0A" w:rsidRPr="00542473" w:rsidRDefault="00401B0A" w:rsidP="00401B0A">
      <w:pPr>
        <w:pStyle w:val="Heading3"/>
        <w:numPr>
          <w:ilvl w:val="0"/>
          <w:numId w:val="0"/>
        </w:numPr>
        <w:spacing w:before="0" w:after="240"/>
        <w:ind w:left="1134"/>
        <w:rPr>
          <w:rFonts w:ascii="Times New Roman" w:hAnsi="Times New Roman"/>
          <w:bCs/>
        </w:rPr>
      </w:pPr>
    </w:p>
    <w:p w14:paraId="7BB60723" w14:textId="77777777" w:rsidR="00401B0A" w:rsidRPr="00542473" w:rsidRDefault="00401B0A" w:rsidP="00401B0A">
      <w:pPr>
        <w:pStyle w:val="Heading3"/>
        <w:numPr>
          <w:ilvl w:val="0"/>
          <w:numId w:val="0"/>
        </w:numPr>
        <w:spacing w:before="0" w:after="240"/>
        <w:ind w:left="1134"/>
        <w:rPr>
          <w:rFonts w:ascii="Times New Roman" w:hAnsi="Times New Roman"/>
        </w:rPr>
      </w:pPr>
      <w:r w:rsidRPr="00542473">
        <w:rPr>
          <w:rFonts w:ascii="Times New Roman" w:hAnsi="Times New Roman"/>
          <w:bCs/>
        </w:rPr>
        <w:t>Please note that a contract should only be mentioned as one reference of a company</w:t>
      </w:r>
    </w:p>
    <w:p w14:paraId="113CCBCB" w14:textId="77777777" w:rsidR="00401B0A" w:rsidRPr="00542473" w:rsidRDefault="00401B0A" w:rsidP="00401B0A">
      <w:pPr>
        <w:pStyle w:val="Text3"/>
        <w:ind w:left="720"/>
        <w:rPr>
          <w:rFonts w:ascii="Times New Roman" w:hAnsi="Times New Roman"/>
          <w:b/>
          <w:bCs/>
          <w:i/>
          <w:iCs/>
        </w:rPr>
      </w:pPr>
      <w:r w:rsidRPr="00542473">
        <w:rPr>
          <w:rFonts w:ascii="Times New Roman" w:hAnsi="Times New Roman"/>
          <w:b/>
          <w:bCs/>
          <w:i/>
          <w:iCs/>
        </w:rPr>
        <w:t>In case of a joint offer, provide the information for each company</w:t>
      </w:r>
    </w:p>
    <w:p w14:paraId="6462EACF" w14:textId="60961F98" w:rsidR="00401B0A" w:rsidRPr="00542473" w:rsidRDefault="00401B0A" w:rsidP="00401B0A">
      <w:pPr>
        <w:pStyle w:val="Heading3"/>
        <w:numPr>
          <w:ilvl w:val="2"/>
          <w:numId w:val="5"/>
        </w:numPr>
        <w:tabs>
          <w:tab w:val="clear" w:pos="1920"/>
        </w:tabs>
        <w:spacing w:before="0" w:after="240"/>
        <w:ind w:left="1134" w:hanging="1134"/>
        <w:rPr>
          <w:rFonts w:ascii="Times New Roman" w:hAnsi="Times New Roman"/>
        </w:rPr>
      </w:pPr>
      <w:r w:rsidRPr="00542473">
        <w:rPr>
          <w:rFonts w:ascii="Times New Roman" w:hAnsi="Times New Roman"/>
        </w:rPr>
        <w:t xml:space="preserve">Demonstrate sufficient experience in </w:t>
      </w:r>
      <w:r w:rsidR="00FF7CAE">
        <w:rPr>
          <w:rFonts w:ascii="Times New Roman" w:hAnsi="Times New Roman"/>
        </w:rPr>
        <w:t xml:space="preserve">providing </w:t>
      </w:r>
      <w:r w:rsidR="0034141D">
        <w:rPr>
          <w:rFonts w:ascii="Times New Roman" w:hAnsi="Times New Roman"/>
        </w:rPr>
        <w:t xml:space="preserve">services </w:t>
      </w:r>
      <w:r w:rsidR="0034141D" w:rsidRPr="00542473">
        <w:rPr>
          <w:rFonts w:ascii="Times New Roman" w:hAnsi="Times New Roman"/>
        </w:rPr>
        <w:t>in</w:t>
      </w:r>
      <w:r w:rsidRPr="00542473">
        <w:rPr>
          <w:rFonts w:ascii="Times New Roman" w:hAnsi="Times New Roman"/>
        </w:rPr>
        <w:t xml:space="preserve"> the context of the tender</w:t>
      </w:r>
    </w:p>
    <w:p w14:paraId="41D6ECA7" w14:textId="0D6E3C33" w:rsidR="00401B0A" w:rsidRPr="00C34DD2" w:rsidRDefault="00401B0A" w:rsidP="00401B0A">
      <w:pPr>
        <w:pStyle w:val="Text3"/>
        <w:rPr>
          <w:rFonts w:ascii="Times New Roman" w:hAnsi="Times New Roman"/>
          <w:spacing w:val="-3"/>
        </w:rPr>
      </w:pPr>
      <w:r w:rsidRPr="00542473">
        <w:rPr>
          <w:rFonts w:ascii="Times New Roman" w:hAnsi="Times New Roman"/>
        </w:rPr>
        <w:t xml:space="preserve">Demonstrate to have completed a number of projects in the area of the tender that are in line with the minimum requirements according to the </w:t>
      </w:r>
      <w:r w:rsidR="0034141D" w:rsidRPr="00542473">
        <w:rPr>
          <w:rFonts w:ascii="Times New Roman" w:hAnsi="Times New Roman"/>
        </w:rPr>
        <w:t>table “</w:t>
      </w:r>
      <w:r w:rsidR="00160BAB">
        <w:rPr>
          <w:rStyle w:val="Indent2"/>
          <w:rFonts w:ascii="Times New Roman" w:hAnsi="Times New Roman"/>
          <w:spacing w:val="-3"/>
        </w:rPr>
        <w:t>Project Reference Form</w:t>
      </w:r>
      <w:r w:rsidRPr="00C34DD2">
        <w:rPr>
          <w:rStyle w:val="Indent2"/>
          <w:rFonts w:ascii="Times New Roman" w:hAnsi="Times New Roman"/>
          <w:spacing w:val="-3"/>
        </w:rPr>
        <w:t xml:space="preserve">” in Attachment </w:t>
      </w:r>
      <w:r w:rsidR="00160BAB">
        <w:rPr>
          <w:rStyle w:val="Indent2"/>
          <w:rFonts w:ascii="Times New Roman" w:hAnsi="Times New Roman"/>
          <w:spacing w:val="-3"/>
        </w:rPr>
        <w:t>1</w:t>
      </w:r>
      <w:r w:rsidRPr="00C34DD2">
        <w:rPr>
          <w:rStyle w:val="Indent2"/>
          <w:rFonts w:ascii="Times New Roman" w:hAnsi="Times New Roman"/>
          <w:spacing w:val="-3"/>
        </w:rPr>
        <w:t xml:space="preserve"> to this document.</w:t>
      </w:r>
    </w:p>
    <w:p w14:paraId="6D419A42" w14:textId="6890A6D4" w:rsidR="00401B0A" w:rsidRPr="00542473" w:rsidRDefault="00401B0A" w:rsidP="00401B0A">
      <w:pPr>
        <w:pStyle w:val="Text3"/>
        <w:rPr>
          <w:rFonts w:ascii="Times New Roman" w:hAnsi="Times New Roman"/>
          <w:spacing w:val="-3"/>
        </w:rPr>
      </w:pPr>
      <w:r w:rsidRPr="00C34DD2">
        <w:rPr>
          <w:rFonts w:ascii="Times New Roman" w:hAnsi="Times New Roman"/>
        </w:rPr>
        <w:t xml:space="preserve">You must include full description (using the Project Reference Form attached in Attachment 1) of </w:t>
      </w:r>
      <w:r w:rsidRPr="00C34DD2">
        <w:rPr>
          <w:rFonts w:ascii="Times New Roman" w:hAnsi="Times New Roman"/>
          <w:u w:val="single"/>
        </w:rPr>
        <w:t>at least 4 different</w:t>
      </w:r>
      <w:r w:rsidRPr="00C34DD2">
        <w:rPr>
          <w:rFonts w:ascii="Times New Roman" w:hAnsi="Times New Roman"/>
        </w:rPr>
        <w:t xml:space="preserve"> projects (and maximum 6) for at least 3 different customers for projects/contracts executed in the field of the</w:t>
      </w:r>
      <w:r>
        <w:rPr>
          <w:rFonts w:ascii="Times New Roman" w:hAnsi="Times New Roman"/>
        </w:rPr>
        <w:t xml:space="preserve"> present lot</w:t>
      </w:r>
      <w:r w:rsidRPr="00C34DD2">
        <w:rPr>
          <w:rFonts w:ascii="Times New Roman" w:hAnsi="Times New Roman"/>
        </w:rPr>
        <w:t xml:space="preserve"> and of similar scale (</w:t>
      </w:r>
      <w:r>
        <w:rPr>
          <w:rFonts w:ascii="Times New Roman" w:hAnsi="Times New Roman"/>
        </w:rPr>
        <w:t xml:space="preserve"> </w:t>
      </w:r>
      <w:r w:rsidRPr="00F87CA6">
        <w:rPr>
          <w:rFonts w:ascii="Times New Roman" w:hAnsi="Times New Roman"/>
        </w:rPr>
        <w:t xml:space="preserve">min </w:t>
      </w:r>
      <w:r w:rsidR="00F102CA">
        <w:rPr>
          <w:rFonts w:ascii="Times New Roman" w:hAnsi="Times New Roman"/>
        </w:rPr>
        <w:t>6</w:t>
      </w:r>
      <w:r w:rsidRPr="00F87CA6">
        <w:rPr>
          <w:rFonts w:ascii="Times New Roman" w:hAnsi="Times New Roman"/>
        </w:rPr>
        <w:t>0</w:t>
      </w:r>
      <w:r>
        <w:rPr>
          <w:rFonts w:ascii="Times New Roman" w:hAnsi="Times New Roman"/>
        </w:rPr>
        <w:t xml:space="preserve">% of the total </w:t>
      </w:r>
      <w:r w:rsidRPr="00C34DD2">
        <w:rPr>
          <w:rFonts w:ascii="Times New Roman" w:hAnsi="Times New Roman"/>
        </w:rPr>
        <w:t>man/days</w:t>
      </w:r>
      <w:r>
        <w:rPr>
          <w:rFonts w:ascii="Times New Roman" w:hAnsi="Times New Roman"/>
        </w:rPr>
        <w:t xml:space="preserve"> estimated for this lot</w:t>
      </w:r>
      <w:r w:rsidRPr="00C34DD2">
        <w:rPr>
          <w:rFonts w:ascii="Times New Roman" w:hAnsi="Times New Roman"/>
        </w:rPr>
        <w:t>)</w:t>
      </w:r>
      <w:r w:rsidRPr="00C34DD2">
        <w:rPr>
          <w:rStyle w:val="Indent2"/>
          <w:rFonts w:ascii="Times New Roman" w:hAnsi="Times New Roman"/>
          <w:spacing w:val="-3"/>
        </w:rPr>
        <w:t>.</w:t>
      </w:r>
    </w:p>
    <w:p w14:paraId="08C7BCC8" w14:textId="3C1A0DAF" w:rsidR="00401B0A" w:rsidRPr="00542473" w:rsidRDefault="00401B0A" w:rsidP="00401B0A">
      <w:pPr>
        <w:pStyle w:val="Text4"/>
        <w:ind w:left="720"/>
        <w:rPr>
          <w:rFonts w:ascii="Times New Roman" w:hAnsi="Times New Roman"/>
        </w:rPr>
      </w:pPr>
      <w:r w:rsidRPr="00542473">
        <w:rPr>
          <w:rFonts w:ascii="Times New Roman" w:hAnsi="Times New Roman"/>
        </w:rPr>
        <w:lastRenderedPageBreak/>
        <w:t xml:space="preserve">Include the reference to that documentation in </w:t>
      </w:r>
      <w:r w:rsidRPr="00542473">
        <w:rPr>
          <w:rStyle w:val="Indent2"/>
          <w:rFonts w:ascii="Times New Roman" w:hAnsi="Times New Roman"/>
          <w:spacing w:val="-3"/>
        </w:rPr>
        <w:t>“</w:t>
      </w:r>
      <w:r w:rsidR="00160BAB">
        <w:rPr>
          <w:rStyle w:val="Indent2"/>
          <w:rFonts w:ascii="Times New Roman" w:hAnsi="Times New Roman"/>
          <w:spacing w:val="-3"/>
        </w:rPr>
        <w:t>Project Reference Form</w:t>
      </w:r>
      <w:r w:rsidR="00160BAB" w:rsidRPr="00C34DD2">
        <w:rPr>
          <w:rStyle w:val="Indent2"/>
          <w:rFonts w:ascii="Times New Roman" w:hAnsi="Times New Roman"/>
          <w:spacing w:val="-3"/>
        </w:rPr>
        <w:t xml:space="preserve">” in Attachment </w:t>
      </w:r>
      <w:r w:rsidR="00160BAB">
        <w:rPr>
          <w:rStyle w:val="Indent2"/>
          <w:rFonts w:ascii="Times New Roman" w:hAnsi="Times New Roman"/>
          <w:spacing w:val="-3"/>
        </w:rPr>
        <w:t>1</w:t>
      </w:r>
      <w:r w:rsidR="0034141D">
        <w:rPr>
          <w:rStyle w:val="Indent2"/>
          <w:rFonts w:ascii="Times New Roman" w:hAnsi="Times New Roman"/>
          <w:spacing w:val="-3"/>
        </w:rPr>
        <w:t xml:space="preserve"> </w:t>
      </w:r>
      <w:r w:rsidRPr="00542473">
        <w:rPr>
          <w:rStyle w:val="Indent2"/>
          <w:rFonts w:ascii="Times New Roman" w:hAnsi="Times New Roman"/>
          <w:spacing w:val="-3"/>
        </w:rPr>
        <w:t>to this document.</w:t>
      </w:r>
    </w:p>
    <w:p w14:paraId="6EEF740E" w14:textId="3D4C2DC8" w:rsidR="00401B0A" w:rsidRPr="00542473" w:rsidRDefault="00465511" w:rsidP="00401B0A">
      <w:pPr>
        <w:pStyle w:val="Heading1-Section"/>
        <w:rPr>
          <w:rFonts w:ascii="Times New Roman" w:hAnsi="Times New Roman" w:cs="Times New Roman"/>
        </w:rPr>
      </w:pPr>
      <w:bookmarkStart w:id="36" w:name="_Toc390959088"/>
      <w:bookmarkStart w:id="37" w:name="_Toc394934738"/>
      <w:bookmarkEnd w:id="24"/>
      <w:r w:rsidRPr="00542473">
        <w:rPr>
          <w:rFonts w:ascii="Times New Roman" w:hAnsi="Times New Roman" w:cs="Times New Roman"/>
        </w:rPr>
        <w:lastRenderedPageBreak/>
        <w:t>SECTION 5 – TECHNICAL EVALUATION QUESTIONNAIRE</w:t>
      </w:r>
      <w:bookmarkEnd w:id="36"/>
      <w:bookmarkEnd w:id="37"/>
    </w:p>
    <w:p w14:paraId="734425E8" w14:textId="1DC48BAF" w:rsidR="00401B0A" w:rsidRPr="00542473" w:rsidRDefault="00401B0A" w:rsidP="00401B0A">
      <w:pPr>
        <w:pStyle w:val="Heading10"/>
        <w:numPr>
          <w:ilvl w:val="0"/>
          <w:numId w:val="28"/>
        </w:numPr>
        <w:tabs>
          <w:tab w:val="clear" w:pos="480"/>
          <w:tab w:val="num" w:pos="432"/>
        </w:tabs>
        <w:spacing w:after="240"/>
        <w:ind w:left="432" w:hanging="432"/>
        <w:rPr>
          <w:rFonts w:ascii="Times New Roman" w:hAnsi="Times New Roman"/>
        </w:rPr>
      </w:pPr>
      <w:bookmarkStart w:id="38" w:name="_Toc390959089"/>
      <w:bookmarkStart w:id="39" w:name="_Toc394934739"/>
      <w:r w:rsidRPr="00542473">
        <w:rPr>
          <w:rFonts w:ascii="Times New Roman" w:hAnsi="Times New Roman"/>
        </w:rPr>
        <w:t>Evaluation of the offer – Technical evaluation</w:t>
      </w:r>
      <w:bookmarkEnd w:id="39"/>
      <w:r w:rsidRPr="00542473">
        <w:rPr>
          <w:rFonts w:ascii="Times New Roman" w:hAnsi="Times New Roman"/>
        </w:rPr>
        <w:t xml:space="preserve"> </w:t>
      </w:r>
      <w:bookmarkEnd w:id="38"/>
    </w:p>
    <w:p w14:paraId="186F39FB" w14:textId="5C5B4CAA" w:rsidR="00401B0A" w:rsidRPr="00917917" w:rsidRDefault="00401B0A" w:rsidP="00401B0A">
      <w:pPr>
        <w:pStyle w:val="Text1"/>
        <w:rPr>
          <w:rFonts w:ascii="Times New Roman" w:hAnsi="Times New Roman"/>
          <w:szCs w:val="22"/>
        </w:rPr>
      </w:pPr>
      <w:r w:rsidRPr="00917917">
        <w:rPr>
          <w:rFonts w:ascii="Times New Roman" w:hAnsi="Times New Roman"/>
          <w:szCs w:val="22"/>
        </w:rPr>
        <w:t xml:space="preserve">The points mentioned below are MAXIMUM points which a tenderer may receive for the replies to the respective questions. </w:t>
      </w:r>
      <w:r>
        <w:rPr>
          <w:rFonts w:ascii="Times New Roman" w:hAnsi="Times New Roman"/>
          <w:szCs w:val="22"/>
        </w:rPr>
        <w:t xml:space="preserve">Regarding the maximum pages the tenderers shall use regular font styles, which </w:t>
      </w:r>
      <w:r w:rsidR="004A2B7D">
        <w:rPr>
          <w:rFonts w:ascii="Times New Roman" w:hAnsi="Times New Roman"/>
          <w:szCs w:val="22"/>
        </w:rPr>
        <w:t xml:space="preserve">ensure </w:t>
      </w:r>
      <w:r>
        <w:rPr>
          <w:rFonts w:ascii="Times New Roman" w:hAnsi="Times New Roman"/>
          <w:szCs w:val="22"/>
        </w:rPr>
        <w:t>readability of the answers.</w:t>
      </w:r>
      <w:r w:rsidR="004A2B7D">
        <w:rPr>
          <w:rFonts w:ascii="Times New Roman" w:hAnsi="Times New Roman"/>
          <w:szCs w:val="22"/>
        </w:rPr>
        <w:t xml:space="preserve"> The answers </w:t>
      </w:r>
      <w:r w:rsidR="00BE45F1">
        <w:rPr>
          <w:rFonts w:ascii="Times New Roman" w:hAnsi="Times New Roman"/>
          <w:szCs w:val="22"/>
        </w:rPr>
        <w:t xml:space="preserve">in the electronic copy of the offer </w:t>
      </w:r>
      <w:r w:rsidR="004A2B7D">
        <w:rPr>
          <w:rFonts w:ascii="Times New Roman" w:hAnsi="Times New Roman"/>
          <w:szCs w:val="22"/>
        </w:rPr>
        <w:t>should be in a searchable format</w:t>
      </w:r>
      <w:r w:rsidR="00BE45F1">
        <w:rPr>
          <w:rFonts w:ascii="Times New Roman" w:hAnsi="Times New Roman"/>
          <w:szCs w:val="22"/>
        </w:rPr>
        <w:t xml:space="preserve"> and should follow the numbering below</w:t>
      </w:r>
      <w:r w:rsidR="004A2B7D">
        <w:rPr>
          <w:rFonts w:ascii="Times New Roman" w:hAnsi="Times New Roman"/>
          <w:szCs w:val="22"/>
        </w:rPr>
        <w:t>.</w:t>
      </w:r>
    </w:p>
    <w:p w14:paraId="7E102008" w14:textId="77777777" w:rsidR="00401B0A" w:rsidRPr="001D5444" w:rsidRDefault="00401B0A" w:rsidP="00401B0A">
      <w:pPr>
        <w:pStyle w:val="Heading2"/>
        <w:numPr>
          <w:ilvl w:val="1"/>
          <w:numId w:val="36"/>
        </w:numPr>
        <w:rPr>
          <w:rStyle w:val="Heading3Char"/>
          <w:rFonts w:ascii="Times New Roman" w:hAnsi="Times New Roman"/>
          <w:i w:val="0"/>
          <w:szCs w:val="22"/>
        </w:rPr>
      </w:pPr>
      <w:bookmarkStart w:id="40" w:name="_Toc369608880"/>
      <w:bookmarkStart w:id="41" w:name="_Toc390959090"/>
      <w:bookmarkStart w:id="42" w:name="_Toc394934740"/>
      <w:r w:rsidRPr="001D5444">
        <w:rPr>
          <w:rFonts w:ascii="Times New Roman" w:hAnsi="Times New Roman"/>
        </w:rPr>
        <w:t>Quality of the tenderer’s proposal for the contract management (</w:t>
      </w:r>
      <w:r>
        <w:rPr>
          <w:rFonts w:ascii="Times New Roman" w:hAnsi="Times New Roman"/>
        </w:rPr>
        <w:t>200</w:t>
      </w:r>
      <w:r w:rsidRPr="001D5444">
        <w:rPr>
          <w:rFonts w:ascii="Times New Roman" w:hAnsi="Times New Roman"/>
        </w:rPr>
        <w:t xml:space="preserve"> points)</w:t>
      </w:r>
      <w:bookmarkEnd w:id="40"/>
      <w:bookmarkEnd w:id="41"/>
      <w:bookmarkEnd w:id="42"/>
    </w:p>
    <w:p w14:paraId="4BA9C88B" w14:textId="77777777" w:rsidR="00401B0A" w:rsidRPr="00917917" w:rsidRDefault="00401B0A" w:rsidP="00401B0A">
      <w:pPr>
        <w:pStyle w:val="Text1"/>
        <w:ind w:left="720" w:hanging="720"/>
        <w:rPr>
          <w:rFonts w:ascii="Times New Roman" w:hAnsi="Times New Roman"/>
          <w:szCs w:val="22"/>
        </w:rPr>
      </w:pPr>
      <w:r w:rsidRPr="001D5444">
        <w:rPr>
          <w:rFonts w:ascii="Times New Roman" w:hAnsi="Times New Roman"/>
          <w:szCs w:val="22"/>
        </w:rPr>
        <w:t>5.1.1</w:t>
      </w:r>
      <w:r w:rsidRPr="001D5444">
        <w:rPr>
          <w:rFonts w:ascii="Times New Roman" w:hAnsi="Times New Roman"/>
          <w:szCs w:val="22"/>
        </w:rPr>
        <w:tab/>
        <w:t>Describe the overall organization</w:t>
      </w:r>
      <w:r w:rsidRPr="00917917">
        <w:rPr>
          <w:rFonts w:ascii="Times New Roman" w:hAnsi="Times New Roman"/>
          <w:szCs w:val="22"/>
        </w:rPr>
        <w:t xml:space="preserve"> that you will put in place for the management of the framework contract (including roles, interfaces and responsibilities). As a part of your reply</w:t>
      </w:r>
      <w:r>
        <w:rPr>
          <w:rFonts w:ascii="Times New Roman" w:hAnsi="Times New Roman"/>
          <w:szCs w:val="22"/>
        </w:rPr>
        <w:t>,</w:t>
      </w:r>
      <w:r w:rsidRPr="00917917">
        <w:rPr>
          <w:rFonts w:ascii="Times New Roman" w:hAnsi="Times New Roman"/>
          <w:szCs w:val="22"/>
        </w:rPr>
        <w:t xml:space="preserve"> please make sure that you as a tenderer commit to comply the Service </w:t>
      </w:r>
      <w:r>
        <w:rPr>
          <w:rFonts w:ascii="Times New Roman" w:hAnsi="Times New Roman"/>
          <w:szCs w:val="22"/>
        </w:rPr>
        <w:t xml:space="preserve">Level </w:t>
      </w:r>
      <w:r w:rsidRPr="00917917">
        <w:rPr>
          <w:rFonts w:ascii="Times New Roman" w:hAnsi="Times New Roman"/>
          <w:szCs w:val="22"/>
        </w:rPr>
        <w:t>Requirements throughout the entire duration of the framework contract and describe the organisational measures you intend to take in order to ensure your compliance wi</w:t>
      </w:r>
      <w:r>
        <w:rPr>
          <w:rFonts w:ascii="Times New Roman" w:hAnsi="Times New Roman"/>
          <w:szCs w:val="22"/>
        </w:rPr>
        <w:t>th it</w:t>
      </w:r>
      <w:r w:rsidRPr="00917917">
        <w:rPr>
          <w:rFonts w:ascii="Times New Roman" w:hAnsi="Times New Roman"/>
          <w:szCs w:val="22"/>
        </w:rPr>
        <w:t>.</w:t>
      </w:r>
    </w:p>
    <w:p w14:paraId="4B7F5D3A" w14:textId="1D889EA9" w:rsidR="00401B0A" w:rsidRPr="00917917" w:rsidRDefault="00401B0A" w:rsidP="00401B0A">
      <w:pPr>
        <w:pStyle w:val="Text1"/>
        <w:ind w:left="720" w:hanging="720"/>
        <w:rPr>
          <w:rStyle w:val="Heading3Char"/>
          <w:rFonts w:ascii="Times New Roman" w:hAnsi="Times New Roman"/>
          <w:b/>
          <w:szCs w:val="22"/>
        </w:rPr>
      </w:pPr>
      <w:r w:rsidRPr="00917917">
        <w:rPr>
          <w:rFonts w:ascii="Times New Roman" w:hAnsi="Times New Roman"/>
          <w:szCs w:val="22"/>
        </w:rPr>
        <w:tab/>
        <w:t>(</w:t>
      </w:r>
      <w:r w:rsidRPr="00917917">
        <w:rPr>
          <w:rFonts w:ascii="Times New Roman" w:hAnsi="Times New Roman"/>
          <w:i/>
          <w:szCs w:val="22"/>
        </w:rPr>
        <w:t>Maximum 10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t>30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904E256" w14:textId="77777777" w:rsidTr="00B03438">
        <w:trPr>
          <w:trHeight w:val="534"/>
        </w:trPr>
        <w:tc>
          <w:tcPr>
            <w:tcW w:w="8107" w:type="dxa"/>
          </w:tcPr>
          <w:p w14:paraId="70286703" w14:textId="77777777" w:rsidR="00401B0A" w:rsidRPr="00917917" w:rsidRDefault="00401B0A" w:rsidP="00B03438">
            <w:pPr>
              <w:pStyle w:val="Text1"/>
              <w:ind w:left="74"/>
              <w:rPr>
                <w:rFonts w:ascii="Times New Roman" w:hAnsi="Times New Roman"/>
                <w:szCs w:val="22"/>
              </w:rPr>
            </w:pPr>
          </w:p>
        </w:tc>
      </w:tr>
    </w:tbl>
    <w:p w14:paraId="2B6BEE03" w14:textId="77777777" w:rsidR="00401B0A" w:rsidRPr="00917917" w:rsidRDefault="00401B0A" w:rsidP="00401B0A">
      <w:pPr>
        <w:pStyle w:val="Text1"/>
        <w:spacing w:after="0"/>
        <w:ind w:left="720" w:hanging="720"/>
        <w:rPr>
          <w:rFonts w:ascii="Times New Roman" w:hAnsi="Times New Roman"/>
          <w:szCs w:val="22"/>
        </w:rPr>
      </w:pPr>
    </w:p>
    <w:p w14:paraId="6696AABA"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5.1.2</w:t>
      </w:r>
      <w:r w:rsidRPr="00917917">
        <w:rPr>
          <w:rFonts w:ascii="Times New Roman" w:hAnsi="Times New Roman"/>
          <w:szCs w:val="22"/>
        </w:rPr>
        <w:tab/>
        <w:t xml:space="preserve">Precise the geographical locations of your staff and infrastructure that will be involved in the provision of the services. On the basis of these locations, detail the means of communication that you will put in place at the managerial level to ensure a smooth execution of the framework contract.  </w:t>
      </w:r>
    </w:p>
    <w:p w14:paraId="3D207FE8"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5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4849C8C1" w14:textId="77777777" w:rsidTr="00B03438">
        <w:trPr>
          <w:trHeight w:val="560"/>
        </w:trPr>
        <w:tc>
          <w:tcPr>
            <w:tcW w:w="8107" w:type="dxa"/>
          </w:tcPr>
          <w:p w14:paraId="22D7B50F" w14:textId="77777777" w:rsidR="00401B0A" w:rsidRPr="00917917" w:rsidRDefault="00401B0A" w:rsidP="00B03438">
            <w:pPr>
              <w:pStyle w:val="Text1"/>
              <w:ind w:left="74"/>
              <w:rPr>
                <w:rFonts w:ascii="Times New Roman" w:hAnsi="Times New Roman"/>
                <w:szCs w:val="22"/>
              </w:rPr>
            </w:pPr>
            <w:r w:rsidRPr="00917917">
              <w:rPr>
                <w:rFonts w:ascii="Times New Roman" w:hAnsi="Times New Roman"/>
                <w:i/>
                <w:szCs w:val="22"/>
              </w:rPr>
              <w:tab/>
            </w:r>
          </w:p>
        </w:tc>
      </w:tr>
    </w:tbl>
    <w:p w14:paraId="51A778D1" w14:textId="77777777" w:rsidR="00401B0A" w:rsidRPr="00917917" w:rsidRDefault="00401B0A" w:rsidP="00401B0A">
      <w:pPr>
        <w:pStyle w:val="Text1"/>
        <w:spacing w:after="0"/>
        <w:ind w:left="720" w:hanging="720"/>
        <w:rPr>
          <w:rFonts w:ascii="Times New Roman" w:hAnsi="Times New Roman"/>
          <w:szCs w:val="22"/>
        </w:rPr>
      </w:pPr>
    </w:p>
    <w:p w14:paraId="20D2C890"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5.1.3</w:t>
      </w:r>
      <w:r w:rsidRPr="00917917">
        <w:rPr>
          <w:rFonts w:ascii="Times New Roman" w:hAnsi="Times New Roman"/>
          <w:szCs w:val="22"/>
        </w:rPr>
        <w:tab/>
        <w:t>How do you propose to follow the general execution of the framework contract? Which are the main service performance values that you will monitor?  Describe the measures that you will take to ensure that they correspond to your expectations and the actions you propose to take if it is not the case.</w:t>
      </w:r>
    </w:p>
    <w:p w14:paraId="5164FF99"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00DC3B69" w14:textId="77777777" w:rsidTr="00B03438">
        <w:trPr>
          <w:trHeight w:val="614"/>
        </w:trPr>
        <w:tc>
          <w:tcPr>
            <w:tcW w:w="8107" w:type="dxa"/>
          </w:tcPr>
          <w:p w14:paraId="2AAE6EC5" w14:textId="77777777" w:rsidR="00401B0A" w:rsidRPr="00917917" w:rsidRDefault="00401B0A" w:rsidP="00B03438">
            <w:pPr>
              <w:pStyle w:val="Text1"/>
              <w:ind w:left="74"/>
              <w:rPr>
                <w:rFonts w:ascii="Times New Roman" w:hAnsi="Times New Roman"/>
                <w:szCs w:val="22"/>
              </w:rPr>
            </w:pPr>
          </w:p>
        </w:tc>
      </w:tr>
    </w:tbl>
    <w:p w14:paraId="1BDFD555" w14:textId="77777777" w:rsidR="00401B0A" w:rsidRPr="00917917" w:rsidRDefault="00401B0A" w:rsidP="00401B0A">
      <w:pPr>
        <w:pStyle w:val="Text1"/>
        <w:spacing w:after="0"/>
        <w:ind w:left="720" w:hanging="720"/>
        <w:rPr>
          <w:rFonts w:ascii="Times New Roman" w:hAnsi="Times New Roman"/>
          <w:szCs w:val="22"/>
        </w:rPr>
      </w:pPr>
    </w:p>
    <w:p w14:paraId="7507DB7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5.1.4</w:t>
      </w:r>
      <w:r w:rsidRPr="00917917">
        <w:rPr>
          <w:rFonts w:ascii="Times New Roman" w:hAnsi="Times New Roman"/>
          <w:szCs w:val="22"/>
        </w:rPr>
        <w:tab/>
        <w:t>Describe your proposal for the service reporting in conformity with the service requ</w:t>
      </w:r>
      <w:r>
        <w:rPr>
          <w:rFonts w:ascii="Times New Roman" w:hAnsi="Times New Roman"/>
          <w:szCs w:val="22"/>
        </w:rPr>
        <w:t>irements and the Service Level Requirements (SLR)</w:t>
      </w:r>
      <w:r w:rsidRPr="00917917">
        <w:rPr>
          <w:rFonts w:ascii="Times New Roman" w:hAnsi="Times New Roman"/>
          <w:szCs w:val="22"/>
        </w:rPr>
        <w:t>.  Give an example</w:t>
      </w:r>
      <w:r>
        <w:rPr>
          <w:rFonts w:ascii="Times New Roman" w:hAnsi="Times New Roman"/>
          <w:szCs w:val="22"/>
        </w:rPr>
        <w:t>.</w:t>
      </w:r>
    </w:p>
    <w:p w14:paraId="497B7BC6"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20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95F83C6" w14:textId="77777777" w:rsidTr="00B03438">
        <w:trPr>
          <w:trHeight w:val="662"/>
        </w:trPr>
        <w:tc>
          <w:tcPr>
            <w:tcW w:w="8107" w:type="dxa"/>
          </w:tcPr>
          <w:p w14:paraId="21482FD3" w14:textId="77777777" w:rsidR="00401B0A" w:rsidRPr="00917917" w:rsidRDefault="00401B0A" w:rsidP="00B03438">
            <w:pPr>
              <w:pStyle w:val="Text1"/>
              <w:ind w:left="74"/>
              <w:rPr>
                <w:rFonts w:ascii="Times New Roman" w:hAnsi="Times New Roman"/>
                <w:szCs w:val="22"/>
              </w:rPr>
            </w:pPr>
          </w:p>
        </w:tc>
      </w:tr>
    </w:tbl>
    <w:p w14:paraId="104F1FC5" w14:textId="77777777" w:rsidR="00401B0A" w:rsidRPr="00917917" w:rsidRDefault="00401B0A" w:rsidP="00401B0A">
      <w:pPr>
        <w:pStyle w:val="Text1"/>
        <w:spacing w:after="0"/>
        <w:ind w:left="720" w:hanging="720"/>
        <w:rPr>
          <w:rFonts w:ascii="Times New Roman" w:hAnsi="Times New Roman"/>
          <w:szCs w:val="22"/>
        </w:rPr>
      </w:pPr>
    </w:p>
    <w:p w14:paraId="46827E11"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lastRenderedPageBreak/>
        <w:t>5.1.5</w:t>
      </w:r>
      <w:r w:rsidRPr="00917917">
        <w:rPr>
          <w:rFonts w:ascii="Times New Roman" w:hAnsi="Times New Roman"/>
          <w:szCs w:val="22"/>
        </w:rPr>
        <w:tab/>
        <w:t>Describe the security and behaviour related practices you will put in place when executing the contract. More specifically, what kind of awareness-raising-control scheme do you intend to put in place for the persons of your staff working on the contract</w:t>
      </w:r>
      <w:r>
        <w:rPr>
          <w:rFonts w:ascii="Times New Roman" w:hAnsi="Times New Roman"/>
          <w:szCs w:val="22"/>
        </w:rPr>
        <w:t>,</w:t>
      </w:r>
      <w:r w:rsidRPr="00917917">
        <w:rPr>
          <w:rFonts w:ascii="Times New Roman" w:hAnsi="Times New Roman"/>
          <w:szCs w:val="22"/>
        </w:rPr>
        <w:t xml:space="preserve"> concerning security and behaviour issues related to the provision of services?</w:t>
      </w:r>
    </w:p>
    <w:p w14:paraId="172B202E" w14:textId="77777777" w:rsidR="00401B0A" w:rsidRPr="00733BF2" w:rsidRDefault="00401B0A" w:rsidP="00401B0A">
      <w:pPr>
        <w:ind w:firstLine="567"/>
        <w:rPr>
          <w:rFonts w:ascii="Times New Roman" w:hAnsi="Times New Roman"/>
        </w:rPr>
      </w:pPr>
      <w:bookmarkStart w:id="43" w:name="_Toc369604700"/>
      <w:bookmarkStart w:id="44" w:name="_Toc369608881"/>
      <w:r w:rsidRPr="00917917">
        <w:t>(</w:t>
      </w:r>
      <w:r w:rsidRPr="00733BF2">
        <w:rPr>
          <w:rFonts w:ascii="Times New Roman" w:hAnsi="Times New Roman"/>
        </w:rPr>
        <w:t>Maximum 10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i/>
        </w:rPr>
        <w:t>4</w:t>
      </w:r>
      <w:r w:rsidRPr="003E2FEF">
        <w:rPr>
          <w:rFonts w:ascii="Times New Roman" w:hAnsi="Times New Roman"/>
          <w:i/>
        </w:rPr>
        <w:t>0 points</w:t>
      </w:r>
      <w:bookmarkEnd w:id="43"/>
      <w:bookmarkEnd w:id="44"/>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41BFB54A" w14:textId="77777777" w:rsidTr="00B03438">
        <w:trPr>
          <w:trHeight w:val="653"/>
        </w:trPr>
        <w:tc>
          <w:tcPr>
            <w:tcW w:w="8107" w:type="dxa"/>
          </w:tcPr>
          <w:p w14:paraId="6C7E3B8E" w14:textId="77777777" w:rsidR="00401B0A" w:rsidRPr="00733BF2" w:rsidRDefault="00401B0A" w:rsidP="00B03438">
            <w:pPr>
              <w:pStyle w:val="Text1"/>
              <w:ind w:left="0"/>
              <w:rPr>
                <w:rFonts w:ascii="Times New Roman" w:hAnsi="Times New Roman"/>
                <w:szCs w:val="22"/>
              </w:rPr>
            </w:pPr>
          </w:p>
        </w:tc>
      </w:tr>
    </w:tbl>
    <w:p w14:paraId="729AB7B7" w14:textId="77777777" w:rsidR="00401B0A" w:rsidRPr="00733BF2" w:rsidRDefault="00401B0A" w:rsidP="00401B0A">
      <w:pPr>
        <w:ind w:left="567" w:hanging="567"/>
        <w:rPr>
          <w:rFonts w:ascii="Times New Roman" w:hAnsi="Times New Roman"/>
        </w:rPr>
      </w:pPr>
      <w:bookmarkStart w:id="45" w:name="_Toc369608882"/>
      <w:r w:rsidRPr="00733BF2">
        <w:rPr>
          <w:rFonts w:ascii="Times New Roman" w:hAnsi="Times New Roman"/>
        </w:rPr>
        <w:t>5.1.6</w:t>
      </w:r>
      <w:r w:rsidRPr="00733BF2">
        <w:rPr>
          <w:rFonts w:ascii="Times New Roman" w:hAnsi="Times New Roman"/>
        </w:rPr>
        <w:tab/>
        <w:t xml:space="preserve">Describe how </w:t>
      </w:r>
      <w:r>
        <w:rPr>
          <w:rFonts w:ascii="Times New Roman" w:hAnsi="Times New Roman"/>
        </w:rPr>
        <w:t>you will</w:t>
      </w:r>
      <w:r w:rsidRPr="00733BF2">
        <w:rPr>
          <w:rFonts w:ascii="Times New Roman" w:hAnsi="Times New Roman"/>
        </w:rPr>
        <w:t xml:space="preserve"> ensure that you have sufficient number of available staff to deliver the services throughout the whole contract duration.</w:t>
      </w:r>
    </w:p>
    <w:p w14:paraId="3486CD89" w14:textId="77777777" w:rsidR="00401B0A" w:rsidRPr="00733BF2" w:rsidRDefault="00401B0A" w:rsidP="00401B0A">
      <w:pPr>
        <w:ind w:firstLine="567"/>
        <w:rPr>
          <w:rFonts w:ascii="Times New Roman" w:hAnsi="Times New Roman"/>
        </w:rPr>
      </w:pPr>
      <w:r w:rsidRPr="00733BF2">
        <w:rPr>
          <w:rFonts w:ascii="Times New Roman" w:hAnsi="Times New Roman"/>
        </w:rPr>
        <w:t>(Maximum 10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i/>
        </w:rPr>
        <w:t>4</w:t>
      </w:r>
      <w:r w:rsidRPr="003E2FEF">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1D650C2E" w14:textId="77777777" w:rsidTr="00B03438">
        <w:trPr>
          <w:trHeight w:val="653"/>
        </w:trPr>
        <w:tc>
          <w:tcPr>
            <w:tcW w:w="8107" w:type="dxa"/>
          </w:tcPr>
          <w:p w14:paraId="3287C388" w14:textId="77777777" w:rsidR="00401B0A" w:rsidRPr="00917917" w:rsidRDefault="00401B0A" w:rsidP="00B03438">
            <w:pPr>
              <w:pStyle w:val="Text1"/>
              <w:ind w:left="0"/>
              <w:rPr>
                <w:rFonts w:ascii="Times New Roman" w:hAnsi="Times New Roman"/>
                <w:szCs w:val="22"/>
              </w:rPr>
            </w:pPr>
          </w:p>
        </w:tc>
      </w:tr>
    </w:tbl>
    <w:p w14:paraId="4890F709" w14:textId="77777777" w:rsidR="00401B0A" w:rsidRPr="001D5444" w:rsidRDefault="00401B0A" w:rsidP="00401B0A">
      <w:pPr>
        <w:pStyle w:val="Heading2"/>
        <w:numPr>
          <w:ilvl w:val="0"/>
          <w:numId w:val="0"/>
        </w:numPr>
        <w:spacing w:before="240" w:after="240"/>
        <w:ind w:left="1560"/>
        <w:rPr>
          <w:rFonts w:ascii="Times New Roman" w:hAnsi="Times New Roman"/>
          <w:iCs/>
          <w:szCs w:val="22"/>
        </w:rPr>
      </w:pPr>
    </w:p>
    <w:p w14:paraId="7C61E231" w14:textId="47187329" w:rsidR="00401B0A" w:rsidRPr="00917917" w:rsidRDefault="00401B0A" w:rsidP="00401B0A">
      <w:pPr>
        <w:pStyle w:val="Heading2"/>
        <w:numPr>
          <w:ilvl w:val="1"/>
          <w:numId w:val="36"/>
        </w:numPr>
        <w:spacing w:before="240" w:after="240"/>
        <w:rPr>
          <w:rStyle w:val="Heading3Char"/>
          <w:rFonts w:ascii="Times New Roman" w:hAnsi="Times New Roman"/>
          <w:i w:val="0"/>
          <w:szCs w:val="22"/>
        </w:rPr>
      </w:pPr>
      <w:bookmarkStart w:id="46" w:name="_Toc390959091"/>
      <w:bookmarkStart w:id="47" w:name="_Toc394934741"/>
      <w:r w:rsidRPr="00917917">
        <w:rPr>
          <w:rFonts w:ascii="Times New Roman" w:hAnsi="Times New Roman"/>
          <w:szCs w:val="22"/>
        </w:rPr>
        <w:t xml:space="preserve">Quality of the proposal for preparing </w:t>
      </w:r>
      <w:r>
        <w:rPr>
          <w:rFonts w:ascii="Times New Roman" w:hAnsi="Times New Roman"/>
          <w:szCs w:val="22"/>
        </w:rPr>
        <w:t>the responses to the requests (</w:t>
      </w:r>
      <w:r w:rsidR="007F41AA">
        <w:rPr>
          <w:rFonts w:ascii="Times New Roman" w:hAnsi="Times New Roman"/>
          <w:szCs w:val="22"/>
        </w:rPr>
        <w:t>2</w:t>
      </w:r>
      <w:r w:rsidR="001345E3">
        <w:rPr>
          <w:rFonts w:ascii="Times New Roman" w:hAnsi="Times New Roman"/>
          <w:szCs w:val="22"/>
        </w:rPr>
        <w:t>6</w:t>
      </w:r>
      <w:r w:rsidR="00167909">
        <w:rPr>
          <w:rFonts w:ascii="Times New Roman" w:hAnsi="Times New Roman"/>
          <w:szCs w:val="22"/>
        </w:rPr>
        <w:t>0</w:t>
      </w:r>
      <w:r w:rsidR="00167909" w:rsidRPr="00917917">
        <w:rPr>
          <w:rFonts w:ascii="Times New Roman" w:hAnsi="Times New Roman"/>
          <w:szCs w:val="22"/>
        </w:rPr>
        <w:t xml:space="preserve"> </w:t>
      </w:r>
      <w:r w:rsidRPr="00917917">
        <w:rPr>
          <w:rFonts w:ascii="Times New Roman" w:hAnsi="Times New Roman"/>
          <w:szCs w:val="22"/>
        </w:rPr>
        <w:t>points)</w:t>
      </w:r>
      <w:bookmarkEnd w:id="45"/>
      <w:bookmarkEnd w:id="46"/>
      <w:bookmarkEnd w:id="47"/>
    </w:p>
    <w:p w14:paraId="522F6E6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5.2.1</w:t>
      </w:r>
      <w:r w:rsidRPr="00917917">
        <w:rPr>
          <w:rFonts w:ascii="Times New Roman" w:hAnsi="Times New Roman"/>
          <w:szCs w:val="22"/>
        </w:rPr>
        <w:tab/>
        <w:t xml:space="preserve">Describe the process that you will implement to prepare your offers from the reception of the requests until the submission of your proposals to the </w:t>
      </w:r>
      <w:r>
        <w:rPr>
          <w:rFonts w:ascii="Times New Roman" w:hAnsi="Times New Roman"/>
          <w:szCs w:val="22"/>
        </w:rPr>
        <w:t>contracting authority</w:t>
      </w:r>
      <w:r w:rsidRPr="00917917">
        <w:rPr>
          <w:rFonts w:ascii="Times New Roman" w:hAnsi="Times New Roman"/>
          <w:szCs w:val="22"/>
        </w:rPr>
        <w:t>.</w:t>
      </w:r>
    </w:p>
    <w:p w14:paraId="00AB6852" w14:textId="54D03C62"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50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4F59DC7" w14:textId="77777777" w:rsidTr="00B03438">
        <w:trPr>
          <w:trHeight w:val="596"/>
        </w:trPr>
        <w:tc>
          <w:tcPr>
            <w:tcW w:w="8107" w:type="dxa"/>
          </w:tcPr>
          <w:p w14:paraId="4ACDD1C7" w14:textId="77777777" w:rsidR="00401B0A" w:rsidRPr="00917917" w:rsidRDefault="00401B0A" w:rsidP="00B03438">
            <w:pPr>
              <w:pStyle w:val="Text1"/>
              <w:ind w:left="74"/>
              <w:rPr>
                <w:rFonts w:ascii="Times New Roman" w:hAnsi="Times New Roman"/>
                <w:szCs w:val="22"/>
              </w:rPr>
            </w:pPr>
          </w:p>
        </w:tc>
      </w:tr>
    </w:tbl>
    <w:p w14:paraId="6DB2C277" w14:textId="77777777" w:rsidR="00401B0A" w:rsidRPr="00917917" w:rsidRDefault="00401B0A" w:rsidP="00401B0A">
      <w:pPr>
        <w:pStyle w:val="Text1"/>
        <w:ind w:left="720" w:hanging="720"/>
        <w:rPr>
          <w:rFonts w:ascii="Times New Roman" w:hAnsi="Times New Roman"/>
          <w:szCs w:val="22"/>
        </w:rPr>
      </w:pPr>
    </w:p>
    <w:p w14:paraId="7DDB5400" w14:textId="77777777" w:rsidR="00401B0A" w:rsidRPr="001D5444" w:rsidRDefault="00401B0A" w:rsidP="00401B0A">
      <w:pPr>
        <w:pStyle w:val="Text1"/>
        <w:ind w:left="720" w:hanging="720"/>
        <w:rPr>
          <w:rFonts w:ascii="Times New Roman" w:hAnsi="Times New Roman"/>
        </w:rPr>
      </w:pPr>
      <w:r w:rsidRPr="00917917">
        <w:rPr>
          <w:rFonts w:ascii="Times New Roman" w:hAnsi="Times New Roman"/>
          <w:szCs w:val="22"/>
        </w:rPr>
        <w:t>5.2.2</w:t>
      </w:r>
      <w:r w:rsidRPr="00917917">
        <w:rPr>
          <w:rFonts w:ascii="Times New Roman" w:hAnsi="Times New Roman"/>
          <w:szCs w:val="22"/>
        </w:rPr>
        <w:tab/>
      </w:r>
      <w:r w:rsidRPr="001D5444">
        <w:rPr>
          <w:rFonts w:ascii="Times New Roman" w:hAnsi="Times New Roman"/>
        </w:rPr>
        <w:t>How will you ensure that the proposed candidates meet all the requirements of a request (e.g. conformance with the profile, the technical requirements, and the language skills)</w:t>
      </w:r>
      <w:r>
        <w:rPr>
          <w:rFonts w:ascii="Times New Roman" w:hAnsi="Times New Roman"/>
        </w:rPr>
        <w:t xml:space="preserve"> for Time and Means mode</w:t>
      </w:r>
      <w:r w:rsidRPr="001D5444">
        <w:rPr>
          <w:rFonts w:ascii="Times New Roman" w:hAnsi="Times New Roman"/>
        </w:rPr>
        <w:t>?</w:t>
      </w:r>
    </w:p>
    <w:p w14:paraId="62327F1B" w14:textId="1006BBC5" w:rsidR="00401B0A" w:rsidRPr="001D5444" w:rsidRDefault="00401B0A" w:rsidP="00401B0A">
      <w:pPr>
        <w:pStyle w:val="Text1"/>
        <w:ind w:left="720" w:hanging="720"/>
        <w:rPr>
          <w:rFonts w:ascii="Times New Roman" w:hAnsi="Times New Roman"/>
          <w:i/>
        </w:rPr>
      </w:pPr>
      <w:r w:rsidRPr="001D5444">
        <w:rPr>
          <w:rFonts w:ascii="Times New Roman" w:hAnsi="Times New Roman"/>
        </w:rPr>
        <w:tab/>
      </w:r>
      <w:r w:rsidRPr="001D5444">
        <w:rPr>
          <w:rFonts w:ascii="Times New Roman" w:hAnsi="Times New Roman"/>
          <w:i/>
        </w:rPr>
        <w:t>(Maximum 5 pages)</w:t>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00167909">
        <w:rPr>
          <w:rFonts w:ascii="Times New Roman" w:hAnsi="Times New Roman"/>
          <w:i/>
        </w:rPr>
        <w:t>4</w:t>
      </w:r>
      <w:r w:rsidRPr="001D5444">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1D5444" w14:paraId="17337D03" w14:textId="77777777" w:rsidTr="00B03438">
        <w:trPr>
          <w:trHeight w:val="814"/>
        </w:trPr>
        <w:tc>
          <w:tcPr>
            <w:tcW w:w="8107" w:type="dxa"/>
          </w:tcPr>
          <w:p w14:paraId="4643196E" w14:textId="77777777" w:rsidR="00401B0A" w:rsidRPr="001D5444" w:rsidRDefault="00401B0A" w:rsidP="00B03438">
            <w:pPr>
              <w:pStyle w:val="Text1"/>
              <w:ind w:left="72"/>
              <w:rPr>
                <w:rFonts w:ascii="Times New Roman" w:hAnsi="Times New Roman"/>
              </w:rPr>
            </w:pPr>
          </w:p>
        </w:tc>
      </w:tr>
    </w:tbl>
    <w:p w14:paraId="2D4F8CB8" w14:textId="77777777" w:rsidR="00401B0A" w:rsidRDefault="00401B0A" w:rsidP="00401B0A">
      <w:pPr>
        <w:pStyle w:val="Text1"/>
        <w:ind w:left="720" w:hanging="720"/>
        <w:rPr>
          <w:rFonts w:ascii="Times New Roman" w:hAnsi="Times New Roman"/>
          <w:szCs w:val="22"/>
        </w:rPr>
      </w:pPr>
    </w:p>
    <w:p w14:paraId="5FD64443" w14:textId="77777777" w:rsidR="00401B0A" w:rsidRDefault="00401B0A" w:rsidP="00401B0A">
      <w:pPr>
        <w:ind w:left="709" w:hanging="709"/>
      </w:pPr>
      <w:r w:rsidRPr="008E59CD">
        <w:rPr>
          <w:rFonts w:ascii="Times New Roman" w:hAnsi="Times New Roman"/>
        </w:rPr>
        <w:t>5.2.3</w:t>
      </w:r>
      <w:r w:rsidRPr="008E59CD">
        <w:rPr>
          <w:rFonts w:ascii="Times New Roman" w:hAnsi="Times New Roman"/>
        </w:rPr>
        <w:tab/>
        <w:t>How</w:t>
      </w:r>
      <w:r w:rsidRPr="001D5444">
        <w:rPr>
          <w:rFonts w:ascii="Times New Roman" w:hAnsi="Times New Roman"/>
        </w:rPr>
        <w:t xml:space="preserve"> will you ensure that the proposed candidates are available during the different steps of the ordering procedure (e.g. between the submission of the proposals and the signature of the specific contract) and at the effective start of the specific contract</w:t>
      </w:r>
      <w:r>
        <w:t>?</w:t>
      </w:r>
    </w:p>
    <w:p w14:paraId="3A059AE1" w14:textId="19F89038" w:rsidR="00401B0A" w:rsidRPr="00733BF2" w:rsidRDefault="00401B0A" w:rsidP="00401B0A">
      <w:pPr>
        <w:pStyle w:val="Text1"/>
        <w:keepNext/>
        <w:keepLines/>
        <w:ind w:left="720" w:hanging="720"/>
        <w:rPr>
          <w:rFonts w:ascii="Times New Roman" w:hAnsi="Times New Roman"/>
          <w:i/>
        </w:rPr>
      </w:pPr>
      <w:r>
        <w:tab/>
      </w:r>
      <w:r w:rsidRPr="00733BF2">
        <w:rPr>
          <w:rFonts w:ascii="Times New Roman" w:hAnsi="Times New Roman"/>
        </w:rPr>
        <w:t>(M</w:t>
      </w:r>
      <w:r>
        <w:rPr>
          <w:rFonts w:ascii="Times New Roman" w:hAnsi="Times New Roman"/>
          <w:i/>
        </w:rPr>
        <w:t>aximum 5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4</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77CBE30D" w14:textId="77777777" w:rsidTr="00B03438">
        <w:trPr>
          <w:trHeight w:val="814"/>
        </w:trPr>
        <w:tc>
          <w:tcPr>
            <w:tcW w:w="8107" w:type="dxa"/>
          </w:tcPr>
          <w:p w14:paraId="041369BB" w14:textId="77777777" w:rsidR="00401B0A" w:rsidRPr="00AF2441" w:rsidRDefault="00401B0A" w:rsidP="00B03438">
            <w:pPr>
              <w:pStyle w:val="Text1"/>
              <w:keepNext/>
              <w:keepLines/>
              <w:ind w:left="72"/>
            </w:pPr>
          </w:p>
        </w:tc>
      </w:tr>
    </w:tbl>
    <w:p w14:paraId="63D26BCC" w14:textId="77777777" w:rsidR="00401B0A" w:rsidRDefault="00401B0A" w:rsidP="00401B0A">
      <w:pPr>
        <w:pStyle w:val="Text1"/>
        <w:ind w:left="720" w:hanging="720"/>
        <w:rPr>
          <w:rFonts w:ascii="Times New Roman" w:hAnsi="Times New Roman"/>
          <w:szCs w:val="22"/>
        </w:rPr>
      </w:pPr>
    </w:p>
    <w:p w14:paraId="1A7E578A" w14:textId="77777777" w:rsidR="00401B0A" w:rsidRPr="00917917" w:rsidRDefault="00401B0A" w:rsidP="00401B0A">
      <w:pPr>
        <w:pStyle w:val="Text1"/>
        <w:ind w:left="720" w:hanging="720"/>
        <w:rPr>
          <w:rFonts w:ascii="Times New Roman" w:hAnsi="Times New Roman"/>
          <w:szCs w:val="22"/>
        </w:rPr>
      </w:pPr>
      <w:r>
        <w:rPr>
          <w:rFonts w:ascii="Times New Roman" w:hAnsi="Times New Roman"/>
          <w:szCs w:val="22"/>
        </w:rPr>
        <w:t>5.2.4</w:t>
      </w:r>
      <w:r>
        <w:rPr>
          <w:rFonts w:ascii="Times New Roman" w:hAnsi="Times New Roman"/>
          <w:szCs w:val="22"/>
        </w:rPr>
        <w:tab/>
      </w:r>
      <w:r w:rsidRPr="00917917">
        <w:rPr>
          <w:rFonts w:ascii="Times New Roman" w:hAnsi="Times New Roman"/>
          <w:szCs w:val="22"/>
        </w:rPr>
        <w:t>Detail the proposed structure of</w:t>
      </w:r>
      <w:r>
        <w:rPr>
          <w:rFonts w:ascii="Times New Roman" w:hAnsi="Times New Roman"/>
          <w:szCs w:val="22"/>
        </w:rPr>
        <w:t xml:space="preserve"> your offers based on the Service Level Requirements (SLR)</w:t>
      </w:r>
      <w:r w:rsidRPr="00917917">
        <w:rPr>
          <w:rFonts w:ascii="Times New Roman" w:hAnsi="Times New Roman"/>
          <w:szCs w:val="22"/>
        </w:rPr>
        <w:t xml:space="preserve">. </w:t>
      </w:r>
    </w:p>
    <w:p w14:paraId="7BF10838" w14:textId="77777777" w:rsidR="00401B0A" w:rsidRPr="00917917" w:rsidRDefault="00401B0A" w:rsidP="00401B0A">
      <w:pPr>
        <w:pStyle w:val="Text1"/>
        <w:ind w:left="720" w:hanging="11"/>
        <w:rPr>
          <w:rFonts w:ascii="Times New Roman" w:hAnsi="Times New Roman"/>
          <w:szCs w:val="22"/>
        </w:rPr>
      </w:pPr>
      <w:r w:rsidRPr="00917917">
        <w:rPr>
          <w:rFonts w:ascii="Times New Roman" w:hAnsi="Times New Roman"/>
          <w:szCs w:val="22"/>
        </w:rPr>
        <w:lastRenderedPageBreak/>
        <w:t>Illustrate it with an example for a fixed price request and another example for a quoted time and means request.</w:t>
      </w:r>
    </w:p>
    <w:p w14:paraId="68D54A4C" w14:textId="6D5E402B"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Pr="00917917">
        <w:rPr>
          <w:rFonts w:ascii="Times New Roman" w:hAnsi="Times New Roman"/>
          <w:i/>
          <w:szCs w:val="22"/>
        </w:rPr>
        <w:t>(Maximum 15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00167909">
        <w:rPr>
          <w:rFonts w:ascii="Times New Roman" w:hAnsi="Times New Roman"/>
          <w:i/>
          <w:szCs w:val="22"/>
        </w:rPr>
        <w:t>4</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0B0779F3" w14:textId="77777777" w:rsidTr="00B03438">
        <w:trPr>
          <w:trHeight w:val="612"/>
        </w:trPr>
        <w:tc>
          <w:tcPr>
            <w:tcW w:w="8107" w:type="dxa"/>
          </w:tcPr>
          <w:p w14:paraId="59902C7C" w14:textId="77777777" w:rsidR="00401B0A" w:rsidRPr="00917917" w:rsidRDefault="00401B0A" w:rsidP="00B03438">
            <w:pPr>
              <w:pStyle w:val="Text1"/>
              <w:ind w:left="74"/>
              <w:rPr>
                <w:rFonts w:ascii="Times New Roman" w:hAnsi="Times New Roman"/>
                <w:szCs w:val="22"/>
              </w:rPr>
            </w:pPr>
          </w:p>
        </w:tc>
      </w:tr>
    </w:tbl>
    <w:p w14:paraId="38DE1E25" w14:textId="77777777" w:rsidR="00401B0A" w:rsidRPr="00917917" w:rsidRDefault="00401B0A" w:rsidP="00401B0A">
      <w:pPr>
        <w:pStyle w:val="Text1"/>
        <w:ind w:left="720" w:hanging="720"/>
        <w:rPr>
          <w:rFonts w:ascii="Times New Roman" w:hAnsi="Times New Roman"/>
          <w:szCs w:val="22"/>
        </w:rPr>
      </w:pPr>
    </w:p>
    <w:p w14:paraId="3C373421"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5.2.</w:t>
      </w:r>
      <w:r>
        <w:rPr>
          <w:rFonts w:ascii="Times New Roman" w:hAnsi="Times New Roman"/>
          <w:szCs w:val="22"/>
        </w:rPr>
        <w:t>5</w:t>
      </w:r>
      <w:r w:rsidRPr="00917917">
        <w:rPr>
          <w:rFonts w:ascii="Times New Roman" w:hAnsi="Times New Roman"/>
          <w:szCs w:val="22"/>
        </w:rPr>
        <w:tab/>
        <w:t>Detail the information on the project teams</w:t>
      </w:r>
      <w:r>
        <w:rPr>
          <w:rFonts w:ascii="Times New Roman" w:hAnsi="Times New Roman"/>
          <w:szCs w:val="22"/>
        </w:rPr>
        <w:t>’</w:t>
      </w:r>
      <w:r w:rsidRPr="00917917">
        <w:rPr>
          <w:rFonts w:ascii="Times New Roman" w:hAnsi="Times New Roman"/>
          <w:szCs w:val="22"/>
        </w:rPr>
        <w:t xml:space="preserve"> compositions that you will include in your offers.</w:t>
      </w:r>
    </w:p>
    <w:p w14:paraId="2CD7A2CB" w14:textId="53D09606"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7F41AA">
        <w:rPr>
          <w:rFonts w:ascii="Times New Roman" w:hAnsi="Times New Roman"/>
          <w:i/>
          <w:szCs w:val="22"/>
        </w:rPr>
        <w:t>3</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274D255A" w14:textId="77777777" w:rsidTr="00B03438">
        <w:trPr>
          <w:trHeight w:val="656"/>
        </w:trPr>
        <w:tc>
          <w:tcPr>
            <w:tcW w:w="8107" w:type="dxa"/>
          </w:tcPr>
          <w:p w14:paraId="678D0030" w14:textId="77777777" w:rsidR="00401B0A" w:rsidRPr="00917917" w:rsidRDefault="00401B0A" w:rsidP="00B03438">
            <w:pPr>
              <w:pStyle w:val="Text1"/>
              <w:ind w:left="74"/>
              <w:rPr>
                <w:rFonts w:ascii="Times New Roman" w:hAnsi="Times New Roman"/>
                <w:szCs w:val="22"/>
              </w:rPr>
            </w:pPr>
          </w:p>
        </w:tc>
      </w:tr>
    </w:tbl>
    <w:p w14:paraId="559EC775" w14:textId="77777777" w:rsidR="00401B0A" w:rsidRPr="00917917" w:rsidRDefault="00401B0A" w:rsidP="00401B0A">
      <w:pPr>
        <w:pStyle w:val="Text3"/>
        <w:ind w:left="720" w:hanging="720"/>
        <w:rPr>
          <w:rFonts w:ascii="Times New Roman" w:hAnsi="Times New Roman"/>
          <w:szCs w:val="22"/>
        </w:rPr>
      </w:pPr>
    </w:p>
    <w:p w14:paraId="4756C492" w14:textId="77777777" w:rsidR="00401B0A" w:rsidRPr="00917917" w:rsidRDefault="00401B0A" w:rsidP="00401B0A">
      <w:pPr>
        <w:pStyle w:val="Text1"/>
        <w:keepNext/>
        <w:keepLines/>
        <w:ind w:left="720" w:hanging="720"/>
        <w:rPr>
          <w:rFonts w:ascii="Times New Roman" w:hAnsi="Times New Roman"/>
          <w:szCs w:val="22"/>
        </w:rPr>
      </w:pPr>
      <w:r>
        <w:rPr>
          <w:rFonts w:ascii="Times New Roman" w:hAnsi="Times New Roman"/>
          <w:szCs w:val="22"/>
        </w:rPr>
        <w:t>5.2.6</w:t>
      </w:r>
      <w:r w:rsidRPr="00917917">
        <w:rPr>
          <w:rFonts w:ascii="Times New Roman" w:hAnsi="Times New Roman"/>
          <w:szCs w:val="22"/>
        </w:rPr>
        <w:tab/>
        <w:t>Describe how you will select the staff that you will propose in your offers.</w:t>
      </w:r>
    </w:p>
    <w:p w14:paraId="66BFF28C" w14:textId="6FC1754E"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40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703C7D2D" w14:textId="77777777" w:rsidTr="00B03438">
        <w:trPr>
          <w:trHeight w:val="656"/>
        </w:trPr>
        <w:tc>
          <w:tcPr>
            <w:tcW w:w="8107" w:type="dxa"/>
          </w:tcPr>
          <w:p w14:paraId="6CC8D912" w14:textId="77777777" w:rsidR="00401B0A" w:rsidRPr="00917917" w:rsidRDefault="00401B0A" w:rsidP="00B03438">
            <w:pPr>
              <w:pStyle w:val="Text1"/>
              <w:ind w:left="74"/>
              <w:rPr>
                <w:rFonts w:ascii="Times New Roman" w:hAnsi="Times New Roman"/>
                <w:szCs w:val="22"/>
              </w:rPr>
            </w:pPr>
          </w:p>
        </w:tc>
      </w:tr>
    </w:tbl>
    <w:p w14:paraId="5B9B0814" w14:textId="77777777" w:rsidR="00401B0A" w:rsidRPr="00917917" w:rsidRDefault="00401B0A" w:rsidP="00401B0A">
      <w:pPr>
        <w:pStyle w:val="Text1"/>
        <w:keepNext/>
        <w:keepLines/>
        <w:ind w:left="720" w:hanging="720"/>
        <w:rPr>
          <w:rFonts w:ascii="Times New Roman" w:hAnsi="Times New Roman"/>
          <w:szCs w:val="22"/>
        </w:rPr>
      </w:pPr>
    </w:p>
    <w:p w14:paraId="6591D449"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5.2.</w:t>
      </w:r>
      <w:r>
        <w:rPr>
          <w:rFonts w:ascii="Times New Roman" w:hAnsi="Times New Roman"/>
          <w:szCs w:val="22"/>
        </w:rPr>
        <w:t>7</w:t>
      </w:r>
      <w:r w:rsidRPr="00917917">
        <w:rPr>
          <w:rFonts w:ascii="Times New Roman" w:hAnsi="Times New Roman"/>
          <w:szCs w:val="22"/>
        </w:rPr>
        <w:tab/>
        <w:t>Describe on which criteria you will determine the geographical location(s) from which you will propose to deliver the services in response to a request.</w:t>
      </w:r>
    </w:p>
    <w:p w14:paraId="2689D960" w14:textId="04184D4F" w:rsidR="00401B0A" w:rsidRPr="00917917" w:rsidRDefault="00401B0A" w:rsidP="00401B0A">
      <w:pPr>
        <w:pStyle w:val="Text1"/>
        <w:keepNext/>
        <w:keepLines/>
        <w:ind w:left="720" w:hanging="11"/>
        <w:rPr>
          <w:rFonts w:ascii="Times New Roman" w:hAnsi="Times New Roman"/>
          <w:i/>
          <w:szCs w:val="22"/>
        </w:rPr>
      </w:pPr>
      <w:r w:rsidRPr="00917917">
        <w:rPr>
          <w:rFonts w:ascii="Times New Roman" w:hAnsi="Times New Roman"/>
          <w:szCs w:val="22"/>
        </w:rPr>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167909">
        <w:rPr>
          <w:rFonts w:ascii="Times New Roman" w:hAnsi="Times New Roman"/>
          <w:i/>
          <w:szCs w:val="22"/>
        </w:rPr>
        <w:t>2</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A744D09" w14:textId="77777777" w:rsidTr="00B03438">
        <w:trPr>
          <w:trHeight w:val="660"/>
        </w:trPr>
        <w:tc>
          <w:tcPr>
            <w:tcW w:w="8107" w:type="dxa"/>
          </w:tcPr>
          <w:p w14:paraId="1164FE16" w14:textId="77777777" w:rsidR="00401B0A" w:rsidRPr="00917917" w:rsidRDefault="00401B0A" w:rsidP="00B03438">
            <w:pPr>
              <w:pStyle w:val="Text1"/>
              <w:ind w:left="74"/>
              <w:rPr>
                <w:rFonts w:ascii="Times New Roman" w:hAnsi="Times New Roman"/>
                <w:szCs w:val="22"/>
              </w:rPr>
            </w:pPr>
          </w:p>
        </w:tc>
      </w:tr>
    </w:tbl>
    <w:p w14:paraId="0ABC3135" w14:textId="77777777" w:rsidR="00401B0A" w:rsidRPr="00917917" w:rsidRDefault="00401B0A" w:rsidP="00401B0A">
      <w:pPr>
        <w:pStyle w:val="Text3"/>
        <w:keepNext/>
        <w:keepLines/>
        <w:ind w:left="720" w:hanging="720"/>
        <w:rPr>
          <w:rFonts w:ascii="Times New Roman" w:hAnsi="Times New Roman"/>
          <w:szCs w:val="22"/>
        </w:rPr>
      </w:pPr>
    </w:p>
    <w:p w14:paraId="70B8770C" w14:textId="335A7D1B" w:rsidR="00401B0A" w:rsidRPr="00917917" w:rsidRDefault="00401B0A" w:rsidP="00401B0A">
      <w:pPr>
        <w:pStyle w:val="Heading2"/>
        <w:numPr>
          <w:ilvl w:val="1"/>
          <w:numId w:val="36"/>
        </w:numPr>
        <w:spacing w:before="240" w:after="0"/>
        <w:ind w:left="578" w:hanging="578"/>
        <w:rPr>
          <w:rFonts w:ascii="Times New Roman" w:hAnsi="Times New Roman"/>
          <w:szCs w:val="22"/>
        </w:rPr>
      </w:pPr>
      <w:bookmarkStart w:id="48" w:name="_Toc369608883"/>
      <w:bookmarkStart w:id="49" w:name="_Toc390959092"/>
      <w:bookmarkStart w:id="50" w:name="_Toc394934742"/>
      <w:r w:rsidRPr="00917917">
        <w:rPr>
          <w:rFonts w:ascii="Times New Roman" w:hAnsi="Times New Roman"/>
          <w:szCs w:val="22"/>
        </w:rPr>
        <w:t xml:space="preserve">Quality of the </w:t>
      </w:r>
      <w:r>
        <w:rPr>
          <w:rFonts w:ascii="Times New Roman" w:hAnsi="Times New Roman"/>
          <w:szCs w:val="22"/>
        </w:rPr>
        <w:t xml:space="preserve">proposal for a </w:t>
      </w:r>
      <w:r w:rsidRPr="00917917">
        <w:rPr>
          <w:rFonts w:ascii="Times New Roman" w:hAnsi="Times New Roman"/>
          <w:szCs w:val="22"/>
        </w:rPr>
        <w:t xml:space="preserve">delivery of </w:t>
      </w:r>
      <w:r>
        <w:rPr>
          <w:rFonts w:ascii="Times New Roman" w:hAnsi="Times New Roman"/>
          <w:szCs w:val="22"/>
        </w:rPr>
        <w:t>services (2</w:t>
      </w:r>
      <w:r w:rsidR="001345E3">
        <w:rPr>
          <w:rFonts w:ascii="Times New Roman" w:hAnsi="Times New Roman"/>
          <w:szCs w:val="22"/>
        </w:rPr>
        <w:t>8</w:t>
      </w:r>
      <w:r>
        <w:rPr>
          <w:rFonts w:ascii="Times New Roman" w:hAnsi="Times New Roman"/>
          <w:szCs w:val="22"/>
        </w:rPr>
        <w:t>0</w:t>
      </w:r>
      <w:r w:rsidRPr="00917917">
        <w:rPr>
          <w:rFonts w:ascii="Times New Roman" w:hAnsi="Times New Roman"/>
          <w:szCs w:val="22"/>
        </w:rPr>
        <w:t xml:space="preserve"> points)</w:t>
      </w:r>
      <w:bookmarkEnd w:id="48"/>
      <w:bookmarkEnd w:id="49"/>
      <w:bookmarkEnd w:id="50"/>
    </w:p>
    <w:p w14:paraId="6FBBFB6C" w14:textId="77777777" w:rsidR="00401B0A" w:rsidRPr="00917917" w:rsidRDefault="00401B0A" w:rsidP="00401B0A">
      <w:pPr>
        <w:pStyle w:val="Text1"/>
        <w:ind w:left="720" w:hanging="720"/>
        <w:rPr>
          <w:rFonts w:ascii="Times New Roman" w:hAnsi="Times New Roman"/>
          <w:szCs w:val="22"/>
        </w:rPr>
      </w:pPr>
    </w:p>
    <w:p w14:paraId="19A94603"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5.3.1</w:t>
      </w:r>
      <w:r w:rsidRPr="00917917">
        <w:rPr>
          <w:rFonts w:ascii="Times New Roman" w:hAnsi="Times New Roman"/>
          <w:szCs w:val="22"/>
        </w:rPr>
        <w:tab/>
        <w:t xml:space="preserve">Describe the measures that you will apply in order to deliver a fixed price </w:t>
      </w:r>
      <w:r>
        <w:rPr>
          <w:rFonts w:ascii="Times New Roman" w:hAnsi="Times New Roman"/>
          <w:szCs w:val="22"/>
        </w:rPr>
        <w:t xml:space="preserve">study </w:t>
      </w:r>
      <w:r w:rsidRPr="00917917">
        <w:rPr>
          <w:rFonts w:ascii="Times New Roman" w:hAnsi="Times New Roman"/>
          <w:szCs w:val="22"/>
        </w:rPr>
        <w:t xml:space="preserve">contract in conformity with the requirements and the planning. </w:t>
      </w:r>
    </w:p>
    <w:p w14:paraId="0DEFAA99" w14:textId="77777777" w:rsidR="00401B0A" w:rsidRPr="00917917" w:rsidRDefault="00401B0A" w:rsidP="00401B0A">
      <w:pPr>
        <w:pStyle w:val="Text1"/>
        <w:ind w:left="720" w:hanging="11"/>
        <w:rPr>
          <w:rFonts w:ascii="Times New Roman" w:hAnsi="Times New Roman"/>
          <w:i/>
          <w:szCs w:val="22"/>
        </w:rPr>
      </w:pPr>
      <w:r w:rsidRPr="00917917">
        <w:rPr>
          <w:rFonts w:ascii="Times New Roman" w:hAnsi="Times New Roman"/>
          <w:i/>
          <w:szCs w:val="22"/>
        </w:rPr>
        <w:t>Illustrate it with a practical example</w:t>
      </w:r>
    </w:p>
    <w:p w14:paraId="3E706A54" w14:textId="317E517F"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Pr="00917917">
        <w:rPr>
          <w:rFonts w:ascii="Times New Roman" w:hAnsi="Times New Roman"/>
          <w:i/>
          <w:szCs w:val="22"/>
        </w:rPr>
        <w:t>(Maximum 20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00BD13F4">
        <w:rPr>
          <w:rFonts w:ascii="Times New Roman" w:hAnsi="Times New Roman"/>
          <w:i/>
          <w:szCs w:val="22"/>
        </w:rPr>
        <w:t>5</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113860B" w14:textId="77777777" w:rsidTr="00B03438">
        <w:trPr>
          <w:trHeight w:val="596"/>
        </w:trPr>
        <w:tc>
          <w:tcPr>
            <w:tcW w:w="8107" w:type="dxa"/>
          </w:tcPr>
          <w:p w14:paraId="79ABDB93" w14:textId="77777777" w:rsidR="00401B0A" w:rsidRPr="00917917" w:rsidRDefault="00401B0A" w:rsidP="00B03438">
            <w:pPr>
              <w:pStyle w:val="Text1"/>
              <w:ind w:left="72"/>
              <w:rPr>
                <w:rFonts w:ascii="Times New Roman" w:hAnsi="Times New Roman"/>
                <w:szCs w:val="22"/>
              </w:rPr>
            </w:pPr>
          </w:p>
        </w:tc>
      </w:tr>
    </w:tbl>
    <w:p w14:paraId="2647917B"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5.3.2</w:t>
      </w:r>
      <w:r w:rsidRPr="00917917">
        <w:rPr>
          <w:rFonts w:ascii="Times New Roman" w:hAnsi="Times New Roman"/>
          <w:szCs w:val="22"/>
        </w:rPr>
        <w:tab/>
        <w:t xml:space="preserve">Describe how you will organize your staff working on </w:t>
      </w:r>
      <w:r>
        <w:rPr>
          <w:rFonts w:ascii="Times New Roman" w:hAnsi="Times New Roman"/>
          <w:szCs w:val="22"/>
        </w:rPr>
        <w:t xml:space="preserve">fixed price service to have </w:t>
      </w:r>
      <w:r w:rsidRPr="00917917">
        <w:rPr>
          <w:rFonts w:ascii="Times New Roman" w:hAnsi="Times New Roman"/>
          <w:szCs w:val="22"/>
        </w:rPr>
        <w:t xml:space="preserve">frequent communications with the </w:t>
      </w:r>
      <w:r>
        <w:rPr>
          <w:rFonts w:ascii="Times New Roman" w:hAnsi="Times New Roman"/>
          <w:szCs w:val="22"/>
        </w:rPr>
        <w:t>contracting authority</w:t>
      </w:r>
      <w:r w:rsidRPr="00917917">
        <w:rPr>
          <w:rFonts w:ascii="Times New Roman" w:hAnsi="Times New Roman"/>
          <w:szCs w:val="22"/>
        </w:rPr>
        <w:t xml:space="preserve">. </w:t>
      </w:r>
    </w:p>
    <w:p w14:paraId="22A4DBC0" w14:textId="77777777" w:rsidR="00401B0A" w:rsidRPr="00733BF2" w:rsidRDefault="00401B0A" w:rsidP="00401B0A">
      <w:pPr>
        <w:ind w:firstLine="709"/>
        <w:rPr>
          <w:rFonts w:ascii="Times New Roman" w:hAnsi="Times New Roman"/>
        </w:rPr>
      </w:pPr>
      <w:r w:rsidRPr="00733BF2">
        <w:rPr>
          <w:rFonts w:ascii="Times New Roman" w:hAnsi="Times New Roman"/>
        </w:rPr>
        <w:t>The team in charge of th</w:t>
      </w:r>
      <w:r>
        <w:rPr>
          <w:rFonts w:ascii="Times New Roman" w:hAnsi="Times New Roman"/>
        </w:rPr>
        <w:t>e project can be estimated to five (5)</w:t>
      </w:r>
      <w:r w:rsidRPr="00733BF2">
        <w:rPr>
          <w:rFonts w:ascii="Times New Roman" w:hAnsi="Times New Roman"/>
        </w:rPr>
        <w:t xml:space="preserve"> persons.</w:t>
      </w:r>
    </w:p>
    <w:p w14:paraId="298F13D7" w14:textId="77777777" w:rsidR="00401B0A" w:rsidRPr="00917917" w:rsidRDefault="00401B0A" w:rsidP="00401B0A">
      <w:pPr>
        <w:ind w:firstLine="709"/>
        <w:rPr>
          <w:i/>
        </w:rPr>
      </w:pPr>
      <w:r w:rsidRPr="00733BF2">
        <w:rPr>
          <w:rFonts w:ascii="Times New Roman" w:hAnsi="Times New Roman"/>
        </w:rPr>
        <w:tab/>
        <w:t>(M</w:t>
      </w:r>
      <w:r>
        <w:rPr>
          <w:rFonts w:ascii="Times New Roman" w:hAnsi="Times New Roman"/>
          <w:i/>
        </w:rPr>
        <w:t>aximum 10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1A1CF178" w14:textId="77777777" w:rsidTr="00B03438">
        <w:trPr>
          <w:trHeight w:val="656"/>
        </w:trPr>
        <w:tc>
          <w:tcPr>
            <w:tcW w:w="8107" w:type="dxa"/>
          </w:tcPr>
          <w:p w14:paraId="70F8F6B2" w14:textId="77777777" w:rsidR="00401B0A" w:rsidRPr="00917917" w:rsidRDefault="00401B0A" w:rsidP="00B03438">
            <w:pPr>
              <w:pStyle w:val="Text1"/>
              <w:keepNext/>
              <w:keepLines/>
              <w:ind w:left="72"/>
              <w:rPr>
                <w:rFonts w:ascii="Times New Roman" w:hAnsi="Times New Roman"/>
                <w:szCs w:val="22"/>
              </w:rPr>
            </w:pPr>
          </w:p>
        </w:tc>
      </w:tr>
    </w:tbl>
    <w:p w14:paraId="320BC23F" w14:textId="77777777" w:rsidR="00401B0A" w:rsidRPr="00917917" w:rsidRDefault="00401B0A" w:rsidP="00401B0A">
      <w:pPr>
        <w:pStyle w:val="Text1"/>
        <w:ind w:left="720" w:hanging="720"/>
        <w:rPr>
          <w:rFonts w:ascii="Times New Roman" w:hAnsi="Times New Roman"/>
          <w:szCs w:val="22"/>
        </w:rPr>
      </w:pPr>
    </w:p>
    <w:p w14:paraId="0827AD34" w14:textId="56094310" w:rsidR="00401B0A" w:rsidRPr="00917917" w:rsidRDefault="00401B0A" w:rsidP="00401B0A">
      <w:pPr>
        <w:pStyle w:val="Text1"/>
        <w:keepNext/>
        <w:keepLines/>
        <w:ind w:left="720" w:hanging="720"/>
        <w:rPr>
          <w:rFonts w:ascii="Times New Roman" w:hAnsi="Times New Roman"/>
          <w:szCs w:val="22"/>
        </w:rPr>
      </w:pPr>
      <w:r>
        <w:rPr>
          <w:rFonts w:ascii="Times New Roman" w:hAnsi="Times New Roman"/>
          <w:szCs w:val="22"/>
        </w:rPr>
        <w:lastRenderedPageBreak/>
        <w:t>5.3.3</w:t>
      </w:r>
      <w:r w:rsidRPr="00917917">
        <w:rPr>
          <w:rFonts w:ascii="Times New Roman" w:hAnsi="Times New Roman"/>
          <w:szCs w:val="22"/>
        </w:rPr>
        <w:tab/>
        <w:t xml:space="preserve">Describe how you will manage a Quoted Time and Means specific contract </w:t>
      </w:r>
      <w:r w:rsidR="00BD13F4">
        <w:rPr>
          <w:rFonts w:ascii="Times New Roman" w:hAnsi="Times New Roman"/>
          <w:szCs w:val="22"/>
        </w:rPr>
        <w:t xml:space="preserve">and the delivery of the relevant services </w:t>
      </w:r>
      <w:r w:rsidRPr="00917917">
        <w:rPr>
          <w:rFonts w:ascii="Times New Roman" w:hAnsi="Times New Roman"/>
          <w:szCs w:val="22"/>
        </w:rPr>
        <w:t>from its signature to its end.</w:t>
      </w:r>
    </w:p>
    <w:p w14:paraId="752C4DD9" w14:textId="3C5E930E"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1345E3">
        <w:rPr>
          <w:rFonts w:ascii="Times New Roman" w:hAnsi="Times New Roman"/>
          <w:i/>
          <w:szCs w:val="22"/>
        </w:rPr>
        <w:t>5</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25903A3" w14:textId="77777777" w:rsidTr="00B03438">
        <w:trPr>
          <w:trHeight w:val="612"/>
        </w:trPr>
        <w:tc>
          <w:tcPr>
            <w:tcW w:w="8107" w:type="dxa"/>
          </w:tcPr>
          <w:p w14:paraId="3FB3733F" w14:textId="77777777" w:rsidR="00401B0A" w:rsidRPr="00917917" w:rsidRDefault="00401B0A" w:rsidP="00B03438">
            <w:pPr>
              <w:pStyle w:val="Text1"/>
              <w:keepNext/>
              <w:keepLines/>
              <w:ind w:left="72"/>
              <w:rPr>
                <w:rFonts w:ascii="Times New Roman" w:hAnsi="Times New Roman"/>
                <w:szCs w:val="22"/>
              </w:rPr>
            </w:pPr>
          </w:p>
        </w:tc>
      </w:tr>
    </w:tbl>
    <w:p w14:paraId="0BED768F" w14:textId="77777777" w:rsidR="00401B0A" w:rsidRPr="00917917" w:rsidRDefault="00401B0A" w:rsidP="00401B0A">
      <w:pPr>
        <w:pStyle w:val="Text1"/>
        <w:keepNext/>
        <w:keepLines/>
        <w:ind w:left="720" w:hanging="720"/>
        <w:rPr>
          <w:rFonts w:ascii="Times New Roman" w:hAnsi="Times New Roman"/>
          <w:szCs w:val="22"/>
        </w:rPr>
      </w:pPr>
    </w:p>
    <w:p w14:paraId="2FEA0678" w14:textId="64605B45" w:rsidR="00401B0A" w:rsidRPr="00917917" w:rsidRDefault="00401B0A" w:rsidP="00401B0A">
      <w:pPr>
        <w:pStyle w:val="Text1"/>
        <w:ind w:left="720" w:hanging="720"/>
        <w:rPr>
          <w:rFonts w:ascii="Times New Roman" w:hAnsi="Times New Roman"/>
          <w:szCs w:val="22"/>
        </w:rPr>
      </w:pPr>
      <w:r>
        <w:rPr>
          <w:rFonts w:ascii="Times New Roman" w:hAnsi="Times New Roman"/>
          <w:szCs w:val="22"/>
        </w:rPr>
        <w:t>5.3.4</w:t>
      </w:r>
      <w:r w:rsidRPr="00917917">
        <w:rPr>
          <w:rFonts w:ascii="Times New Roman" w:hAnsi="Times New Roman"/>
          <w:szCs w:val="22"/>
        </w:rPr>
        <w:tab/>
        <w:t xml:space="preserve">Describe the reporting that you propose to provide to the </w:t>
      </w:r>
      <w:r>
        <w:rPr>
          <w:rFonts w:ascii="Times New Roman" w:hAnsi="Times New Roman"/>
          <w:szCs w:val="22"/>
        </w:rPr>
        <w:t>contracting authorit</w:t>
      </w:r>
      <w:r w:rsidRPr="00917917">
        <w:rPr>
          <w:rFonts w:ascii="Times New Roman" w:hAnsi="Times New Roman"/>
          <w:szCs w:val="22"/>
        </w:rPr>
        <w:t>y’s project manager</w:t>
      </w:r>
      <w:r>
        <w:rPr>
          <w:rFonts w:ascii="Times New Roman" w:hAnsi="Times New Roman"/>
          <w:szCs w:val="22"/>
        </w:rPr>
        <w:t>,</w:t>
      </w:r>
      <w:r w:rsidRPr="00917917">
        <w:rPr>
          <w:rFonts w:ascii="Times New Roman" w:hAnsi="Times New Roman"/>
          <w:szCs w:val="22"/>
        </w:rPr>
        <w:t xml:space="preserve"> in charge of the project</w:t>
      </w:r>
      <w:r>
        <w:rPr>
          <w:rFonts w:ascii="Times New Roman" w:hAnsi="Times New Roman"/>
          <w:szCs w:val="22"/>
        </w:rPr>
        <w:t>,</w:t>
      </w:r>
      <w:r w:rsidRPr="00917917">
        <w:rPr>
          <w:rFonts w:ascii="Times New Roman" w:hAnsi="Times New Roman"/>
          <w:szCs w:val="22"/>
        </w:rPr>
        <w:t xml:space="preserve"> during the execution of a specific contract.</w:t>
      </w:r>
    </w:p>
    <w:p w14:paraId="4006FE1D" w14:textId="133C5C8D"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BD13F4">
        <w:rPr>
          <w:rFonts w:ascii="Times New Roman" w:hAnsi="Times New Roman"/>
          <w:i/>
          <w:szCs w:val="22"/>
        </w:rPr>
        <w:t>4</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E28D3C9" w14:textId="77777777" w:rsidTr="00B03438">
        <w:trPr>
          <w:trHeight w:val="612"/>
        </w:trPr>
        <w:tc>
          <w:tcPr>
            <w:tcW w:w="8107" w:type="dxa"/>
          </w:tcPr>
          <w:p w14:paraId="674F742D" w14:textId="77777777" w:rsidR="00401B0A" w:rsidRPr="00917917" w:rsidRDefault="00401B0A" w:rsidP="00B03438">
            <w:pPr>
              <w:pStyle w:val="Text1"/>
              <w:ind w:left="72"/>
              <w:rPr>
                <w:rFonts w:ascii="Times New Roman" w:hAnsi="Times New Roman"/>
                <w:szCs w:val="22"/>
              </w:rPr>
            </w:pPr>
          </w:p>
        </w:tc>
      </w:tr>
    </w:tbl>
    <w:p w14:paraId="2F51C65F" w14:textId="77777777" w:rsidR="00401B0A" w:rsidRPr="00733BF2" w:rsidRDefault="00401B0A" w:rsidP="00401B0A">
      <w:pPr>
        <w:ind w:left="567" w:hanging="567"/>
        <w:rPr>
          <w:rFonts w:ascii="Times New Roman" w:hAnsi="Times New Roman"/>
        </w:rPr>
      </w:pPr>
      <w:bookmarkStart w:id="51" w:name="_Toc369608884"/>
      <w:r>
        <w:rPr>
          <w:rFonts w:ascii="Times New Roman" w:hAnsi="Times New Roman"/>
        </w:rPr>
        <w:t>5.3.5</w:t>
      </w:r>
      <w:r w:rsidRPr="00733BF2">
        <w:rPr>
          <w:rFonts w:ascii="Times New Roman" w:hAnsi="Times New Roman"/>
        </w:rPr>
        <w:tab/>
        <w:t>Describe how you will ensure  the technical infrastructure (hardware and software) needed for the execution of a specific contract for the extra muros services.</w:t>
      </w:r>
    </w:p>
    <w:p w14:paraId="6F340A31" w14:textId="77777777" w:rsidR="00401B0A" w:rsidRPr="00733BF2" w:rsidRDefault="00401B0A" w:rsidP="00401B0A">
      <w:pPr>
        <w:ind w:left="567" w:hanging="567"/>
        <w:rPr>
          <w:rFonts w:ascii="Times New Roman" w:hAnsi="Times New Roman"/>
        </w:rPr>
      </w:pPr>
      <w:r w:rsidRPr="00733BF2">
        <w:rPr>
          <w:rFonts w:ascii="Times New Roman" w:hAnsi="Times New Roman"/>
        </w:rPr>
        <w:tab/>
        <w:t>(Maximum 5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rPr>
        <w:t>2</w:t>
      </w:r>
      <w:r w:rsidRPr="00507C23">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277CAD03" w14:textId="77777777" w:rsidTr="00B03438">
        <w:trPr>
          <w:trHeight w:val="656"/>
        </w:trPr>
        <w:tc>
          <w:tcPr>
            <w:tcW w:w="8107" w:type="dxa"/>
          </w:tcPr>
          <w:p w14:paraId="3A77F848" w14:textId="77777777" w:rsidR="00401B0A" w:rsidRPr="00733BF2" w:rsidRDefault="00401B0A" w:rsidP="00B03438">
            <w:pPr>
              <w:pStyle w:val="Text1"/>
              <w:keepNext/>
              <w:keepLines/>
              <w:ind w:left="567" w:hanging="567"/>
              <w:rPr>
                <w:rFonts w:ascii="Times New Roman" w:hAnsi="Times New Roman"/>
                <w:szCs w:val="22"/>
              </w:rPr>
            </w:pPr>
          </w:p>
        </w:tc>
      </w:tr>
    </w:tbl>
    <w:p w14:paraId="7506112C" w14:textId="77777777" w:rsidR="00401B0A" w:rsidRPr="00733BF2" w:rsidRDefault="00401B0A" w:rsidP="00401B0A">
      <w:pPr>
        <w:ind w:left="426" w:hanging="426"/>
        <w:rPr>
          <w:rFonts w:ascii="Times New Roman" w:hAnsi="Times New Roman"/>
        </w:rPr>
      </w:pPr>
      <w:r>
        <w:rPr>
          <w:rFonts w:ascii="Times New Roman" w:hAnsi="Times New Roman"/>
        </w:rPr>
        <w:t>5.3.6</w:t>
      </w:r>
      <w:r>
        <w:rPr>
          <w:rFonts w:ascii="Times New Roman" w:hAnsi="Times New Roman"/>
        </w:rPr>
        <w:tab/>
      </w:r>
      <w:r w:rsidRPr="00733BF2">
        <w:rPr>
          <w:rFonts w:ascii="Times New Roman" w:hAnsi="Times New Roman"/>
        </w:rPr>
        <w:t xml:space="preserve">Which measures </w:t>
      </w:r>
      <w:r>
        <w:rPr>
          <w:rFonts w:ascii="Times New Roman" w:hAnsi="Times New Roman"/>
        </w:rPr>
        <w:t>you will</w:t>
      </w:r>
      <w:r w:rsidRPr="00733BF2">
        <w:rPr>
          <w:rFonts w:ascii="Times New Roman" w:hAnsi="Times New Roman"/>
        </w:rPr>
        <w:t xml:space="preserve"> take to minimize the number of unsolicited replacements during the execution of the specific contracts?</w:t>
      </w:r>
    </w:p>
    <w:p w14:paraId="04CDB0F6" w14:textId="77777777" w:rsidR="00401B0A" w:rsidRPr="00733BF2" w:rsidRDefault="00401B0A" w:rsidP="00401B0A">
      <w:pPr>
        <w:ind w:left="426"/>
        <w:rPr>
          <w:rFonts w:ascii="Times New Roman" w:hAnsi="Times New Roman"/>
          <w:i/>
        </w:rPr>
      </w:pPr>
      <w:r w:rsidRPr="00733BF2">
        <w:rPr>
          <w:rFonts w:ascii="Times New Roman" w:hAnsi="Times New Roman"/>
        </w:rPr>
        <w:t>(M</w:t>
      </w:r>
      <w:r>
        <w:rPr>
          <w:rFonts w:ascii="Times New Roman" w:hAnsi="Times New Roman"/>
          <w:i/>
        </w:rPr>
        <w:t>aximum 10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468800F4" w14:textId="77777777" w:rsidTr="00B03438">
        <w:trPr>
          <w:trHeight w:val="814"/>
        </w:trPr>
        <w:tc>
          <w:tcPr>
            <w:tcW w:w="8107" w:type="dxa"/>
          </w:tcPr>
          <w:p w14:paraId="620A771A" w14:textId="77777777" w:rsidR="00401B0A" w:rsidRPr="00733BF2" w:rsidRDefault="00401B0A" w:rsidP="00B03438">
            <w:pPr>
              <w:ind w:left="426"/>
              <w:rPr>
                <w:rFonts w:ascii="Times New Roman" w:hAnsi="Times New Roman"/>
              </w:rPr>
            </w:pPr>
          </w:p>
        </w:tc>
      </w:tr>
    </w:tbl>
    <w:p w14:paraId="35F9251D" w14:textId="27A61A22" w:rsidR="00BD13F4" w:rsidRPr="00D0700A" w:rsidRDefault="00BD13F4" w:rsidP="00BD13F4">
      <w:pPr>
        <w:pStyle w:val="Text1"/>
        <w:ind w:left="567" w:hanging="567"/>
        <w:rPr>
          <w:rFonts w:ascii="Times New Roman" w:hAnsi="Times New Roman"/>
        </w:rPr>
      </w:pPr>
      <w:r>
        <w:rPr>
          <w:rFonts w:ascii="Times New Roman" w:hAnsi="Times New Roman"/>
        </w:rPr>
        <w:t>5.3.7</w:t>
      </w:r>
      <w:r>
        <w:rPr>
          <w:rFonts w:ascii="Times New Roman" w:hAnsi="Times New Roman"/>
        </w:rPr>
        <w:tab/>
        <w:t xml:space="preserve">Describe </w:t>
      </w:r>
      <w:r w:rsidR="00015112">
        <w:rPr>
          <w:rFonts w:ascii="Times New Roman" w:hAnsi="Times New Roman"/>
        </w:rPr>
        <w:t>the</w:t>
      </w:r>
      <w:r>
        <w:rPr>
          <w:rFonts w:ascii="Times New Roman" w:hAnsi="Times New Roman"/>
        </w:rPr>
        <w:t xml:space="preserve"> risk management strategy</w:t>
      </w:r>
      <w:r w:rsidR="00015112">
        <w:rPr>
          <w:rFonts w:ascii="Times New Roman" w:hAnsi="Times New Roman"/>
        </w:rPr>
        <w:t xml:space="preserve"> and approach that you will use to</w:t>
      </w:r>
      <w:r>
        <w:rPr>
          <w:rFonts w:ascii="Times New Roman" w:hAnsi="Times New Roman"/>
        </w:rPr>
        <w:t xml:space="preserve"> minimiz</w:t>
      </w:r>
      <w:r w:rsidR="00015112">
        <w:rPr>
          <w:rFonts w:ascii="Times New Roman" w:hAnsi="Times New Roman"/>
        </w:rPr>
        <w:t>e</w:t>
      </w:r>
      <w:r>
        <w:rPr>
          <w:rFonts w:ascii="Times New Roman" w:hAnsi="Times New Roman"/>
        </w:rPr>
        <w:t xml:space="preserve"> </w:t>
      </w:r>
      <w:r w:rsidR="00015112">
        <w:rPr>
          <w:rFonts w:ascii="Times New Roman" w:hAnsi="Times New Roman"/>
        </w:rPr>
        <w:t xml:space="preserve">/ mitigate the risks during delivery of the services </w:t>
      </w:r>
      <w:r>
        <w:rPr>
          <w:rFonts w:ascii="Times New Roman" w:hAnsi="Times New Roman"/>
        </w:rPr>
        <w:t xml:space="preserve"> </w:t>
      </w:r>
    </w:p>
    <w:p w14:paraId="2FFB908B" w14:textId="2E55D1F5" w:rsidR="00015112" w:rsidRPr="00733BF2" w:rsidRDefault="00015112" w:rsidP="00015112">
      <w:pPr>
        <w:ind w:left="426"/>
        <w:rPr>
          <w:rFonts w:ascii="Times New Roman" w:hAnsi="Times New Roman"/>
          <w:i/>
        </w:rPr>
      </w:pPr>
      <w:r w:rsidRPr="00733BF2">
        <w:rPr>
          <w:rFonts w:ascii="Times New Roman" w:hAnsi="Times New Roman"/>
        </w:rPr>
        <w:t>(M</w:t>
      </w:r>
      <w:r>
        <w:rPr>
          <w:rFonts w:ascii="Times New Roman" w:hAnsi="Times New Roman"/>
          <w:i/>
        </w:rPr>
        <w:t>aximum 5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015112" w:rsidRPr="00733BF2" w14:paraId="4BE6FBF3" w14:textId="77777777" w:rsidTr="0013136D">
        <w:trPr>
          <w:trHeight w:val="814"/>
        </w:trPr>
        <w:tc>
          <w:tcPr>
            <w:tcW w:w="8107" w:type="dxa"/>
          </w:tcPr>
          <w:p w14:paraId="60E4FDBC" w14:textId="77777777" w:rsidR="00015112" w:rsidRPr="00733BF2" w:rsidRDefault="00015112" w:rsidP="0013136D">
            <w:pPr>
              <w:ind w:left="426"/>
              <w:rPr>
                <w:rFonts w:ascii="Times New Roman" w:hAnsi="Times New Roman"/>
              </w:rPr>
            </w:pPr>
          </w:p>
        </w:tc>
      </w:tr>
    </w:tbl>
    <w:p w14:paraId="7E5C4CBF" w14:textId="77777777" w:rsidR="00BD13F4" w:rsidRDefault="00BD13F4" w:rsidP="00401B0A">
      <w:pPr>
        <w:pStyle w:val="Text1"/>
        <w:ind w:left="720" w:hanging="720"/>
        <w:rPr>
          <w:rFonts w:ascii="Times New Roman" w:hAnsi="Times New Roman"/>
        </w:rPr>
      </w:pPr>
    </w:p>
    <w:p w14:paraId="2F852342" w14:textId="775521AB" w:rsidR="00593771" w:rsidRPr="00593771" w:rsidRDefault="00401B0A" w:rsidP="00593771">
      <w:pPr>
        <w:pStyle w:val="Text1"/>
        <w:keepNext/>
        <w:keepLines/>
        <w:ind w:left="720" w:hanging="720"/>
        <w:rPr>
          <w:rFonts w:ascii="Times New Roman" w:hAnsi="Times New Roman"/>
        </w:rPr>
      </w:pPr>
      <w:r w:rsidRPr="00D0700A">
        <w:rPr>
          <w:rFonts w:ascii="Times New Roman" w:hAnsi="Times New Roman"/>
        </w:rPr>
        <w:t>5.3.</w:t>
      </w:r>
      <w:r w:rsidR="00BD13F4">
        <w:rPr>
          <w:rFonts w:ascii="Times New Roman" w:hAnsi="Times New Roman"/>
        </w:rPr>
        <w:t>8</w:t>
      </w:r>
      <w:r>
        <w:tab/>
      </w:r>
      <w:r w:rsidR="00593771" w:rsidRPr="00593771">
        <w:rPr>
          <w:rFonts w:ascii="Times New Roman" w:hAnsi="Times New Roman"/>
        </w:rPr>
        <w:t xml:space="preserve">Describe your added value in providing technical expertise to your staff working on </w:t>
      </w:r>
      <w:r w:rsidR="0034134A">
        <w:rPr>
          <w:rFonts w:ascii="Times New Roman" w:hAnsi="Times New Roman"/>
        </w:rPr>
        <w:t>site</w:t>
      </w:r>
      <w:r w:rsidR="00593771" w:rsidRPr="00593771">
        <w:rPr>
          <w:rFonts w:ascii="Times New Roman" w:hAnsi="Times New Roman"/>
        </w:rPr>
        <w:t xml:space="preserve"> (including trainings, certifications, knowledge management) </w:t>
      </w:r>
    </w:p>
    <w:p w14:paraId="6A9968AE" w14:textId="21A65652" w:rsidR="00401B0A" w:rsidRPr="00593771" w:rsidRDefault="00593771" w:rsidP="00593771">
      <w:pPr>
        <w:pStyle w:val="Text1"/>
        <w:ind w:left="720" w:hanging="720"/>
        <w:rPr>
          <w:rFonts w:ascii="Times New Roman" w:hAnsi="Times New Roman"/>
        </w:rPr>
      </w:pPr>
      <w:r w:rsidRPr="00593771">
        <w:rPr>
          <w:rFonts w:ascii="Times New Roman" w:hAnsi="Times New Roman"/>
        </w:rPr>
        <w:tab/>
        <w:t>Illustrate your response with practical real examples.</w:t>
      </w:r>
    </w:p>
    <w:p w14:paraId="1A51C576" w14:textId="752BBF18" w:rsidR="00401B0A" w:rsidRPr="00D0700A" w:rsidRDefault="00401B0A" w:rsidP="00401B0A">
      <w:pPr>
        <w:pStyle w:val="Text1"/>
        <w:ind w:left="720" w:hanging="720"/>
        <w:rPr>
          <w:rFonts w:ascii="Times New Roman" w:hAnsi="Times New Roman"/>
          <w:i/>
        </w:rPr>
      </w:pPr>
      <w:r w:rsidRPr="00593771">
        <w:rPr>
          <w:rFonts w:ascii="Times New Roman" w:hAnsi="Times New Roman"/>
        </w:rPr>
        <w:tab/>
      </w:r>
      <w:r w:rsidR="00593771">
        <w:rPr>
          <w:rFonts w:ascii="Times New Roman" w:hAnsi="Times New Roman"/>
        </w:rPr>
        <w:t>(</w:t>
      </w:r>
      <w:r w:rsidR="00160BAB" w:rsidRPr="00593771">
        <w:rPr>
          <w:rFonts w:ascii="Times New Roman" w:hAnsi="Times New Roman"/>
        </w:rPr>
        <w:t>M</w:t>
      </w:r>
      <w:r w:rsidR="00593771" w:rsidRPr="00593771">
        <w:rPr>
          <w:rFonts w:ascii="Times New Roman" w:hAnsi="Times New Roman"/>
          <w:i/>
        </w:rPr>
        <w:t>aximum</w:t>
      </w:r>
      <w:r w:rsidR="00593771">
        <w:rPr>
          <w:rFonts w:ascii="Times New Roman" w:hAnsi="Times New Roman"/>
          <w:i/>
        </w:rPr>
        <w:t xml:space="preserve"> </w:t>
      </w:r>
      <w:r w:rsidR="00593771" w:rsidRPr="00593771">
        <w:rPr>
          <w:rFonts w:ascii="Times New Roman" w:hAnsi="Times New Roman"/>
          <w:i/>
        </w:rPr>
        <w:t xml:space="preserve">10 </w:t>
      </w:r>
      <w:r w:rsidR="00160BAB" w:rsidRPr="00593771">
        <w:rPr>
          <w:rFonts w:ascii="Times New Roman" w:hAnsi="Times New Roman"/>
          <w:i/>
        </w:rPr>
        <w:t xml:space="preserve"> pages)</w:t>
      </w:r>
      <w:r w:rsidRPr="00593771">
        <w:rPr>
          <w:rFonts w:ascii="Times New Roman" w:hAnsi="Times New Roman"/>
        </w:rPr>
        <w:tab/>
      </w:r>
      <w:r w:rsidRPr="00593771">
        <w:rPr>
          <w:rFonts w:ascii="Times New Roman" w:hAnsi="Times New Roman"/>
        </w:rPr>
        <w:tab/>
      </w:r>
      <w:r w:rsidRPr="00593771">
        <w:rPr>
          <w:rFonts w:ascii="Times New Roman" w:hAnsi="Times New Roman"/>
        </w:rPr>
        <w:tab/>
      </w:r>
      <w:r w:rsidRPr="00593771">
        <w:rPr>
          <w:rFonts w:ascii="Times New Roman" w:hAnsi="Times New Roman"/>
        </w:rPr>
        <w:tab/>
      </w:r>
      <w:r w:rsidRPr="00D0700A">
        <w:rPr>
          <w:rFonts w:ascii="Times New Roman" w:hAnsi="Times New Roman"/>
        </w:rPr>
        <w:tab/>
      </w:r>
      <w:r w:rsidRPr="00D0700A">
        <w:rPr>
          <w:rFonts w:ascii="Times New Roman" w:hAnsi="Times New Roman"/>
        </w:rPr>
        <w:tab/>
      </w:r>
      <w:r w:rsidR="00593771">
        <w:rPr>
          <w:rFonts w:ascii="Times New Roman" w:hAnsi="Times New Roman"/>
        </w:rPr>
        <w:tab/>
      </w:r>
      <w:r w:rsidR="001345E3">
        <w:rPr>
          <w:rFonts w:ascii="Times New Roman" w:hAnsi="Times New Roman"/>
          <w:i/>
        </w:rPr>
        <w:t>3</w:t>
      </w:r>
      <w:r w:rsidRPr="00D0700A">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7E95E322" w14:textId="77777777" w:rsidTr="00B03438">
        <w:trPr>
          <w:trHeight w:val="814"/>
        </w:trPr>
        <w:tc>
          <w:tcPr>
            <w:tcW w:w="8107" w:type="dxa"/>
          </w:tcPr>
          <w:p w14:paraId="4E110912" w14:textId="77777777" w:rsidR="00401B0A" w:rsidRPr="00AF2441" w:rsidRDefault="00401B0A" w:rsidP="00B03438">
            <w:pPr>
              <w:pStyle w:val="Text1"/>
              <w:ind w:left="0"/>
            </w:pPr>
          </w:p>
        </w:tc>
      </w:tr>
    </w:tbl>
    <w:p w14:paraId="57378942" w14:textId="70E58619" w:rsidR="00401B0A" w:rsidRPr="00D0700A" w:rsidRDefault="00401B0A" w:rsidP="00401B0A">
      <w:pPr>
        <w:pStyle w:val="Text1"/>
        <w:ind w:left="720" w:hanging="720"/>
        <w:rPr>
          <w:rFonts w:ascii="Times New Roman" w:hAnsi="Times New Roman"/>
        </w:rPr>
      </w:pPr>
      <w:r>
        <w:rPr>
          <w:rFonts w:ascii="Times New Roman" w:hAnsi="Times New Roman"/>
        </w:rPr>
        <w:t>5.3.</w:t>
      </w:r>
      <w:r w:rsidR="00BD13F4">
        <w:rPr>
          <w:rFonts w:ascii="Times New Roman" w:hAnsi="Times New Roman"/>
        </w:rPr>
        <w:t>9</w:t>
      </w:r>
      <w:r>
        <w:rPr>
          <w:rFonts w:ascii="Times New Roman" w:hAnsi="Times New Roman"/>
        </w:rPr>
        <w:tab/>
      </w:r>
      <w:r w:rsidRPr="00D0700A">
        <w:rPr>
          <w:rFonts w:ascii="Times New Roman" w:hAnsi="Times New Roman"/>
        </w:rPr>
        <w:t>D</w:t>
      </w:r>
      <w:r>
        <w:rPr>
          <w:rFonts w:ascii="Times New Roman" w:hAnsi="Times New Roman"/>
        </w:rPr>
        <w:t>o you commit to initiate security clearance for certain staff on the request of the contracting authority?</w:t>
      </w:r>
      <w:r w:rsidRPr="00D0700A">
        <w:rPr>
          <w:rFonts w:ascii="Times New Roman" w:hAnsi="Times New Roman"/>
        </w:rPr>
        <w:t xml:space="preserve"> </w:t>
      </w:r>
    </w:p>
    <w:p w14:paraId="08999733" w14:textId="77777777" w:rsidR="00401B0A" w:rsidRPr="00D0700A" w:rsidRDefault="00401B0A" w:rsidP="00401B0A">
      <w:pPr>
        <w:pStyle w:val="Text1"/>
        <w:ind w:left="720" w:hanging="720"/>
        <w:rPr>
          <w:rFonts w:ascii="Times New Roman" w:hAnsi="Times New Roman"/>
          <w:i/>
        </w:rPr>
      </w:pP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45B0123B" w14:textId="77777777" w:rsidTr="00B03438">
        <w:trPr>
          <w:trHeight w:val="814"/>
        </w:trPr>
        <w:tc>
          <w:tcPr>
            <w:tcW w:w="8107" w:type="dxa"/>
          </w:tcPr>
          <w:p w14:paraId="074A3A6D" w14:textId="77777777" w:rsidR="00401B0A" w:rsidRPr="00D0700A" w:rsidRDefault="00401B0A" w:rsidP="00B03438">
            <w:pPr>
              <w:pStyle w:val="Text1"/>
              <w:ind w:left="0"/>
              <w:rPr>
                <w:rFonts w:ascii="Times New Roman" w:hAnsi="Times New Roman"/>
              </w:rPr>
            </w:pPr>
            <w:r w:rsidRPr="00D0700A">
              <w:rPr>
                <w:rFonts w:ascii="Times New Roman" w:hAnsi="Times New Roman"/>
              </w:rPr>
              <w:lastRenderedPageBreak/>
              <w:t>YES/NO (Mandatory)</w:t>
            </w:r>
          </w:p>
        </w:tc>
      </w:tr>
      <w:bookmarkEnd w:id="51"/>
    </w:tbl>
    <w:p w14:paraId="4ECF06B1" w14:textId="7DBFA5DE" w:rsidR="00401B0A" w:rsidRPr="00917917" w:rsidRDefault="00401B0A" w:rsidP="00401B0A">
      <w:pPr>
        <w:pStyle w:val="Heading2"/>
        <w:numPr>
          <w:ilvl w:val="1"/>
          <w:numId w:val="36"/>
        </w:numPr>
        <w:spacing w:before="240" w:after="240"/>
        <w:ind w:left="578" w:hanging="578"/>
        <w:rPr>
          <w:rFonts w:ascii="Times New Roman" w:hAnsi="Times New Roman"/>
          <w:szCs w:val="22"/>
        </w:rPr>
      </w:pPr>
      <w:r w:rsidRPr="00917917">
        <w:rPr>
          <w:rFonts w:ascii="Times New Roman" w:hAnsi="Times New Roman"/>
          <w:szCs w:val="22"/>
        </w:rPr>
        <w:br w:type="page"/>
      </w:r>
      <w:r w:rsidRPr="00917917">
        <w:rPr>
          <w:rFonts w:ascii="Times New Roman" w:hAnsi="Times New Roman"/>
          <w:szCs w:val="22"/>
        </w:rPr>
        <w:lastRenderedPageBreak/>
        <w:t xml:space="preserve"> </w:t>
      </w:r>
      <w:bookmarkStart w:id="52" w:name="_Toc369608885"/>
      <w:bookmarkStart w:id="53" w:name="_Toc390959093"/>
      <w:bookmarkStart w:id="54" w:name="_Toc394934743"/>
      <w:r w:rsidRPr="00917917">
        <w:rPr>
          <w:rFonts w:ascii="Times New Roman" w:hAnsi="Times New Roman"/>
          <w:szCs w:val="22"/>
        </w:rPr>
        <w:t>Quality of the p</w:t>
      </w:r>
      <w:r>
        <w:rPr>
          <w:rFonts w:ascii="Times New Roman" w:hAnsi="Times New Roman"/>
          <w:szCs w:val="22"/>
        </w:rPr>
        <w:t>roposal for pricing structure (</w:t>
      </w:r>
      <w:r w:rsidR="0013136D">
        <w:rPr>
          <w:rFonts w:ascii="Times New Roman" w:hAnsi="Times New Roman"/>
          <w:szCs w:val="22"/>
        </w:rPr>
        <w:t>2</w:t>
      </w:r>
      <w:r w:rsidR="00773ACE">
        <w:rPr>
          <w:rFonts w:ascii="Times New Roman" w:hAnsi="Times New Roman"/>
          <w:szCs w:val="22"/>
        </w:rPr>
        <w:t>6</w:t>
      </w:r>
      <w:r w:rsidR="0013136D">
        <w:rPr>
          <w:rFonts w:ascii="Times New Roman" w:hAnsi="Times New Roman"/>
          <w:szCs w:val="22"/>
        </w:rPr>
        <w:t>0</w:t>
      </w:r>
      <w:r w:rsidR="0013136D" w:rsidRPr="00917917">
        <w:rPr>
          <w:rFonts w:ascii="Times New Roman" w:hAnsi="Times New Roman"/>
          <w:szCs w:val="22"/>
        </w:rPr>
        <w:t xml:space="preserve"> </w:t>
      </w:r>
      <w:r w:rsidRPr="00917917">
        <w:rPr>
          <w:rFonts w:ascii="Times New Roman" w:hAnsi="Times New Roman"/>
          <w:szCs w:val="22"/>
        </w:rPr>
        <w:t>points)</w:t>
      </w:r>
      <w:bookmarkEnd w:id="52"/>
      <w:bookmarkEnd w:id="53"/>
      <w:bookmarkEnd w:id="54"/>
    </w:p>
    <w:p w14:paraId="7740A30B" w14:textId="77777777" w:rsidR="00401B0A" w:rsidRPr="00917917" w:rsidRDefault="00401B0A" w:rsidP="00401B0A">
      <w:pPr>
        <w:pStyle w:val="Text2"/>
        <w:ind w:left="720"/>
        <w:rPr>
          <w:rFonts w:ascii="Times New Roman" w:hAnsi="Times New Roman"/>
          <w:i/>
          <w:szCs w:val="22"/>
        </w:rPr>
      </w:pPr>
      <w:r w:rsidRPr="00917917">
        <w:rPr>
          <w:rFonts w:ascii="Times New Roman" w:hAnsi="Times New Roman"/>
          <w:i/>
          <w:szCs w:val="22"/>
        </w:rPr>
        <w:t>Please do not indicate financial data (prices) when replying to this section, if necessary, use percentages or normalized values</w:t>
      </w:r>
      <w:r>
        <w:rPr>
          <w:rFonts w:ascii="Times New Roman" w:hAnsi="Times New Roman"/>
          <w:i/>
          <w:szCs w:val="22"/>
        </w:rPr>
        <w:t>!</w:t>
      </w:r>
    </w:p>
    <w:p w14:paraId="05BBC8AC"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 xml:space="preserve">5.4.1 </w:t>
      </w:r>
      <w:r w:rsidRPr="00917917">
        <w:rPr>
          <w:rFonts w:ascii="Times New Roman" w:hAnsi="Times New Roman"/>
          <w:szCs w:val="22"/>
        </w:rPr>
        <w:tab/>
        <w:t>Explain how you establish the all</w:t>
      </w:r>
      <w:r>
        <w:rPr>
          <w:rFonts w:ascii="Times New Roman" w:hAnsi="Times New Roman"/>
          <w:szCs w:val="22"/>
        </w:rPr>
        <w:t>-</w:t>
      </w:r>
      <w:r w:rsidRPr="00917917">
        <w:rPr>
          <w:rFonts w:ascii="Times New Roman" w:hAnsi="Times New Roman"/>
          <w:szCs w:val="22"/>
        </w:rPr>
        <w:t xml:space="preserve">inclusive daily prices for </w:t>
      </w:r>
      <w:r>
        <w:rPr>
          <w:rFonts w:ascii="Times New Roman" w:hAnsi="Times New Roman"/>
          <w:szCs w:val="22"/>
        </w:rPr>
        <w:t xml:space="preserve">on-site and </w:t>
      </w:r>
      <w:r w:rsidRPr="00917917">
        <w:rPr>
          <w:rFonts w:ascii="Times New Roman" w:hAnsi="Times New Roman"/>
          <w:szCs w:val="22"/>
        </w:rPr>
        <w:t xml:space="preserve">off-site service </w:t>
      </w:r>
      <w:r w:rsidRPr="00917917">
        <w:rPr>
          <w:rFonts w:ascii="Times New Roman" w:hAnsi="Times New Roman"/>
          <w:i/>
          <w:szCs w:val="22"/>
        </w:rPr>
        <w:t>(as offered in your response to this call for tenders).</w:t>
      </w:r>
    </w:p>
    <w:p w14:paraId="100E22B6" w14:textId="581ADC01" w:rsidR="00401B0A" w:rsidRPr="00917917" w:rsidRDefault="00401B0A" w:rsidP="00401B0A">
      <w:pPr>
        <w:pStyle w:val="Text1"/>
        <w:ind w:left="720" w:hanging="720"/>
        <w:rPr>
          <w:rFonts w:ascii="Times New Roman" w:hAnsi="Times New Roman"/>
          <w:szCs w:val="22"/>
        </w:rPr>
      </w:pPr>
      <w:r w:rsidRPr="00917917">
        <w:rPr>
          <w:rFonts w:ascii="Times New Roman" w:hAnsi="Times New Roman"/>
          <w:i/>
          <w:szCs w:val="22"/>
        </w:rPr>
        <w:tab/>
      </w:r>
      <w:r w:rsidR="00160BAB" w:rsidRPr="001D5444">
        <w:rPr>
          <w:rFonts w:ascii="Times New Roman" w:hAnsi="Times New Roman"/>
          <w:i/>
        </w:rPr>
        <w:t>(Maximum 5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Pr>
          <w:rFonts w:ascii="Times New Roman" w:hAnsi="Times New Roman"/>
          <w:i/>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349F7EE" w14:textId="77777777" w:rsidTr="00B03438">
        <w:trPr>
          <w:trHeight w:val="712"/>
        </w:trPr>
        <w:tc>
          <w:tcPr>
            <w:tcW w:w="7927" w:type="dxa"/>
          </w:tcPr>
          <w:p w14:paraId="09566AC0" w14:textId="77777777" w:rsidR="00401B0A" w:rsidRPr="00917917" w:rsidRDefault="00401B0A" w:rsidP="00B03438">
            <w:pPr>
              <w:pStyle w:val="Text1"/>
              <w:ind w:left="0"/>
              <w:rPr>
                <w:rFonts w:ascii="Times New Roman" w:hAnsi="Times New Roman"/>
                <w:szCs w:val="22"/>
              </w:rPr>
            </w:pPr>
          </w:p>
        </w:tc>
      </w:tr>
    </w:tbl>
    <w:p w14:paraId="57B9376E" w14:textId="77777777" w:rsidR="00401B0A" w:rsidRPr="00917917" w:rsidRDefault="00401B0A" w:rsidP="00401B0A">
      <w:pPr>
        <w:pStyle w:val="Text1"/>
        <w:ind w:left="720" w:hanging="720"/>
        <w:rPr>
          <w:rFonts w:ascii="Times New Roman" w:hAnsi="Times New Roman"/>
          <w:szCs w:val="22"/>
        </w:rPr>
      </w:pPr>
    </w:p>
    <w:p w14:paraId="77906C3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5.4.2</w:t>
      </w:r>
      <w:r w:rsidRPr="00917917">
        <w:rPr>
          <w:rFonts w:ascii="Times New Roman" w:hAnsi="Times New Roman"/>
          <w:szCs w:val="22"/>
        </w:rPr>
        <w:tab/>
        <w:t>Explain the methodology that you will apply to establish the composition of a team for an activity.</w:t>
      </w:r>
    </w:p>
    <w:p w14:paraId="7A94AACF" w14:textId="2C3E1F4B"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160BAB">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30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730A1E4" w14:textId="77777777" w:rsidTr="00B03438">
        <w:trPr>
          <w:trHeight w:val="660"/>
        </w:trPr>
        <w:tc>
          <w:tcPr>
            <w:tcW w:w="7927" w:type="dxa"/>
          </w:tcPr>
          <w:p w14:paraId="3469BAD1"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7FBF89FB" w14:textId="77777777" w:rsidR="00401B0A" w:rsidRPr="00917917" w:rsidRDefault="00401B0A" w:rsidP="00401B0A">
      <w:pPr>
        <w:pStyle w:val="Text1"/>
        <w:ind w:left="720" w:hanging="720"/>
        <w:rPr>
          <w:rFonts w:ascii="Times New Roman" w:hAnsi="Times New Roman"/>
          <w:szCs w:val="22"/>
        </w:rPr>
      </w:pPr>
    </w:p>
    <w:p w14:paraId="721D606F"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5.4.3</w:t>
      </w:r>
      <w:r w:rsidRPr="00917917">
        <w:rPr>
          <w:rFonts w:ascii="Times New Roman" w:hAnsi="Times New Roman"/>
          <w:szCs w:val="22"/>
        </w:rPr>
        <w:tab/>
        <w:t>Explain the methodology that you will apply to estimate the number of days   allocated to a team to perform an activity (within a fixed time period).</w:t>
      </w:r>
    </w:p>
    <w:p w14:paraId="6C098512" w14:textId="315FCA08"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Pr>
          <w:rFonts w:ascii="Times New Roman" w:hAnsi="Times New Roman"/>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9BFA419" w14:textId="77777777" w:rsidTr="00B03438">
        <w:trPr>
          <w:trHeight w:val="664"/>
        </w:trPr>
        <w:tc>
          <w:tcPr>
            <w:tcW w:w="7927" w:type="dxa"/>
          </w:tcPr>
          <w:p w14:paraId="44430265"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280730E5"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ab/>
      </w:r>
      <w:r w:rsidRPr="00917917">
        <w:rPr>
          <w:rFonts w:ascii="Times New Roman" w:hAnsi="Times New Roman"/>
          <w:szCs w:val="22"/>
        </w:rPr>
        <w:tab/>
      </w:r>
    </w:p>
    <w:p w14:paraId="36EB848E" w14:textId="240AFE1A"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w:t>
      </w:r>
      <w:r w:rsidR="007C3D00">
        <w:rPr>
          <w:rFonts w:ascii="Times New Roman" w:hAnsi="Times New Roman"/>
          <w:szCs w:val="22"/>
        </w:rPr>
        <w:t>4</w:t>
      </w:r>
      <w:r w:rsidRPr="00917917">
        <w:rPr>
          <w:rFonts w:ascii="Times New Roman" w:hAnsi="Times New Roman"/>
          <w:szCs w:val="22"/>
        </w:rPr>
        <w:tab/>
        <w:t xml:space="preserve">Explain how you will establish your financial proposal for a fixed price request </w:t>
      </w:r>
    </w:p>
    <w:p w14:paraId="0448FA61" w14:textId="01386084"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440F85ED" w14:textId="77777777" w:rsidTr="00B03438">
        <w:trPr>
          <w:trHeight w:val="538"/>
        </w:trPr>
        <w:tc>
          <w:tcPr>
            <w:tcW w:w="7927" w:type="dxa"/>
          </w:tcPr>
          <w:p w14:paraId="7EBA16F4"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2291B588" w14:textId="77777777" w:rsidR="00401B0A" w:rsidRPr="00917917" w:rsidRDefault="00401B0A" w:rsidP="00401B0A">
      <w:pPr>
        <w:pStyle w:val="Text1"/>
        <w:ind w:left="720" w:hanging="720"/>
        <w:rPr>
          <w:rFonts w:ascii="Times New Roman" w:hAnsi="Times New Roman"/>
          <w:szCs w:val="22"/>
        </w:rPr>
      </w:pPr>
    </w:p>
    <w:p w14:paraId="4AEDF37A" w14:textId="1F4DC6CF" w:rsidR="00401B0A" w:rsidRPr="00917917" w:rsidRDefault="007C3D00" w:rsidP="00401B0A">
      <w:pPr>
        <w:pStyle w:val="Text1"/>
        <w:keepNext/>
        <w:keepLines/>
        <w:ind w:left="720" w:hanging="720"/>
        <w:rPr>
          <w:rFonts w:ascii="Times New Roman" w:hAnsi="Times New Roman"/>
          <w:szCs w:val="22"/>
        </w:rPr>
      </w:pPr>
      <w:r>
        <w:rPr>
          <w:rFonts w:ascii="Times New Roman" w:hAnsi="Times New Roman"/>
          <w:szCs w:val="22"/>
        </w:rPr>
        <w:t>5.4.5</w:t>
      </w:r>
      <w:r w:rsidR="00401B0A" w:rsidRPr="00917917">
        <w:rPr>
          <w:rFonts w:ascii="Times New Roman" w:hAnsi="Times New Roman"/>
          <w:szCs w:val="22"/>
        </w:rPr>
        <w:tab/>
        <w:t xml:space="preserve">Explain the methodology that you will apply to make a financial proposal for a Quoted Time and Means subtask </w:t>
      </w:r>
      <w:r w:rsidR="00401B0A" w:rsidRPr="00917917">
        <w:rPr>
          <w:rFonts w:ascii="Times New Roman" w:hAnsi="Times New Roman"/>
          <w:i/>
          <w:szCs w:val="22"/>
        </w:rPr>
        <w:t>(after the signature of a specific contract).</w:t>
      </w:r>
      <w:r w:rsidR="00401B0A" w:rsidRPr="00917917">
        <w:rPr>
          <w:rFonts w:ascii="Times New Roman" w:hAnsi="Times New Roman"/>
          <w:szCs w:val="22"/>
        </w:rPr>
        <w:t xml:space="preserve"> </w:t>
      </w:r>
    </w:p>
    <w:p w14:paraId="25A27DB1" w14:textId="3C1E26A1"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13F0B91C" w14:textId="77777777" w:rsidTr="00B03438">
        <w:trPr>
          <w:trHeight w:val="591"/>
        </w:trPr>
        <w:tc>
          <w:tcPr>
            <w:tcW w:w="7927" w:type="dxa"/>
          </w:tcPr>
          <w:p w14:paraId="65BCB821" w14:textId="77777777" w:rsidR="00401B0A" w:rsidRPr="00917917" w:rsidRDefault="00401B0A" w:rsidP="00B03438">
            <w:pPr>
              <w:pStyle w:val="Text1"/>
              <w:keepNext/>
              <w:keepLines/>
              <w:ind w:left="0"/>
              <w:rPr>
                <w:rFonts w:ascii="Times New Roman" w:hAnsi="Times New Roman"/>
                <w:szCs w:val="22"/>
              </w:rPr>
            </w:pPr>
            <w:r w:rsidRPr="00917917">
              <w:rPr>
                <w:rFonts w:ascii="Times New Roman" w:hAnsi="Times New Roman"/>
                <w:szCs w:val="22"/>
              </w:rPr>
              <w:tab/>
            </w:r>
          </w:p>
        </w:tc>
      </w:tr>
    </w:tbl>
    <w:p w14:paraId="14FA28F6" w14:textId="77777777" w:rsidR="00401B0A" w:rsidRPr="00917917" w:rsidRDefault="00401B0A" w:rsidP="00401B0A">
      <w:pPr>
        <w:pStyle w:val="Text1"/>
        <w:keepNext/>
        <w:keepLines/>
        <w:ind w:left="720" w:hanging="720"/>
        <w:rPr>
          <w:rFonts w:ascii="Times New Roman" w:hAnsi="Times New Roman"/>
          <w:szCs w:val="22"/>
        </w:rPr>
      </w:pPr>
    </w:p>
    <w:p w14:paraId="5C022B46" w14:textId="30606EFA" w:rsidR="00401B0A" w:rsidRPr="008E59CD" w:rsidRDefault="00401B0A" w:rsidP="00401B0A">
      <w:pPr>
        <w:pStyle w:val="Text1"/>
        <w:ind w:left="720" w:hanging="578"/>
        <w:rPr>
          <w:rFonts w:ascii="Times New Roman" w:hAnsi="Times New Roman"/>
        </w:rPr>
      </w:pPr>
      <w:r w:rsidRPr="00507C23">
        <w:rPr>
          <w:rFonts w:ascii="Times New Roman" w:hAnsi="Times New Roman"/>
        </w:rPr>
        <w:t>5.4.</w:t>
      </w:r>
      <w:r w:rsidR="007C3D00">
        <w:rPr>
          <w:rFonts w:ascii="Times New Roman" w:hAnsi="Times New Roman"/>
        </w:rPr>
        <w:t>6</w:t>
      </w:r>
      <w:r w:rsidRPr="00507C23">
        <w:rPr>
          <w:rFonts w:ascii="Times New Roman" w:hAnsi="Times New Roman"/>
        </w:rPr>
        <w:tab/>
      </w:r>
      <w:r w:rsidRPr="008E59CD">
        <w:rPr>
          <w:rFonts w:ascii="Times New Roman" w:hAnsi="Times New Roman"/>
        </w:rPr>
        <w:t xml:space="preserve">Explain how you take into account the overall management of the framework contract in your prices. </w:t>
      </w:r>
    </w:p>
    <w:p w14:paraId="5A430853" w14:textId="6BBCBA9D" w:rsidR="00401B0A" w:rsidRPr="008E59CD" w:rsidRDefault="00160BAB" w:rsidP="00401B0A">
      <w:pPr>
        <w:pStyle w:val="Text1"/>
        <w:ind w:left="720"/>
        <w:rPr>
          <w:rFonts w:ascii="Times New Roman" w:hAnsi="Times New Roman"/>
          <w:i/>
        </w:rPr>
      </w:pPr>
      <w:r w:rsidRPr="001D5444">
        <w:rPr>
          <w:rFonts w:ascii="Times New Roman" w:hAnsi="Times New Roman"/>
          <w:i/>
        </w:rPr>
        <w:t>(Maximum 5 pages)</w:t>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13136D">
        <w:rPr>
          <w:rFonts w:ascii="Times New Roman" w:hAnsi="Times New Roman"/>
          <w:i/>
        </w:rPr>
        <w:t>2</w:t>
      </w:r>
      <w:r w:rsidR="00401B0A" w:rsidRPr="008E59CD">
        <w:rPr>
          <w:rFonts w:ascii="Times New Roman" w:hAnsi="Times New Roman"/>
          <w:i/>
        </w:rPr>
        <w:t>0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0AFD89B4" w14:textId="77777777" w:rsidTr="00B03438">
        <w:trPr>
          <w:trHeight w:val="814"/>
        </w:trPr>
        <w:tc>
          <w:tcPr>
            <w:tcW w:w="7927" w:type="dxa"/>
          </w:tcPr>
          <w:p w14:paraId="58A34792" w14:textId="77777777" w:rsidR="00401B0A" w:rsidRPr="008E59CD" w:rsidRDefault="00401B0A" w:rsidP="00B03438">
            <w:pPr>
              <w:pStyle w:val="Text1"/>
              <w:ind w:left="0"/>
              <w:rPr>
                <w:rFonts w:ascii="Times New Roman" w:hAnsi="Times New Roman"/>
              </w:rPr>
            </w:pPr>
          </w:p>
        </w:tc>
      </w:tr>
    </w:tbl>
    <w:p w14:paraId="3B9873D1" w14:textId="77777777" w:rsidR="00401B0A" w:rsidRPr="008E59CD" w:rsidRDefault="00401B0A" w:rsidP="00401B0A">
      <w:pPr>
        <w:pStyle w:val="Text1"/>
        <w:ind w:left="720" w:hanging="720"/>
        <w:rPr>
          <w:rFonts w:ascii="Times New Roman" w:hAnsi="Times New Roman"/>
        </w:rPr>
      </w:pPr>
    </w:p>
    <w:p w14:paraId="629FDFF5" w14:textId="3364B121" w:rsidR="00401B0A" w:rsidRPr="008E59CD" w:rsidRDefault="00401B0A" w:rsidP="00401B0A">
      <w:pPr>
        <w:pStyle w:val="Text1"/>
        <w:ind w:left="720" w:hanging="720"/>
        <w:rPr>
          <w:rFonts w:ascii="Times New Roman" w:hAnsi="Times New Roman"/>
        </w:rPr>
      </w:pPr>
      <w:r w:rsidRPr="008E59CD">
        <w:rPr>
          <w:rFonts w:ascii="Times New Roman" w:hAnsi="Times New Roman"/>
        </w:rPr>
        <w:t>5.4.</w:t>
      </w:r>
      <w:r w:rsidR="007C3D00">
        <w:rPr>
          <w:rFonts w:ascii="Times New Roman" w:hAnsi="Times New Roman"/>
        </w:rPr>
        <w:t>7</w:t>
      </w:r>
      <w:r w:rsidRPr="008E59CD">
        <w:rPr>
          <w:rFonts w:ascii="Times New Roman" w:hAnsi="Times New Roman"/>
        </w:rPr>
        <w:tab/>
        <w:t>Explain h</w:t>
      </w:r>
      <w:r>
        <w:rPr>
          <w:rFonts w:ascii="Times New Roman" w:hAnsi="Times New Roman"/>
        </w:rPr>
        <w:t xml:space="preserve">ow you take the training of the </w:t>
      </w:r>
      <w:r w:rsidRPr="008E59CD">
        <w:rPr>
          <w:rFonts w:ascii="Times New Roman" w:hAnsi="Times New Roman"/>
        </w:rPr>
        <w:t xml:space="preserve">staff </w:t>
      </w:r>
      <w:r>
        <w:rPr>
          <w:rFonts w:ascii="Times New Roman" w:hAnsi="Times New Roman"/>
        </w:rPr>
        <w:t xml:space="preserve">involved in the service provision </w:t>
      </w:r>
      <w:r w:rsidRPr="008E59CD">
        <w:rPr>
          <w:rFonts w:ascii="Times New Roman" w:hAnsi="Times New Roman"/>
        </w:rPr>
        <w:t>into account in your prices</w:t>
      </w:r>
    </w:p>
    <w:p w14:paraId="2A5F9B56" w14:textId="425007DB" w:rsidR="00401B0A" w:rsidRPr="008E59CD" w:rsidRDefault="00401B0A" w:rsidP="00401B0A">
      <w:pPr>
        <w:pStyle w:val="Text1"/>
        <w:ind w:left="720" w:hanging="720"/>
        <w:rPr>
          <w:rFonts w:ascii="Times New Roman" w:hAnsi="Times New Roman"/>
          <w:i/>
        </w:rPr>
      </w:pPr>
      <w:r w:rsidRPr="008E59CD">
        <w:rPr>
          <w:rFonts w:ascii="Times New Roman" w:hAnsi="Times New Roman"/>
        </w:rPr>
        <w:tab/>
      </w:r>
      <w:r w:rsidR="00160BAB" w:rsidRPr="001D5444">
        <w:rPr>
          <w:rFonts w:ascii="Times New Roman" w:hAnsi="Times New Roman"/>
          <w:i/>
        </w:rPr>
        <w:t>(Maximum 5 pages)</w:t>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008C5ABE">
        <w:rPr>
          <w:rFonts w:ascii="Times New Roman" w:hAnsi="Times New Roman"/>
          <w:i/>
        </w:rPr>
        <w:t>2</w:t>
      </w:r>
      <w:r>
        <w:rPr>
          <w:rFonts w:ascii="Times New Roman" w:hAnsi="Times New Roman"/>
          <w:i/>
        </w:rPr>
        <w:t>0</w:t>
      </w:r>
      <w:r w:rsidRPr="008E59CD">
        <w:rPr>
          <w:rFonts w:ascii="Times New Roman" w:hAnsi="Times New Roman"/>
          <w:i/>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44AF7689" w14:textId="77777777" w:rsidTr="00B03438">
        <w:trPr>
          <w:trHeight w:val="814"/>
        </w:trPr>
        <w:tc>
          <w:tcPr>
            <w:tcW w:w="7927" w:type="dxa"/>
          </w:tcPr>
          <w:p w14:paraId="30D70A36" w14:textId="77777777" w:rsidR="00401B0A" w:rsidRPr="008E59CD" w:rsidRDefault="00401B0A" w:rsidP="00B03438">
            <w:pPr>
              <w:pStyle w:val="Text1"/>
              <w:ind w:left="0"/>
              <w:rPr>
                <w:rFonts w:ascii="Times New Roman" w:hAnsi="Times New Roman"/>
              </w:rPr>
            </w:pPr>
          </w:p>
        </w:tc>
      </w:tr>
    </w:tbl>
    <w:p w14:paraId="1A633319" w14:textId="77777777" w:rsidR="00401B0A" w:rsidRPr="008E59CD" w:rsidRDefault="00401B0A" w:rsidP="00401B0A">
      <w:pPr>
        <w:pStyle w:val="Text1"/>
        <w:ind w:left="720" w:hanging="720"/>
        <w:rPr>
          <w:rFonts w:ascii="Times New Roman" w:hAnsi="Times New Roman"/>
        </w:rPr>
      </w:pPr>
    </w:p>
    <w:p w14:paraId="6AAC0AF0" w14:textId="043D061A" w:rsidR="00401B0A" w:rsidRPr="008E59CD" w:rsidRDefault="007C3D00" w:rsidP="00401B0A">
      <w:pPr>
        <w:pStyle w:val="Text1"/>
        <w:ind w:left="720" w:hanging="720"/>
        <w:rPr>
          <w:rFonts w:ascii="Times New Roman" w:hAnsi="Times New Roman"/>
        </w:rPr>
      </w:pPr>
      <w:r>
        <w:rPr>
          <w:rFonts w:ascii="Times New Roman" w:hAnsi="Times New Roman"/>
        </w:rPr>
        <w:t>5.4.8</w:t>
      </w:r>
      <w:r w:rsidR="00401B0A" w:rsidRPr="008E59CD">
        <w:rPr>
          <w:rFonts w:ascii="Times New Roman" w:hAnsi="Times New Roman"/>
        </w:rPr>
        <w:tab/>
        <w:t>Explain how you take replacements and possible unavailability during the execution into account in your prices</w:t>
      </w:r>
    </w:p>
    <w:p w14:paraId="652C969E" w14:textId="134A28EA" w:rsidR="00401B0A" w:rsidRPr="008E59CD" w:rsidRDefault="00401B0A" w:rsidP="00401B0A">
      <w:pPr>
        <w:pStyle w:val="Text1"/>
        <w:ind w:left="720" w:hanging="720"/>
        <w:rPr>
          <w:rFonts w:ascii="Times New Roman" w:hAnsi="Times New Roman"/>
          <w:i/>
        </w:rPr>
      </w:pPr>
      <w:r w:rsidRPr="008E59CD">
        <w:rPr>
          <w:rFonts w:ascii="Times New Roman" w:hAnsi="Times New Roman"/>
        </w:rPr>
        <w:tab/>
      </w:r>
      <w:r w:rsidR="00160BAB" w:rsidRPr="001D5444">
        <w:rPr>
          <w:rFonts w:ascii="Times New Roman" w:hAnsi="Times New Roman"/>
          <w:i/>
        </w:rPr>
        <w:t>(Maximum 5 pages)</w:t>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008C5ABE">
        <w:rPr>
          <w:rFonts w:ascii="Times New Roman" w:hAnsi="Times New Roman"/>
          <w:i/>
        </w:rPr>
        <w:t>3</w:t>
      </w:r>
      <w:r>
        <w:rPr>
          <w:rFonts w:ascii="Times New Roman" w:hAnsi="Times New Roman"/>
          <w:i/>
        </w:rPr>
        <w:t>0</w:t>
      </w:r>
      <w:r w:rsidRPr="008E59CD">
        <w:rPr>
          <w:rFonts w:ascii="Times New Roman" w:hAnsi="Times New Roman"/>
          <w:i/>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28868270" w14:textId="77777777" w:rsidTr="00B03438">
        <w:trPr>
          <w:trHeight w:val="814"/>
        </w:trPr>
        <w:tc>
          <w:tcPr>
            <w:tcW w:w="7927" w:type="dxa"/>
          </w:tcPr>
          <w:p w14:paraId="7A9B07C8" w14:textId="77777777" w:rsidR="00401B0A" w:rsidRPr="008E59CD" w:rsidRDefault="00401B0A" w:rsidP="00B03438">
            <w:pPr>
              <w:pStyle w:val="Text1"/>
              <w:ind w:left="0"/>
              <w:rPr>
                <w:rFonts w:ascii="Times New Roman" w:hAnsi="Times New Roman"/>
              </w:rPr>
            </w:pPr>
          </w:p>
        </w:tc>
      </w:tr>
    </w:tbl>
    <w:p w14:paraId="4B46C30D" w14:textId="77777777" w:rsidR="00401B0A" w:rsidRDefault="00401B0A" w:rsidP="00401B0A">
      <w:pPr>
        <w:pStyle w:val="Text1"/>
        <w:ind w:left="720" w:hanging="720"/>
      </w:pPr>
    </w:p>
    <w:p w14:paraId="74B5A4AF" w14:textId="77777777" w:rsidR="00401B0A" w:rsidRPr="00917917" w:rsidRDefault="00401B0A" w:rsidP="00401B0A">
      <w:pPr>
        <w:pStyle w:val="Text1"/>
        <w:ind w:left="720" w:hanging="720"/>
        <w:rPr>
          <w:rFonts w:ascii="Times New Roman" w:hAnsi="Times New Roman"/>
          <w:szCs w:val="22"/>
        </w:rPr>
      </w:pPr>
    </w:p>
    <w:p w14:paraId="777BBB0B" w14:textId="77777777" w:rsidR="00401B0A" w:rsidRPr="00542473" w:rsidRDefault="00401B0A" w:rsidP="00401B0A">
      <w:pPr>
        <w:pStyle w:val="Text1"/>
        <w:rPr>
          <w:rFonts w:ascii="Times New Roman" w:hAnsi="Times New Roman"/>
        </w:rPr>
      </w:pPr>
      <w:r w:rsidRPr="00542473">
        <w:rPr>
          <w:rFonts w:ascii="Times New Roman" w:hAnsi="Times New Roman"/>
        </w:rPr>
        <w:br w:type="page"/>
      </w:r>
    </w:p>
    <w:p w14:paraId="60C37D5F" w14:textId="2D272EB1" w:rsidR="00401B0A" w:rsidRPr="00542473" w:rsidRDefault="00465511" w:rsidP="00401B0A">
      <w:pPr>
        <w:pStyle w:val="Heading1-Section"/>
        <w:rPr>
          <w:rFonts w:ascii="Times New Roman" w:hAnsi="Times New Roman" w:cs="Times New Roman"/>
        </w:rPr>
      </w:pPr>
      <w:bookmarkStart w:id="55" w:name="_Toc353794527"/>
      <w:bookmarkStart w:id="56" w:name="_Toc390959094"/>
      <w:bookmarkStart w:id="57" w:name="_Toc394934744"/>
      <w:r w:rsidRPr="00542473">
        <w:rPr>
          <w:rFonts w:ascii="Times New Roman" w:hAnsi="Times New Roman" w:cs="Times New Roman"/>
        </w:rPr>
        <w:lastRenderedPageBreak/>
        <w:t>SECTION 6 – FINANCIAL EVALUATION QUESTIONNAIRE</w:t>
      </w:r>
      <w:bookmarkEnd w:id="55"/>
      <w:bookmarkEnd w:id="56"/>
      <w:bookmarkEnd w:id="57"/>
    </w:p>
    <w:p w14:paraId="46AD8066" w14:textId="77777777" w:rsidR="00401B0A" w:rsidRPr="00542473" w:rsidRDefault="00401B0A" w:rsidP="00401B0A">
      <w:pPr>
        <w:rPr>
          <w:rStyle w:val="Indent2"/>
          <w:rFonts w:ascii="Times New Roman" w:hAnsi="Times New Roman"/>
          <w:spacing w:val="-3"/>
        </w:rPr>
      </w:pPr>
      <w:r w:rsidRPr="00542473">
        <w:rPr>
          <w:rStyle w:val="Indent2"/>
          <w:rFonts w:ascii="Times New Roman" w:hAnsi="Times New Roman"/>
          <w:spacing w:val="-3"/>
        </w:rPr>
        <w:t>Have you filled the “</w:t>
      </w:r>
      <w:r w:rsidRPr="00542473">
        <w:rPr>
          <w:rFonts w:ascii="Times New Roman" w:hAnsi="Times New Roman"/>
        </w:rPr>
        <w:t>FINANCIAL Evaluation Questionnaire</w:t>
      </w:r>
      <w:r w:rsidRPr="00542473">
        <w:rPr>
          <w:rStyle w:val="Indent2"/>
          <w:rFonts w:ascii="Times New Roman" w:hAnsi="Times New Roman"/>
          <w:spacing w:val="-3"/>
        </w:rPr>
        <w:t>” in Attachment to this document?</w:t>
      </w:r>
    </w:p>
    <w:p w14:paraId="0923AF8F" w14:textId="478BC509" w:rsidR="00401B0A" w:rsidRPr="00542473" w:rsidRDefault="00401B0A" w:rsidP="00401B0A">
      <w:pPr>
        <w:rPr>
          <w:rFonts w:ascii="Times New Roman" w:hAnsi="Times New Roman"/>
          <w:spacing w:val="-3"/>
        </w:rPr>
      </w:pPr>
      <w:r w:rsidRPr="00542473">
        <w:rPr>
          <w:rStyle w:val="Indent2"/>
          <w:rFonts w:ascii="Times New Roman" w:hAnsi="Times New Roman"/>
          <w:spacing w:val="-3"/>
        </w:rPr>
        <w:t xml:space="preserve">Have you attached a signed copy </w:t>
      </w:r>
      <w:r w:rsidR="00E62DB0">
        <w:rPr>
          <w:rStyle w:val="Indent2"/>
          <w:rFonts w:ascii="Times New Roman" w:hAnsi="Times New Roman"/>
          <w:spacing w:val="-3"/>
        </w:rPr>
        <w:t xml:space="preserve">and an electronic version </w:t>
      </w:r>
      <w:r w:rsidRPr="00542473">
        <w:rPr>
          <w:rStyle w:val="Indent2"/>
          <w:rFonts w:ascii="Times New Roman" w:hAnsi="Times New Roman"/>
          <w:spacing w:val="-3"/>
        </w:rPr>
        <w:t>of the Financial Evaluation Questionnaire?</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07424458" w14:textId="77777777" w:rsidTr="00B03438">
        <w:tc>
          <w:tcPr>
            <w:tcW w:w="8280" w:type="dxa"/>
          </w:tcPr>
          <w:p w14:paraId="3912C702"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20696B33" w14:textId="77777777" w:rsidR="00401B0A" w:rsidRPr="00542473" w:rsidRDefault="00401B0A" w:rsidP="00B03438">
            <w:pPr>
              <w:pStyle w:val="Text3"/>
              <w:spacing w:before="60" w:after="60"/>
              <w:ind w:left="1168"/>
              <w:rPr>
                <w:rFonts w:ascii="Times New Roman" w:hAnsi="Times New Roman"/>
              </w:rPr>
            </w:pPr>
          </w:p>
        </w:tc>
      </w:tr>
    </w:tbl>
    <w:p w14:paraId="14449C05" w14:textId="77777777" w:rsidR="00401B0A" w:rsidRPr="00542473" w:rsidRDefault="00401B0A" w:rsidP="00401B0A">
      <w:pPr>
        <w:rPr>
          <w:rFonts w:ascii="Times New Roman" w:hAnsi="Times New Roman"/>
        </w:rPr>
      </w:pPr>
    </w:p>
    <w:p w14:paraId="27221A33" w14:textId="77777777" w:rsidR="00401B0A" w:rsidRPr="00542473" w:rsidRDefault="00401B0A" w:rsidP="00401B0A">
      <w:pPr>
        <w:pStyle w:val="Heading10"/>
        <w:tabs>
          <w:tab w:val="clear" w:pos="480"/>
        </w:tabs>
        <w:spacing w:after="240"/>
        <w:ind w:left="432" w:firstLine="0"/>
        <w:rPr>
          <w:rFonts w:ascii="Times New Roman" w:hAnsi="Times New Roman"/>
        </w:rPr>
      </w:pPr>
    </w:p>
    <w:p w14:paraId="31F7F2FE" w14:textId="77777777" w:rsidR="004B643D" w:rsidRPr="000A014D" w:rsidRDefault="004B643D" w:rsidP="00042D91">
      <w:pPr>
        <w:rPr>
          <w:rFonts w:ascii="Times Roman" w:hAnsi="Times Roman" w:cs="Tahoma"/>
          <w:b/>
          <w:szCs w:val="22"/>
          <w:highlight w:val="green"/>
        </w:rPr>
      </w:pPr>
    </w:p>
    <w:sectPr w:rsidR="004B643D" w:rsidRPr="000A014D" w:rsidSect="0018095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8119C" w14:textId="77777777" w:rsidR="00F34E43" w:rsidRDefault="00F34E43">
      <w:r>
        <w:separator/>
      </w:r>
    </w:p>
  </w:endnote>
  <w:endnote w:type="continuationSeparator" w:id="0">
    <w:p w14:paraId="6D7BE266" w14:textId="77777777" w:rsidR="00F34E43" w:rsidRDefault="00F34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F1DE4" w14:textId="6E1B1C51" w:rsidR="00F34E43" w:rsidRPr="001F11E7" w:rsidRDefault="00F34E43" w:rsidP="001F11E7">
    <w:pPr>
      <w:pStyle w:val="Footer"/>
    </w:pPr>
    <w:r>
      <w:t>LISA/2014/OP/03 Annex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F34E43" w:rsidRDefault="00F34E43" w:rsidP="00C36430">
    <w:pPr>
      <w:spacing w:before="0" w:after="0"/>
      <w:ind w:left="902" w:right="360" w:hanging="902"/>
      <w:jc w:val="center"/>
      <w:rPr>
        <w:sz w:val="20"/>
        <w:szCs w:val="20"/>
        <w:lang w:val="en-US"/>
      </w:rPr>
    </w:pPr>
  </w:p>
  <w:p w14:paraId="5309A2D8" w14:textId="7A23C69E" w:rsidR="00F34E43" w:rsidRPr="00180952" w:rsidRDefault="00F34E43" w:rsidP="00C36430">
    <w:pPr>
      <w:spacing w:before="0" w:after="0"/>
      <w:ind w:left="902" w:right="360" w:hanging="902"/>
      <w:jc w:val="center"/>
      <w:rPr>
        <w:rFonts w:asciiTheme="minorHAnsi" w:hAnsiTheme="minorHAnsi" w:cs="Calibri"/>
        <w:noProof/>
        <w:sz w:val="20"/>
        <w:szCs w:val="20"/>
        <w:lang w:val="en-US"/>
      </w:rPr>
    </w:pPr>
    <w:r>
      <w:rPr>
        <w:rFonts w:asciiTheme="minorHAnsi" w:hAnsiTheme="minorHAnsi" w:cs="Calibri"/>
        <w:sz w:val="20"/>
        <w:szCs w:val="20"/>
        <w:lang w:val="en-US"/>
      </w:rPr>
      <w:t>LISA/2014/OP/03 Standard Submission Form</w:t>
    </w:r>
  </w:p>
  <w:p w14:paraId="33B9172E" w14:textId="77777777" w:rsidR="00F34E43" w:rsidRDefault="00F34E43"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5F12FD">
      <w:rPr>
        <w:rStyle w:val="PageNumber"/>
        <w:rFonts w:cs="Arial"/>
        <w:noProof/>
      </w:rPr>
      <w:t>2</w:t>
    </w:r>
    <w:r>
      <w:rPr>
        <w:rStyle w:val="PageNumber"/>
        <w:rFonts w:cs="Arial"/>
      </w:rPr>
      <w:fldChar w:fldCharType="end"/>
    </w:r>
  </w:p>
  <w:p w14:paraId="5EBB09F7" w14:textId="77777777" w:rsidR="00F34E43" w:rsidRDefault="00F34E43"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C855C" w14:textId="77777777" w:rsidR="00F34E43" w:rsidRDefault="00F34E43">
      <w:r>
        <w:separator/>
      </w:r>
    </w:p>
  </w:footnote>
  <w:footnote w:type="continuationSeparator" w:id="0">
    <w:p w14:paraId="06B404AC" w14:textId="77777777" w:rsidR="00F34E43" w:rsidRDefault="00F34E43">
      <w:r>
        <w:continuationSeparator/>
      </w:r>
    </w:p>
  </w:footnote>
  <w:footnote w:id="1">
    <w:p w14:paraId="4CDA736B" w14:textId="77777777" w:rsidR="00F34E43" w:rsidRDefault="00F34E43" w:rsidP="00B974C8">
      <w:pPr>
        <w:pStyle w:val="FootnoteText"/>
        <w:ind w:left="284" w:hanging="284"/>
      </w:pPr>
      <w:r w:rsidRPr="00C61FE0">
        <w:rPr>
          <w:rStyle w:val="FootnoteReference"/>
          <w:sz w:val="22"/>
        </w:rPr>
        <w:footnoteRef/>
      </w:r>
      <w:r w:rsidRPr="00C61FE0">
        <w:rPr>
          <w:sz w:val="22"/>
        </w:rPr>
        <w:t xml:space="preserve"> </w:t>
      </w:r>
      <w:r w:rsidRPr="00C61FE0">
        <w:rPr>
          <w:sz w:val="22"/>
        </w:rPr>
        <w:tab/>
      </w:r>
      <w:r w:rsidRPr="00BA5DBB">
        <w:rPr>
          <w:rFonts w:ascii="Tahoma" w:hAnsi="Tahoma" w:cs="Tahoma"/>
          <w:sz w:val="18"/>
          <w:szCs w:val="18"/>
        </w:rPr>
        <w:t xml:space="preserve">This covers the company directors, members of the management or supervisory bodies, and cases where one natural person holds a majority of shares. </w:t>
      </w:r>
    </w:p>
  </w:footnote>
  <w:footnote w:id="2">
    <w:p w14:paraId="738AB15A" w14:textId="224E04F2" w:rsidR="00F34E43" w:rsidRDefault="00F34E43" w:rsidP="00B974C8">
      <w:pPr>
        <w:pStyle w:val="FootnoteText"/>
        <w:ind w:left="284" w:hanging="284"/>
      </w:pPr>
      <w:r w:rsidRPr="00BA5DBB">
        <w:rPr>
          <w:rStyle w:val="FootnoteReference"/>
          <w:rFonts w:ascii="Tahoma" w:hAnsi="Tahoma" w:cs="Tahoma"/>
          <w:sz w:val="18"/>
          <w:szCs w:val="18"/>
        </w:rPr>
        <w:footnoteRef/>
      </w:r>
      <w:r w:rsidRPr="00BA5DBB">
        <w:rPr>
          <w:rFonts w:ascii="Tahoma" w:hAnsi="Tahoma" w:cs="Tahoma"/>
          <w:sz w:val="18"/>
          <w:szCs w:val="18"/>
        </w:rPr>
        <w:t xml:space="preserve"> </w:t>
      </w:r>
      <w:r w:rsidRPr="00BA5DBB">
        <w:rPr>
          <w:rFonts w:ascii="Tahoma" w:hAnsi="Tahoma" w:cs="Tahoma"/>
          <w:sz w:val="18"/>
          <w:szCs w:val="18"/>
        </w:rPr>
        <w:tab/>
        <w:t>As provided for in Article 109 of the Financial Regulation (EU, Euratom) 966/2012 and Article 145 of the Rules of Application of the Financial Regulation</w:t>
      </w:r>
      <w:r>
        <w:rPr>
          <w:rFonts w:ascii="Tahoma" w:hAnsi="Tahoma" w:cs="Tahoma"/>
          <w:sz w:val="18"/>
          <w:szCs w:val="18"/>
        </w:rPr>
        <w:t xml:space="preserve"> (</w:t>
      </w:r>
      <w:r w:rsidRPr="00E950FD">
        <w:rPr>
          <w:rFonts w:ascii="Tahoma" w:hAnsi="Tahoma" w:cs="Tahoma"/>
        </w:rPr>
        <w:t>Commission Delegated Regulation (EU) No 1268/2012</w:t>
      </w:r>
      <w:r>
        <w:rPr>
          <w:rFonts w:ascii="Tahoma" w:hAnsi="Tahoma" w:cs="Tahom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CellMar>
        <w:left w:w="0" w:type="dxa"/>
        <w:right w:w="0" w:type="dxa"/>
      </w:tblCellMar>
      <w:tblLook w:val="0000" w:firstRow="0" w:lastRow="0" w:firstColumn="0" w:lastColumn="0" w:noHBand="0" w:noVBand="0"/>
    </w:tblPr>
    <w:tblGrid>
      <w:gridCol w:w="3034"/>
      <w:gridCol w:w="7387"/>
    </w:tblGrid>
    <w:tr w:rsidR="00F34E43" w:rsidRPr="007E0774" w14:paraId="564AFE2A" w14:textId="77777777" w:rsidTr="00B03438">
      <w:trPr>
        <w:trHeight w:val="123"/>
      </w:trPr>
      <w:tc>
        <w:tcPr>
          <w:tcW w:w="3034" w:type="dxa"/>
          <w:tcBorders>
            <w:top w:val="nil"/>
            <w:left w:val="nil"/>
            <w:bottom w:val="nil"/>
            <w:right w:val="nil"/>
          </w:tcBorders>
        </w:tcPr>
        <w:p w14:paraId="6CB025F9" w14:textId="77777777" w:rsidR="00F34E43" w:rsidRPr="007E0774" w:rsidRDefault="00F34E43" w:rsidP="00B03438">
          <w:pPr>
            <w:widowControl w:val="0"/>
            <w:autoSpaceDE w:val="0"/>
            <w:autoSpaceDN w:val="0"/>
            <w:ind w:right="85"/>
            <w:rPr>
              <w:rFonts w:ascii="Calibri" w:hAnsi="Calibri" w:cs="Calibri"/>
            </w:rPr>
          </w:pPr>
          <w:r>
            <w:rPr>
              <w:rFonts w:ascii="Calibri" w:hAnsi="Calibri" w:cs="Calibri"/>
              <w:noProof/>
              <w:lang w:eastAsia="en-GB"/>
            </w:rPr>
            <w:drawing>
              <wp:inline distT="0" distB="0" distL="0" distR="0" wp14:anchorId="160577D7" wp14:editId="6AD3253B">
                <wp:extent cx="1962150"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inline>
            </w:drawing>
          </w:r>
        </w:p>
      </w:tc>
      <w:tc>
        <w:tcPr>
          <w:tcW w:w="7387" w:type="dxa"/>
          <w:tcBorders>
            <w:top w:val="nil"/>
            <w:left w:val="nil"/>
            <w:bottom w:val="nil"/>
            <w:right w:val="nil"/>
          </w:tcBorders>
        </w:tcPr>
        <w:p w14:paraId="3CADBEE3" w14:textId="77777777" w:rsidR="00F34E43" w:rsidRPr="007E0774" w:rsidRDefault="00F34E43" w:rsidP="00B03438">
          <w:pPr>
            <w:widowControl w:val="0"/>
            <w:autoSpaceDE w:val="0"/>
            <w:autoSpaceDN w:val="0"/>
            <w:spacing w:before="90"/>
            <w:ind w:right="85"/>
            <w:rPr>
              <w:rFonts w:ascii="Calibri" w:hAnsi="Calibri" w:cs="Calibri"/>
            </w:rPr>
          </w:pPr>
        </w:p>
        <w:p w14:paraId="7080E6D9" w14:textId="77777777" w:rsidR="00F34E43" w:rsidRPr="007E0774" w:rsidRDefault="00F34E43" w:rsidP="00B03438">
          <w:pPr>
            <w:widowControl w:val="0"/>
            <w:autoSpaceDE w:val="0"/>
            <w:autoSpaceDN w:val="0"/>
            <w:ind w:right="85"/>
            <w:rPr>
              <w:rFonts w:ascii="Calibri" w:hAnsi="Calibri" w:cs="Calibri"/>
              <w:b/>
              <w:bCs/>
            </w:rPr>
          </w:pPr>
        </w:p>
        <w:p w14:paraId="1C25119D" w14:textId="77777777" w:rsidR="00F34E43" w:rsidRPr="007E0774" w:rsidRDefault="00F34E43" w:rsidP="00B03438">
          <w:pPr>
            <w:widowControl w:val="0"/>
            <w:autoSpaceDE w:val="0"/>
            <w:autoSpaceDN w:val="0"/>
            <w:ind w:right="85"/>
            <w:rPr>
              <w:rFonts w:ascii="Calibri" w:hAnsi="Calibri" w:cs="Calibri"/>
            </w:rPr>
          </w:pPr>
          <w:r w:rsidRPr="007E0774">
            <w:rPr>
              <w:rFonts w:ascii="Calibri" w:hAnsi="Calibri" w:cs="Calibri"/>
              <w:b/>
              <w:bCs/>
            </w:rPr>
            <w:t>European Agency for the operational management</w:t>
          </w:r>
        </w:p>
        <w:p w14:paraId="55217466" w14:textId="77777777" w:rsidR="00F34E43" w:rsidRPr="007E0774" w:rsidRDefault="00F34E43" w:rsidP="00B03438">
          <w:pPr>
            <w:widowControl w:val="0"/>
            <w:autoSpaceDE w:val="0"/>
            <w:autoSpaceDN w:val="0"/>
            <w:ind w:right="85"/>
            <w:rPr>
              <w:rFonts w:ascii="Calibri" w:hAnsi="Calibri" w:cs="Calibri"/>
            </w:rPr>
          </w:pPr>
          <w:r w:rsidRPr="007E0774">
            <w:rPr>
              <w:rFonts w:ascii="Calibri" w:hAnsi="Calibri" w:cs="Calibri"/>
              <w:b/>
              <w:bCs/>
            </w:rPr>
            <w:t>of large-scale IT systems in the area of freedom, security and justice</w:t>
          </w:r>
        </w:p>
        <w:p w14:paraId="7F7B4804" w14:textId="77777777" w:rsidR="00F34E43" w:rsidRPr="007E0774" w:rsidRDefault="00F34E43" w:rsidP="00B03438">
          <w:pPr>
            <w:widowControl w:val="0"/>
            <w:autoSpaceDE w:val="0"/>
            <w:autoSpaceDN w:val="0"/>
            <w:ind w:right="85"/>
            <w:rPr>
              <w:rFonts w:ascii="Calibri" w:hAnsi="Calibri" w:cs="Calibri"/>
            </w:rPr>
          </w:pPr>
        </w:p>
        <w:p w14:paraId="007CFEE3" w14:textId="77777777" w:rsidR="00F34E43" w:rsidRPr="007E0774" w:rsidRDefault="00F34E43" w:rsidP="001F11E7">
          <w:pPr>
            <w:widowControl w:val="0"/>
            <w:autoSpaceDE w:val="0"/>
            <w:autoSpaceDN w:val="0"/>
            <w:ind w:right="85"/>
            <w:rPr>
              <w:rFonts w:ascii="Calibri" w:hAnsi="Calibri" w:cs="Calibri"/>
            </w:rPr>
          </w:pPr>
        </w:p>
      </w:tc>
    </w:tr>
  </w:tbl>
  <w:p w14:paraId="0F70DFB6" w14:textId="77777777" w:rsidR="00F34E43" w:rsidRDefault="00F34E4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4CA5E6"/>
    <w:lvl w:ilvl="0">
      <w:start w:val="1"/>
      <w:numFmt w:val="bullet"/>
      <w:pStyle w:val="NumPar4"/>
      <w:lvlText w:val=""/>
      <w:lvlJc w:val="left"/>
      <w:pPr>
        <w:tabs>
          <w:tab w:val="num" w:pos="1209"/>
        </w:tabs>
        <w:ind w:left="1209" w:hanging="360"/>
      </w:pPr>
      <w:rPr>
        <w:rFonts w:ascii="Symbol" w:hAnsi="Symbol" w:hint="default"/>
      </w:rPr>
    </w:lvl>
  </w:abstractNum>
  <w:abstractNum w:abstractNumId="1">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2">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3">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4">
    <w:nsid w:val="03772B8B"/>
    <w:multiLevelType w:val="hybridMultilevel"/>
    <w:tmpl w:val="C6FC23C6"/>
    <w:lvl w:ilvl="0" w:tplc="60A8A3F4">
      <w:start w:val="1"/>
      <w:numFmt w:val="bullet"/>
      <w:pStyle w:val="StyleArial11pt"/>
      <w:lvlText w:val=""/>
      <w:lvlJc w:val="left"/>
      <w:pPr>
        <w:tabs>
          <w:tab w:val="num" w:pos="720"/>
        </w:tabs>
        <w:ind w:left="720" w:hanging="360"/>
      </w:pPr>
      <w:rPr>
        <w:rFonts w:ascii="Symbol" w:hAnsi="Symbol" w:hint="default"/>
      </w:rPr>
    </w:lvl>
    <w:lvl w:ilvl="1" w:tplc="A3C8AEB0">
      <w:numFmt w:val="bullet"/>
      <w:lvlText w:val="–"/>
      <w:lvlJc w:val="left"/>
      <w:pPr>
        <w:tabs>
          <w:tab w:val="num" w:pos="1440"/>
        </w:tabs>
        <w:ind w:left="1440" w:hanging="360"/>
      </w:pPr>
      <w:rPr>
        <w:rFonts w:ascii="Arial" w:eastAsia="Times New Roman"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BBD090D"/>
    <w:multiLevelType w:val="hybridMultilevel"/>
    <w:tmpl w:val="4A809306"/>
    <w:lvl w:ilvl="0" w:tplc="279033CA">
      <w:start w:val="1"/>
      <w:numFmt w:val="decimal"/>
      <w:pStyle w:val="BodytexyArticlesbullettedbyletters"/>
      <w:lvlText w:val="%1."/>
      <w:lvlJc w:val="left"/>
      <w:pPr>
        <w:tabs>
          <w:tab w:val="num" w:pos="644"/>
        </w:tabs>
        <w:ind w:left="644"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nsid w:val="16BB4530"/>
    <w:multiLevelType w:val="multilevel"/>
    <w:tmpl w:val="276CC532"/>
    <w:lvl w:ilvl="0">
      <w:start w:val="4"/>
      <w:numFmt w:val="decimal"/>
      <w:lvlText w:val="%1"/>
      <w:lvlJc w:val="left"/>
      <w:pPr>
        <w:ind w:left="480" w:hanging="480"/>
      </w:pPr>
      <w:rPr>
        <w:rFonts w:hint="default"/>
      </w:rPr>
    </w:lvl>
    <w:lvl w:ilvl="1">
      <w:start w:val="2"/>
      <w:numFmt w:val="decimal"/>
      <w:lvlText w:val="%1.%2"/>
      <w:lvlJc w:val="left"/>
      <w:pPr>
        <w:ind w:left="1081" w:hanging="480"/>
      </w:pPr>
      <w:rPr>
        <w:rFonts w:hint="default"/>
      </w:rPr>
    </w:lvl>
    <w:lvl w:ilvl="2">
      <w:start w:val="2"/>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248" w:hanging="1440"/>
      </w:pPr>
      <w:rPr>
        <w:rFont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F734306"/>
    <w:multiLevelType w:val="multilevel"/>
    <w:tmpl w:val="CF548630"/>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280"/>
        </w:tabs>
        <w:ind w:left="22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50B440A7"/>
    <w:multiLevelType w:val="hybridMultilevel"/>
    <w:tmpl w:val="28EA0430"/>
    <w:lvl w:ilvl="0" w:tplc="188859DC">
      <w:start w:val="1"/>
      <w:numFmt w:val="lowerLetter"/>
      <w:pStyle w:val="Numberedsmallletters"/>
      <w:lvlText w:val="%1)"/>
      <w:lvlJc w:val="left"/>
      <w:pPr>
        <w:tabs>
          <w:tab w:val="num" w:pos="357"/>
        </w:tabs>
        <w:ind w:left="357" w:hanging="35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nsid w:val="64247265"/>
    <w:multiLevelType w:val="hybridMultilevel"/>
    <w:tmpl w:val="B11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CA5B56"/>
    <w:multiLevelType w:val="hybridMultilevel"/>
    <w:tmpl w:val="81B6B70A"/>
    <w:lvl w:ilvl="0" w:tplc="E7AC5BBC">
      <w:start w:val="1"/>
      <w:numFmt w:val="lowerLetter"/>
      <w:pStyle w:val="StyleAfter0ptLinespacingMultiple115li"/>
      <w:lvlText w:val="%1)"/>
      <w:lvlJc w:val="left"/>
      <w:pPr>
        <w:tabs>
          <w:tab w:val="num" w:pos="482"/>
        </w:tabs>
        <w:ind w:left="84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AE47B24"/>
    <w:multiLevelType w:val="multilevel"/>
    <w:tmpl w:val="DBB2FC36"/>
    <w:lvl w:ilvl="0">
      <w:start w:val="5"/>
      <w:numFmt w:val="decimal"/>
      <w:lvlText w:val="%1"/>
      <w:lvlJc w:val="left"/>
      <w:pPr>
        <w:ind w:left="360" w:hanging="360"/>
      </w:pPr>
      <w:rPr>
        <w:rFonts w:ascii="Arial" w:hAnsi="Arial" w:hint="default"/>
      </w:rPr>
    </w:lvl>
    <w:lvl w:ilvl="1">
      <w:start w:val="1"/>
      <w:numFmt w:val="decimal"/>
      <w:lvlText w:val="%1.%2"/>
      <w:lvlJc w:val="left"/>
      <w:pPr>
        <w:ind w:left="1560" w:hanging="360"/>
      </w:pPr>
      <w:rPr>
        <w:rFonts w:ascii="Arial" w:hAnsi="Arial" w:hint="default"/>
      </w:rPr>
    </w:lvl>
    <w:lvl w:ilvl="2">
      <w:start w:val="1"/>
      <w:numFmt w:val="decimal"/>
      <w:lvlText w:val="%1.%2.%3"/>
      <w:lvlJc w:val="left"/>
      <w:pPr>
        <w:ind w:left="3120" w:hanging="720"/>
      </w:pPr>
      <w:rPr>
        <w:rFonts w:ascii="Arial" w:hAnsi="Arial" w:hint="default"/>
      </w:rPr>
    </w:lvl>
    <w:lvl w:ilvl="3">
      <w:start w:val="1"/>
      <w:numFmt w:val="decimal"/>
      <w:lvlText w:val="%1.%2.%3.%4"/>
      <w:lvlJc w:val="left"/>
      <w:pPr>
        <w:ind w:left="4320" w:hanging="720"/>
      </w:pPr>
      <w:rPr>
        <w:rFonts w:ascii="Arial" w:hAnsi="Arial" w:hint="default"/>
      </w:rPr>
    </w:lvl>
    <w:lvl w:ilvl="4">
      <w:start w:val="1"/>
      <w:numFmt w:val="decimal"/>
      <w:lvlText w:val="%1.%2.%3.%4.%5"/>
      <w:lvlJc w:val="left"/>
      <w:pPr>
        <w:ind w:left="5880" w:hanging="1080"/>
      </w:pPr>
      <w:rPr>
        <w:rFonts w:ascii="Arial" w:hAnsi="Arial" w:hint="default"/>
      </w:rPr>
    </w:lvl>
    <w:lvl w:ilvl="5">
      <w:start w:val="1"/>
      <w:numFmt w:val="decimal"/>
      <w:lvlText w:val="%1.%2.%3.%4.%5.%6"/>
      <w:lvlJc w:val="left"/>
      <w:pPr>
        <w:ind w:left="7080" w:hanging="1080"/>
      </w:pPr>
      <w:rPr>
        <w:rFonts w:ascii="Arial" w:hAnsi="Arial" w:hint="default"/>
      </w:rPr>
    </w:lvl>
    <w:lvl w:ilvl="6">
      <w:start w:val="1"/>
      <w:numFmt w:val="decimal"/>
      <w:lvlText w:val="%1.%2.%3.%4.%5.%6.%7"/>
      <w:lvlJc w:val="left"/>
      <w:pPr>
        <w:ind w:left="8640" w:hanging="1440"/>
      </w:pPr>
      <w:rPr>
        <w:rFonts w:ascii="Arial" w:hAnsi="Arial" w:hint="default"/>
      </w:rPr>
    </w:lvl>
    <w:lvl w:ilvl="7">
      <w:start w:val="1"/>
      <w:numFmt w:val="decimal"/>
      <w:lvlText w:val="%1.%2.%3.%4.%5.%6.%7.%8"/>
      <w:lvlJc w:val="left"/>
      <w:pPr>
        <w:ind w:left="9840" w:hanging="1440"/>
      </w:pPr>
      <w:rPr>
        <w:rFonts w:ascii="Arial" w:hAnsi="Arial" w:hint="default"/>
      </w:rPr>
    </w:lvl>
    <w:lvl w:ilvl="8">
      <w:start w:val="1"/>
      <w:numFmt w:val="decimal"/>
      <w:lvlText w:val="%1.%2.%3.%4.%5.%6.%7.%8.%9"/>
      <w:lvlJc w:val="left"/>
      <w:pPr>
        <w:ind w:left="11040" w:hanging="1440"/>
      </w:pPr>
      <w:rPr>
        <w:rFonts w:ascii="Arial" w:hAnsi="Arial" w:hint="default"/>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9"/>
  </w:num>
  <w:num w:numId="6">
    <w:abstractNumId w:val="18"/>
  </w:num>
  <w:num w:numId="7">
    <w:abstractNumId w:val="11"/>
  </w:num>
  <w:num w:numId="8">
    <w:abstractNumId w:val="17"/>
  </w:num>
  <w:num w:numId="9">
    <w:abstractNumId w:val="25"/>
  </w:num>
  <w:num w:numId="10">
    <w:abstractNumId w:val="30"/>
  </w:num>
  <w:num w:numId="11">
    <w:abstractNumId w:val="15"/>
  </w:num>
  <w:num w:numId="12">
    <w:abstractNumId w:val="24"/>
  </w:num>
  <w:num w:numId="13">
    <w:abstractNumId w:val="23"/>
  </w:num>
  <w:num w:numId="14">
    <w:abstractNumId w:val="20"/>
  </w:num>
  <w:num w:numId="15">
    <w:abstractNumId w:val="22"/>
  </w:num>
  <w:num w:numId="16">
    <w:abstractNumId w:val="10"/>
  </w:num>
  <w:num w:numId="17">
    <w:abstractNumId w:val="16"/>
  </w:num>
  <w:num w:numId="18">
    <w:abstractNumId w:val="7"/>
  </w:num>
  <w:num w:numId="19">
    <w:abstractNumId w:val="12"/>
  </w:num>
  <w:num w:numId="20">
    <w:abstractNumId w:val="32"/>
  </w:num>
  <w:num w:numId="21">
    <w:abstractNumId w:val="5"/>
  </w:num>
  <w:num w:numId="22">
    <w:abstractNumId w:val="8"/>
  </w:num>
  <w:num w:numId="23">
    <w:abstractNumId w:val="4"/>
  </w:num>
  <w:num w:numId="24">
    <w:abstractNumId w:val="31"/>
  </w:num>
  <w:num w:numId="25">
    <w:abstractNumId w:val="28"/>
  </w:num>
  <w:num w:numId="26">
    <w:abstractNumId w:val="21"/>
  </w:num>
  <w:num w:numId="27">
    <w:abstractNumId w:val="19"/>
  </w:num>
  <w:num w:numId="2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3"/>
  </w:num>
  <w:num w:numId="31">
    <w:abstractNumId w:val="14"/>
  </w:num>
  <w:num w:numId="32">
    <w:abstractNumId w:val="34"/>
  </w:num>
  <w:num w:numId="33">
    <w:abstractNumId w:val="26"/>
  </w:num>
  <w:num w:numId="34">
    <w:abstractNumId w:val="33"/>
  </w:num>
  <w:num w:numId="35">
    <w:abstractNumId w:val="11"/>
    <w:lvlOverride w:ilvl="0">
      <w:startOverride w:val="1"/>
    </w:lvlOverride>
  </w:num>
  <w:num w:numId="36">
    <w:abstractNumId w:val="29"/>
  </w:num>
  <w:num w:numId="37">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10860"/>
    <w:rsid w:val="0001137A"/>
    <w:rsid w:val="00011B44"/>
    <w:rsid w:val="00015112"/>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FC2"/>
    <w:rsid w:val="00045173"/>
    <w:rsid w:val="000479CB"/>
    <w:rsid w:val="00047B52"/>
    <w:rsid w:val="00051EE1"/>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14D"/>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5D9"/>
    <w:rsid w:val="000C4DA3"/>
    <w:rsid w:val="000C73D8"/>
    <w:rsid w:val="000C7929"/>
    <w:rsid w:val="000D1154"/>
    <w:rsid w:val="000D2EA5"/>
    <w:rsid w:val="000D3897"/>
    <w:rsid w:val="000D507D"/>
    <w:rsid w:val="000D667B"/>
    <w:rsid w:val="000D6696"/>
    <w:rsid w:val="000D7252"/>
    <w:rsid w:val="000D7758"/>
    <w:rsid w:val="000D7ABF"/>
    <w:rsid w:val="000E0A9A"/>
    <w:rsid w:val="000E1D59"/>
    <w:rsid w:val="000E24A6"/>
    <w:rsid w:val="000E2DB5"/>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6621"/>
    <w:rsid w:val="00116C54"/>
    <w:rsid w:val="00116EDF"/>
    <w:rsid w:val="001172F8"/>
    <w:rsid w:val="00117866"/>
    <w:rsid w:val="001206EF"/>
    <w:rsid w:val="001213DD"/>
    <w:rsid w:val="001218C4"/>
    <w:rsid w:val="00122621"/>
    <w:rsid w:val="0012290D"/>
    <w:rsid w:val="0012375E"/>
    <w:rsid w:val="001241CB"/>
    <w:rsid w:val="0012478E"/>
    <w:rsid w:val="0013136D"/>
    <w:rsid w:val="001345E3"/>
    <w:rsid w:val="00137820"/>
    <w:rsid w:val="0013794B"/>
    <w:rsid w:val="001404DC"/>
    <w:rsid w:val="001409B0"/>
    <w:rsid w:val="00140FC1"/>
    <w:rsid w:val="00141653"/>
    <w:rsid w:val="001418CC"/>
    <w:rsid w:val="00142036"/>
    <w:rsid w:val="00142737"/>
    <w:rsid w:val="00143FDC"/>
    <w:rsid w:val="00146482"/>
    <w:rsid w:val="00147574"/>
    <w:rsid w:val="00150A15"/>
    <w:rsid w:val="0015310C"/>
    <w:rsid w:val="00153183"/>
    <w:rsid w:val="001565FB"/>
    <w:rsid w:val="001574FB"/>
    <w:rsid w:val="001602B9"/>
    <w:rsid w:val="00160BAB"/>
    <w:rsid w:val="001613D5"/>
    <w:rsid w:val="00163CBC"/>
    <w:rsid w:val="00163EEC"/>
    <w:rsid w:val="00166229"/>
    <w:rsid w:val="0016684E"/>
    <w:rsid w:val="0016721D"/>
    <w:rsid w:val="00167909"/>
    <w:rsid w:val="00167A68"/>
    <w:rsid w:val="00170B63"/>
    <w:rsid w:val="00172072"/>
    <w:rsid w:val="00173584"/>
    <w:rsid w:val="00177B86"/>
    <w:rsid w:val="00177C00"/>
    <w:rsid w:val="0018000F"/>
    <w:rsid w:val="00180952"/>
    <w:rsid w:val="001836F4"/>
    <w:rsid w:val="00183863"/>
    <w:rsid w:val="0018390A"/>
    <w:rsid w:val="00184DD9"/>
    <w:rsid w:val="00184EA7"/>
    <w:rsid w:val="00185F20"/>
    <w:rsid w:val="00186259"/>
    <w:rsid w:val="0018656B"/>
    <w:rsid w:val="00187296"/>
    <w:rsid w:val="00192210"/>
    <w:rsid w:val="001923E7"/>
    <w:rsid w:val="001936FE"/>
    <w:rsid w:val="00193753"/>
    <w:rsid w:val="0019466D"/>
    <w:rsid w:val="001A0BC4"/>
    <w:rsid w:val="001A175A"/>
    <w:rsid w:val="001A5AD3"/>
    <w:rsid w:val="001A651E"/>
    <w:rsid w:val="001A7063"/>
    <w:rsid w:val="001B15CC"/>
    <w:rsid w:val="001B2C5A"/>
    <w:rsid w:val="001B41BE"/>
    <w:rsid w:val="001B5DFD"/>
    <w:rsid w:val="001B6F1F"/>
    <w:rsid w:val="001C0BAD"/>
    <w:rsid w:val="001C1540"/>
    <w:rsid w:val="001C20CB"/>
    <w:rsid w:val="001C2A14"/>
    <w:rsid w:val="001C2ED6"/>
    <w:rsid w:val="001C5DDD"/>
    <w:rsid w:val="001C7FB7"/>
    <w:rsid w:val="001D0736"/>
    <w:rsid w:val="001D094C"/>
    <w:rsid w:val="001D335A"/>
    <w:rsid w:val="001D3F08"/>
    <w:rsid w:val="001D4313"/>
    <w:rsid w:val="001D48AC"/>
    <w:rsid w:val="001E0B8C"/>
    <w:rsid w:val="001E1048"/>
    <w:rsid w:val="001E2987"/>
    <w:rsid w:val="001E2DEE"/>
    <w:rsid w:val="001E44AD"/>
    <w:rsid w:val="001E57A3"/>
    <w:rsid w:val="001E67E3"/>
    <w:rsid w:val="001E68E6"/>
    <w:rsid w:val="001E7842"/>
    <w:rsid w:val="001E7A82"/>
    <w:rsid w:val="001F07A3"/>
    <w:rsid w:val="001F11B6"/>
    <w:rsid w:val="001F11E7"/>
    <w:rsid w:val="001F5FED"/>
    <w:rsid w:val="001F7543"/>
    <w:rsid w:val="002035C1"/>
    <w:rsid w:val="00203D93"/>
    <w:rsid w:val="00204B73"/>
    <w:rsid w:val="00205F00"/>
    <w:rsid w:val="002067FB"/>
    <w:rsid w:val="002072F3"/>
    <w:rsid w:val="00207940"/>
    <w:rsid w:val="00207C7B"/>
    <w:rsid w:val="0021009C"/>
    <w:rsid w:val="002118DC"/>
    <w:rsid w:val="00211BFE"/>
    <w:rsid w:val="00214DBF"/>
    <w:rsid w:val="00215EFC"/>
    <w:rsid w:val="0021769C"/>
    <w:rsid w:val="00222C77"/>
    <w:rsid w:val="00223BA0"/>
    <w:rsid w:val="0022596B"/>
    <w:rsid w:val="00226775"/>
    <w:rsid w:val="00227C1F"/>
    <w:rsid w:val="0023291F"/>
    <w:rsid w:val="00236B0C"/>
    <w:rsid w:val="002401A6"/>
    <w:rsid w:val="00241425"/>
    <w:rsid w:val="002415D9"/>
    <w:rsid w:val="00244867"/>
    <w:rsid w:val="00244D32"/>
    <w:rsid w:val="002456C9"/>
    <w:rsid w:val="002463AA"/>
    <w:rsid w:val="00246E43"/>
    <w:rsid w:val="0025013D"/>
    <w:rsid w:val="00250777"/>
    <w:rsid w:val="00251496"/>
    <w:rsid w:val="0025397D"/>
    <w:rsid w:val="00260244"/>
    <w:rsid w:val="00260E7A"/>
    <w:rsid w:val="00263801"/>
    <w:rsid w:val="00266716"/>
    <w:rsid w:val="00270273"/>
    <w:rsid w:val="00270BD8"/>
    <w:rsid w:val="00270D65"/>
    <w:rsid w:val="00271BA5"/>
    <w:rsid w:val="00280C7D"/>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C0DB8"/>
    <w:rsid w:val="002C2191"/>
    <w:rsid w:val="002C2601"/>
    <w:rsid w:val="002C371A"/>
    <w:rsid w:val="002C4936"/>
    <w:rsid w:val="002C496D"/>
    <w:rsid w:val="002C5397"/>
    <w:rsid w:val="002C7C91"/>
    <w:rsid w:val="002D0A23"/>
    <w:rsid w:val="002D1965"/>
    <w:rsid w:val="002D28DB"/>
    <w:rsid w:val="002D51F5"/>
    <w:rsid w:val="002E128F"/>
    <w:rsid w:val="002E37E0"/>
    <w:rsid w:val="002E4E2B"/>
    <w:rsid w:val="002E7949"/>
    <w:rsid w:val="002F1EEC"/>
    <w:rsid w:val="002F2D75"/>
    <w:rsid w:val="002F31C9"/>
    <w:rsid w:val="002F3A43"/>
    <w:rsid w:val="002F7DC8"/>
    <w:rsid w:val="00301E49"/>
    <w:rsid w:val="00301FFC"/>
    <w:rsid w:val="003025B2"/>
    <w:rsid w:val="003033D8"/>
    <w:rsid w:val="00303BBD"/>
    <w:rsid w:val="0030658A"/>
    <w:rsid w:val="00306DC4"/>
    <w:rsid w:val="00306E85"/>
    <w:rsid w:val="00311061"/>
    <w:rsid w:val="00311881"/>
    <w:rsid w:val="00311AA4"/>
    <w:rsid w:val="003154D1"/>
    <w:rsid w:val="003174F4"/>
    <w:rsid w:val="00317A09"/>
    <w:rsid w:val="00317C56"/>
    <w:rsid w:val="003208B3"/>
    <w:rsid w:val="00321992"/>
    <w:rsid w:val="003240EE"/>
    <w:rsid w:val="003246CF"/>
    <w:rsid w:val="00325D5A"/>
    <w:rsid w:val="00326BEA"/>
    <w:rsid w:val="003300EE"/>
    <w:rsid w:val="003323DF"/>
    <w:rsid w:val="00332BD7"/>
    <w:rsid w:val="0033706A"/>
    <w:rsid w:val="0034018A"/>
    <w:rsid w:val="00340590"/>
    <w:rsid w:val="00340658"/>
    <w:rsid w:val="0034134A"/>
    <w:rsid w:val="0034141D"/>
    <w:rsid w:val="00345313"/>
    <w:rsid w:val="00345DCD"/>
    <w:rsid w:val="00346ED2"/>
    <w:rsid w:val="0034752D"/>
    <w:rsid w:val="00352E52"/>
    <w:rsid w:val="00352FE7"/>
    <w:rsid w:val="00353E45"/>
    <w:rsid w:val="00354203"/>
    <w:rsid w:val="003543DD"/>
    <w:rsid w:val="0035538B"/>
    <w:rsid w:val="00357212"/>
    <w:rsid w:val="003579D7"/>
    <w:rsid w:val="00361323"/>
    <w:rsid w:val="00363DC5"/>
    <w:rsid w:val="00364975"/>
    <w:rsid w:val="003657C1"/>
    <w:rsid w:val="00367BBD"/>
    <w:rsid w:val="00371321"/>
    <w:rsid w:val="003735D9"/>
    <w:rsid w:val="003736AF"/>
    <w:rsid w:val="003763BC"/>
    <w:rsid w:val="003777EC"/>
    <w:rsid w:val="0038212B"/>
    <w:rsid w:val="003827C8"/>
    <w:rsid w:val="00382E14"/>
    <w:rsid w:val="0038311C"/>
    <w:rsid w:val="003859DD"/>
    <w:rsid w:val="00385A7A"/>
    <w:rsid w:val="00385D88"/>
    <w:rsid w:val="0038602A"/>
    <w:rsid w:val="00392184"/>
    <w:rsid w:val="0039295C"/>
    <w:rsid w:val="00392E5C"/>
    <w:rsid w:val="003932C4"/>
    <w:rsid w:val="0039371E"/>
    <w:rsid w:val="00394D46"/>
    <w:rsid w:val="003973A4"/>
    <w:rsid w:val="003A0D1A"/>
    <w:rsid w:val="003A4D1E"/>
    <w:rsid w:val="003A5E31"/>
    <w:rsid w:val="003A6B71"/>
    <w:rsid w:val="003B0486"/>
    <w:rsid w:val="003B1602"/>
    <w:rsid w:val="003B34CC"/>
    <w:rsid w:val="003B5211"/>
    <w:rsid w:val="003B7E5D"/>
    <w:rsid w:val="003C3F75"/>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B0A"/>
    <w:rsid w:val="00401C39"/>
    <w:rsid w:val="004020ED"/>
    <w:rsid w:val="00402822"/>
    <w:rsid w:val="004049C0"/>
    <w:rsid w:val="004062E8"/>
    <w:rsid w:val="0040670B"/>
    <w:rsid w:val="00406C4D"/>
    <w:rsid w:val="0040724D"/>
    <w:rsid w:val="00410A0A"/>
    <w:rsid w:val="0041176E"/>
    <w:rsid w:val="00411E97"/>
    <w:rsid w:val="004124D9"/>
    <w:rsid w:val="0041611B"/>
    <w:rsid w:val="00417BCB"/>
    <w:rsid w:val="00417CA3"/>
    <w:rsid w:val="0042352C"/>
    <w:rsid w:val="0042530F"/>
    <w:rsid w:val="00425950"/>
    <w:rsid w:val="00425B11"/>
    <w:rsid w:val="00426260"/>
    <w:rsid w:val="004266EF"/>
    <w:rsid w:val="00427A3D"/>
    <w:rsid w:val="004300E2"/>
    <w:rsid w:val="00430E4F"/>
    <w:rsid w:val="0043433A"/>
    <w:rsid w:val="00434741"/>
    <w:rsid w:val="00435841"/>
    <w:rsid w:val="00442558"/>
    <w:rsid w:val="00442D04"/>
    <w:rsid w:val="00446729"/>
    <w:rsid w:val="00446FA2"/>
    <w:rsid w:val="00447217"/>
    <w:rsid w:val="00447B00"/>
    <w:rsid w:val="004558A6"/>
    <w:rsid w:val="0045612C"/>
    <w:rsid w:val="004611EF"/>
    <w:rsid w:val="00461C99"/>
    <w:rsid w:val="004621FE"/>
    <w:rsid w:val="00462CBA"/>
    <w:rsid w:val="0046502C"/>
    <w:rsid w:val="00465511"/>
    <w:rsid w:val="0046754E"/>
    <w:rsid w:val="00471E9A"/>
    <w:rsid w:val="00472472"/>
    <w:rsid w:val="004771CA"/>
    <w:rsid w:val="004779CB"/>
    <w:rsid w:val="00477EC6"/>
    <w:rsid w:val="0048185B"/>
    <w:rsid w:val="0048685E"/>
    <w:rsid w:val="00492B39"/>
    <w:rsid w:val="004936CC"/>
    <w:rsid w:val="00494E48"/>
    <w:rsid w:val="00497694"/>
    <w:rsid w:val="004A06DF"/>
    <w:rsid w:val="004A1458"/>
    <w:rsid w:val="004A2B7D"/>
    <w:rsid w:val="004A2E58"/>
    <w:rsid w:val="004A73CE"/>
    <w:rsid w:val="004B57AD"/>
    <w:rsid w:val="004B5AAE"/>
    <w:rsid w:val="004B643D"/>
    <w:rsid w:val="004B68B9"/>
    <w:rsid w:val="004C00FA"/>
    <w:rsid w:val="004C6B4A"/>
    <w:rsid w:val="004D2435"/>
    <w:rsid w:val="004D3410"/>
    <w:rsid w:val="004D5B62"/>
    <w:rsid w:val="004D6169"/>
    <w:rsid w:val="004D7B04"/>
    <w:rsid w:val="004E02AD"/>
    <w:rsid w:val="004E16F5"/>
    <w:rsid w:val="004E1C0D"/>
    <w:rsid w:val="004E1EB9"/>
    <w:rsid w:val="004E6B43"/>
    <w:rsid w:val="004E7216"/>
    <w:rsid w:val="004F0FD5"/>
    <w:rsid w:val="004F3841"/>
    <w:rsid w:val="004F4CD6"/>
    <w:rsid w:val="004F7138"/>
    <w:rsid w:val="0050033C"/>
    <w:rsid w:val="0050277F"/>
    <w:rsid w:val="0050326D"/>
    <w:rsid w:val="0050342D"/>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809"/>
    <w:rsid w:val="00542EE5"/>
    <w:rsid w:val="00542F67"/>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93771"/>
    <w:rsid w:val="005A0C5E"/>
    <w:rsid w:val="005A2562"/>
    <w:rsid w:val="005A50C2"/>
    <w:rsid w:val="005A5580"/>
    <w:rsid w:val="005B1915"/>
    <w:rsid w:val="005B19A1"/>
    <w:rsid w:val="005B237D"/>
    <w:rsid w:val="005B2B34"/>
    <w:rsid w:val="005B36EC"/>
    <w:rsid w:val="005B5310"/>
    <w:rsid w:val="005B5527"/>
    <w:rsid w:val="005B664C"/>
    <w:rsid w:val="005C256D"/>
    <w:rsid w:val="005C6F92"/>
    <w:rsid w:val="005D075A"/>
    <w:rsid w:val="005D12D7"/>
    <w:rsid w:val="005D321C"/>
    <w:rsid w:val="005D4A3C"/>
    <w:rsid w:val="005D6D89"/>
    <w:rsid w:val="005E11B0"/>
    <w:rsid w:val="005E3867"/>
    <w:rsid w:val="005E3DD6"/>
    <w:rsid w:val="005E4253"/>
    <w:rsid w:val="005E73D1"/>
    <w:rsid w:val="005E77F1"/>
    <w:rsid w:val="005E7ED3"/>
    <w:rsid w:val="005F12FD"/>
    <w:rsid w:val="005F2299"/>
    <w:rsid w:val="005F235C"/>
    <w:rsid w:val="005F2C2D"/>
    <w:rsid w:val="005F3524"/>
    <w:rsid w:val="005F3B5E"/>
    <w:rsid w:val="005F4DEB"/>
    <w:rsid w:val="005F5110"/>
    <w:rsid w:val="005F5D0D"/>
    <w:rsid w:val="006014CC"/>
    <w:rsid w:val="0060316B"/>
    <w:rsid w:val="006035BB"/>
    <w:rsid w:val="00605146"/>
    <w:rsid w:val="00605FF6"/>
    <w:rsid w:val="00606618"/>
    <w:rsid w:val="006112D8"/>
    <w:rsid w:val="006112F1"/>
    <w:rsid w:val="00611A46"/>
    <w:rsid w:val="00614109"/>
    <w:rsid w:val="006144A3"/>
    <w:rsid w:val="0061499D"/>
    <w:rsid w:val="00615624"/>
    <w:rsid w:val="006170F9"/>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44B"/>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F89"/>
    <w:rsid w:val="006850BF"/>
    <w:rsid w:val="00686B7C"/>
    <w:rsid w:val="0069165C"/>
    <w:rsid w:val="00691BA2"/>
    <w:rsid w:val="006929D5"/>
    <w:rsid w:val="00692BB6"/>
    <w:rsid w:val="00692FD6"/>
    <w:rsid w:val="0069458C"/>
    <w:rsid w:val="00695965"/>
    <w:rsid w:val="00696037"/>
    <w:rsid w:val="006A25E5"/>
    <w:rsid w:val="006A264F"/>
    <w:rsid w:val="006A5383"/>
    <w:rsid w:val="006A5C5F"/>
    <w:rsid w:val="006A69BA"/>
    <w:rsid w:val="006B2544"/>
    <w:rsid w:val="006B2CA1"/>
    <w:rsid w:val="006B40F5"/>
    <w:rsid w:val="006B5775"/>
    <w:rsid w:val="006B7298"/>
    <w:rsid w:val="006B7990"/>
    <w:rsid w:val="006C0A26"/>
    <w:rsid w:val="006C374D"/>
    <w:rsid w:val="006C74C2"/>
    <w:rsid w:val="006C7DA8"/>
    <w:rsid w:val="006D02B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5652"/>
    <w:rsid w:val="00706000"/>
    <w:rsid w:val="007072A1"/>
    <w:rsid w:val="00707B4D"/>
    <w:rsid w:val="00710001"/>
    <w:rsid w:val="007108DA"/>
    <w:rsid w:val="00714D40"/>
    <w:rsid w:val="00714D89"/>
    <w:rsid w:val="00715EB2"/>
    <w:rsid w:val="0071660D"/>
    <w:rsid w:val="0071729D"/>
    <w:rsid w:val="007175D2"/>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3359"/>
    <w:rsid w:val="007550CB"/>
    <w:rsid w:val="0075517F"/>
    <w:rsid w:val="007563F3"/>
    <w:rsid w:val="00756500"/>
    <w:rsid w:val="0075715E"/>
    <w:rsid w:val="00757535"/>
    <w:rsid w:val="00757A94"/>
    <w:rsid w:val="00760878"/>
    <w:rsid w:val="007645D4"/>
    <w:rsid w:val="00764B4B"/>
    <w:rsid w:val="0076598C"/>
    <w:rsid w:val="00765E44"/>
    <w:rsid w:val="007666A4"/>
    <w:rsid w:val="00766911"/>
    <w:rsid w:val="0076703E"/>
    <w:rsid w:val="00767E00"/>
    <w:rsid w:val="007725AE"/>
    <w:rsid w:val="00773ACE"/>
    <w:rsid w:val="00774C5E"/>
    <w:rsid w:val="00776074"/>
    <w:rsid w:val="00780107"/>
    <w:rsid w:val="00780C3C"/>
    <w:rsid w:val="007811F3"/>
    <w:rsid w:val="00781A4A"/>
    <w:rsid w:val="00781EBA"/>
    <w:rsid w:val="0078284B"/>
    <w:rsid w:val="0079654F"/>
    <w:rsid w:val="007A0FDD"/>
    <w:rsid w:val="007A1C74"/>
    <w:rsid w:val="007A1F1D"/>
    <w:rsid w:val="007A27FE"/>
    <w:rsid w:val="007A4907"/>
    <w:rsid w:val="007A542A"/>
    <w:rsid w:val="007A750F"/>
    <w:rsid w:val="007A75C5"/>
    <w:rsid w:val="007A7FF9"/>
    <w:rsid w:val="007B0C59"/>
    <w:rsid w:val="007B49CE"/>
    <w:rsid w:val="007B4CB1"/>
    <w:rsid w:val="007B59A3"/>
    <w:rsid w:val="007B646D"/>
    <w:rsid w:val="007B6955"/>
    <w:rsid w:val="007B710E"/>
    <w:rsid w:val="007B79AB"/>
    <w:rsid w:val="007C18F1"/>
    <w:rsid w:val="007C3D00"/>
    <w:rsid w:val="007C426D"/>
    <w:rsid w:val="007C5084"/>
    <w:rsid w:val="007C575D"/>
    <w:rsid w:val="007C7726"/>
    <w:rsid w:val="007D040D"/>
    <w:rsid w:val="007D2BF5"/>
    <w:rsid w:val="007D2C3F"/>
    <w:rsid w:val="007D3AE2"/>
    <w:rsid w:val="007D45B9"/>
    <w:rsid w:val="007D45FB"/>
    <w:rsid w:val="007D4EB5"/>
    <w:rsid w:val="007D5F6E"/>
    <w:rsid w:val="007D68BF"/>
    <w:rsid w:val="007D76FC"/>
    <w:rsid w:val="007E049A"/>
    <w:rsid w:val="007E096D"/>
    <w:rsid w:val="007E2CA0"/>
    <w:rsid w:val="007E459F"/>
    <w:rsid w:val="007E79C6"/>
    <w:rsid w:val="007F41AA"/>
    <w:rsid w:val="007F5AB1"/>
    <w:rsid w:val="008009C0"/>
    <w:rsid w:val="00800C50"/>
    <w:rsid w:val="00804430"/>
    <w:rsid w:val="00807F12"/>
    <w:rsid w:val="00810A1C"/>
    <w:rsid w:val="00811756"/>
    <w:rsid w:val="00811A38"/>
    <w:rsid w:val="00812CE7"/>
    <w:rsid w:val="00813EC1"/>
    <w:rsid w:val="00815680"/>
    <w:rsid w:val="0081620D"/>
    <w:rsid w:val="0081645D"/>
    <w:rsid w:val="00821AAF"/>
    <w:rsid w:val="00823708"/>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1D8E"/>
    <w:rsid w:val="00853BE2"/>
    <w:rsid w:val="00854B3B"/>
    <w:rsid w:val="00855D35"/>
    <w:rsid w:val="00855F37"/>
    <w:rsid w:val="008569C9"/>
    <w:rsid w:val="00857B2D"/>
    <w:rsid w:val="00857B51"/>
    <w:rsid w:val="0086033F"/>
    <w:rsid w:val="00862463"/>
    <w:rsid w:val="008725F0"/>
    <w:rsid w:val="00874743"/>
    <w:rsid w:val="008749B8"/>
    <w:rsid w:val="00876FDB"/>
    <w:rsid w:val="008830CD"/>
    <w:rsid w:val="00883362"/>
    <w:rsid w:val="008834E0"/>
    <w:rsid w:val="00884D96"/>
    <w:rsid w:val="008856A0"/>
    <w:rsid w:val="00885B2E"/>
    <w:rsid w:val="00886A95"/>
    <w:rsid w:val="00886B45"/>
    <w:rsid w:val="00886CB2"/>
    <w:rsid w:val="00887273"/>
    <w:rsid w:val="0088782C"/>
    <w:rsid w:val="00887E19"/>
    <w:rsid w:val="00891208"/>
    <w:rsid w:val="00892F62"/>
    <w:rsid w:val="008939B3"/>
    <w:rsid w:val="00893FAC"/>
    <w:rsid w:val="0089546B"/>
    <w:rsid w:val="008A2A32"/>
    <w:rsid w:val="008A3926"/>
    <w:rsid w:val="008A604A"/>
    <w:rsid w:val="008A791A"/>
    <w:rsid w:val="008B1AD4"/>
    <w:rsid w:val="008B287D"/>
    <w:rsid w:val="008B4000"/>
    <w:rsid w:val="008B5AD8"/>
    <w:rsid w:val="008B6343"/>
    <w:rsid w:val="008C0F9C"/>
    <w:rsid w:val="008C1E35"/>
    <w:rsid w:val="008C5ABE"/>
    <w:rsid w:val="008C7585"/>
    <w:rsid w:val="008D4C82"/>
    <w:rsid w:val="008D59D4"/>
    <w:rsid w:val="008D6772"/>
    <w:rsid w:val="008E09BF"/>
    <w:rsid w:val="008E199A"/>
    <w:rsid w:val="008E2230"/>
    <w:rsid w:val="008E3C12"/>
    <w:rsid w:val="008E4B1C"/>
    <w:rsid w:val="008E565F"/>
    <w:rsid w:val="008E74C5"/>
    <w:rsid w:val="008F3925"/>
    <w:rsid w:val="008F3D5F"/>
    <w:rsid w:val="008F557D"/>
    <w:rsid w:val="008F5F33"/>
    <w:rsid w:val="0090128C"/>
    <w:rsid w:val="0090383D"/>
    <w:rsid w:val="00906CB6"/>
    <w:rsid w:val="00910BE9"/>
    <w:rsid w:val="00910E79"/>
    <w:rsid w:val="00910EF7"/>
    <w:rsid w:val="00911061"/>
    <w:rsid w:val="00914706"/>
    <w:rsid w:val="00915859"/>
    <w:rsid w:val="00920D41"/>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4A98"/>
    <w:rsid w:val="009570CA"/>
    <w:rsid w:val="0096171D"/>
    <w:rsid w:val="00962A91"/>
    <w:rsid w:val="00965DD1"/>
    <w:rsid w:val="009675EE"/>
    <w:rsid w:val="00970002"/>
    <w:rsid w:val="009724CF"/>
    <w:rsid w:val="009728E3"/>
    <w:rsid w:val="009761BC"/>
    <w:rsid w:val="00976FE5"/>
    <w:rsid w:val="009856F0"/>
    <w:rsid w:val="00987068"/>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3343"/>
    <w:rsid w:val="009D3CD7"/>
    <w:rsid w:val="009D4D91"/>
    <w:rsid w:val="009D5955"/>
    <w:rsid w:val="009D63C0"/>
    <w:rsid w:val="009D7B81"/>
    <w:rsid w:val="009E1069"/>
    <w:rsid w:val="009E17F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0B0"/>
    <w:rsid w:val="00A03481"/>
    <w:rsid w:val="00A03CCB"/>
    <w:rsid w:val="00A044B1"/>
    <w:rsid w:val="00A07BB2"/>
    <w:rsid w:val="00A10329"/>
    <w:rsid w:val="00A104F7"/>
    <w:rsid w:val="00A122E4"/>
    <w:rsid w:val="00A14F46"/>
    <w:rsid w:val="00A16557"/>
    <w:rsid w:val="00A17B77"/>
    <w:rsid w:val="00A23E5A"/>
    <w:rsid w:val="00A26ED6"/>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1ADC"/>
    <w:rsid w:val="00A8331D"/>
    <w:rsid w:val="00A834FA"/>
    <w:rsid w:val="00A8465D"/>
    <w:rsid w:val="00A84FF3"/>
    <w:rsid w:val="00A90C66"/>
    <w:rsid w:val="00A91021"/>
    <w:rsid w:val="00A91BCC"/>
    <w:rsid w:val="00A91D6B"/>
    <w:rsid w:val="00A926FE"/>
    <w:rsid w:val="00A93561"/>
    <w:rsid w:val="00A94741"/>
    <w:rsid w:val="00A9479F"/>
    <w:rsid w:val="00A94E48"/>
    <w:rsid w:val="00A96E83"/>
    <w:rsid w:val="00A96F05"/>
    <w:rsid w:val="00AA0005"/>
    <w:rsid w:val="00AA017E"/>
    <w:rsid w:val="00AA1228"/>
    <w:rsid w:val="00AA71E9"/>
    <w:rsid w:val="00AA7276"/>
    <w:rsid w:val="00AB036A"/>
    <w:rsid w:val="00AB4797"/>
    <w:rsid w:val="00AB56AA"/>
    <w:rsid w:val="00AB71B4"/>
    <w:rsid w:val="00AB7D28"/>
    <w:rsid w:val="00AC424C"/>
    <w:rsid w:val="00AC4AC6"/>
    <w:rsid w:val="00AC4B16"/>
    <w:rsid w:val="00AC5F78"/>
    <w:rsid w:val="00AC6274"/>
    <w:rsid w:val="00AC630E"/>
    <w:rsid w:val="00AD00F9"/>
    <w:rsid w:val="00AD2B78"/>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3438"/>
    <w:rsid w:val="00B04A3C"/>
    <w:rsid w:val="00B14157"/>
    <w:rsid w:val="00B14B3E"/>
    <w:rsid w:val="00B1626F"/>
    <w:rsid w:val="00B16D4C"/>
    <w:rsid w:val="00B178E6"/>
    <w:rsid w:val="00B20017"/>
    <w:rsid w:val="00B24696"/>
    <w:rsid w:val="00B24777"/>
    <w:rsid w:val="00B24DFA"/>
    <w:rsid w:val="00B2571E"/>
    <w:rsid w:val="00B26706"/>
    <w:rsid w:val="00B26E1C"/>
    <w:rsid w:val="00B32C29"/>
    <w:rsid w:val="00B33C35"/>
    <w:rsid w:val="00B33F48"/>
    <w:rsid w:val="00B35383"/>
    <w:rsid w:val="00B3591F"/>
    <w:rsid w:val="00B3663B"/>
    <w:rsid w:val="00B36DD2"/>
    <w:rsid w:val="00B406AC"/>
    <w:rsid w:val="00B4562E"/>
    <w:rsid w:val="00B46E21"/>
    <w:rsid w:val="00B5074C"/>
    <w:rsid w:val="00B5088E"/>
    <w:rsid w:val="00B519DF"/>
    <w:rsid w:val="00B52C54"/>
    <w:rsid w:val="00B52C80"/>
    <w:rsid w:val="00B54816"/>
    <w:rsid w:val="00B54D3D"/>
    <w:rsid w:val="00B55C59"/>
    <w:rsid w:val="00B6147C"/>
    <w:rsid w:val="00B61F8D"/>
    <w:rsid w:val="00B630A5"/>
    <w:rsid w:val="00B662CF"/>
    <w:rsid w:val="00B67E33"/>
    <w:rsid w:val="00B704D3"/>
    <w:rsid w:val="00B70FEB"/>
    <w:rsid w:val="00B76059"/>
    <w:rsid w:val="00B7798E"/>
    <w:rsid w:val="00B80523"/>
    <w:rsid w:val="00B80BAB"/>
    <w:rsid w:val="00B81494"/>
    <w:rsid w:val="00B8181C"/>
    <w:rsid w:val="00B829BE"/>
    <w:rsid w:val="00B82BC0"/>
    <w:rsid w:val="00B83638"/>
    <w:rsid w:val="00B8502F"/>
    <w:rsid w:val="00B8578B"/>
    <w:rsid w:val="00B85DDB"/>
    <w:rsid w:val="00B867D2"/>
    <w:rsid w:val="00B87ECB"/>
    <w:rsid w:val="00B87F9C"/>
    <w:rsid w:val="00B9001B"/>
    <w:rsid w:val="00B903D8"/>
    <w:rsid w:val="00B9485A"/>
    <w:rsid w:val="00B95ABD"/>
    <w:rsid w:val="00B963D9"/>
    <w:rsid w:val="00B974C8"/>
    <w:rsid w:val="00BA003A"/>
    <w:rsid w:val="00BA3B71"/>
    <w:rsid w:val="00BA4F6E"/>
    <w:rsid w:val="00BA655B"/>
    <w:rsid w:val="00BB3EB4"/>
    <w:rsid w:val="00BB4F2C"/>
    <w:rsid w:val="00BB524A"/>
    <w:rsid w:val="00BB61AF"/>
    <w:rsid w:val="00BB6AFA"/>
    <w:rsid w:val="00BC0082"/>
    <w:rsid w:val="00BC011F"/>
    <w:rsid w:val="00BC0539"/>
    <w:rsid w:val="00BC1ADC"/>
    <w:rsid w:val="00BC37E7"/>
    <w:rsid w:val="00BC4A31"/>
    <w:rsid w:val="00BC5AE7"/>
    <w:rsid w:val="00BC6AF7"/>
    <w:rsid w:val="00BC73D3"/>
    <w:rsid w:val="00BD0BF0"/>
    <w:rsid w:val="00BD13F4"/>
    <w:rsid w:val="00BD47E6"/>
    <w:rsid w:val="00BD4832"/>
    <w:rsid w:val="00BD4B90"/>
    <w:rsid w:val="00BD545D"/>
    <w:rsid w:val="00BD6365"/>
    <w:rsid w:val="00BE3A99"/>
    <w:rsid w:val="00BE45F1"/>
    <w:rsid w:val="00BE46C6"/>
    <w:rsid w:val="00BE5AC7"/>
    <w:rsid w:val="00BE5C91"/>
    <w:rsid w:val="00BE6333"/>
    <w:rsid w:val="00BE6F6C"/>
    <w:rsid w:val="00BE7274"/>
    <w:rsid w:val="00BF10B2"/>
    <w:rsid w:val="00BF20DD"/>
    <w:rsid w:val="00BF2A10"/>
    <w:rsid w:val="00BF43E5"/>
    <w:rsid w:val="00BF6D7C"/>
    <w:rsid w:val="00C02F8C"/>
    <w:rsid w:val="00C038A8"/>
    <w:rsid w:val="00C05CB3"/>
    <w:rsid w:val="00C13417"/>
    <w:rsid w:val="00C139BD"/>
    <w:rsid w:val="00C148BF"/>
    <w:rsid w:val="00C14D8B"/>
    <w:rsid w:val="00C16847"/>
    <w:rsid w:val="00C16D83"/>
    <w:rsid w:val="00C1710D"/>
    <w:rsid w:val="00C17278"/>
    <w:rsid w:val="00C2057C"/>
    <w:rsid w:val="00C218DB"/>
    <w:rsid w:val="00C22D9E"/>
    <w:rsid w:val="00C2483B"/>
    <w:rsid w:val="00C318A3"/>
    <w:rsid w:val="00C31969"/>
    <w:rsid w:val="00C338AB"/>
    <w:rsid w:val="00C36430"/>
    <w:rsid w:val="00C36F38"/>
    <w:rsid w:val="00C4036E"/>
    <w:rsid w:val="00C407B2"/>
    <w:rsid w:val="00C42A70"/>
    <w:rsid w:val="00C46432"/>
    <w:rsid w:val="00C5047A"/>
    <w:rsid w:val="00C51F18"/>
    <w:rsid w:val="00C53640"/>
    <w:rsid w:val="00C5788C"/>
    <w:rsid w:val="00C578F5"/>
    <w:rsid w:val="00C61E75"/>
    <w:rsid w:val="00C62A51"/>
    <w:rsid w:val="00C634A9"/>
    <w:rsid w:val="00C64528"/>
    <w:rsid w:val="00C646D4"/>
    <w:rsid w:val="00C657F3"/>
    <w:rsid w:val="00C71B47"/>
    <w:rsid w:val="00C72973"/>
    <w:rsid w:val="00C729C6"/>
    <w:rsid w:val="00C73917"/>
    <w:rsid w:val="00C74600"/>
    <w:rsid w:val="00C7478D"/>
    <w:rsid w:val="00C769EB"/>
    <w:rsid w:val="00C81627"/>
    <w:rsid w:val="00C818EF"/>
    <w:rsid w:val="00C81CAA"/>
    <w:rsid w:val="00C833ED"/>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3C06"/>
    <w:rsid w:val="00CB4F75"/>
    <w:rsid w:val="00CB63CF"/>
    <w:rsid w:val="00CB7473"/>
    <w:rsid w:val="00CC631B"/>
    <w:rsid w:val="00CD0260"/>
    <w:rsid w:val="00CD0FA6"/>
    <w:rsid w:val="00CD22FB"/>
    <w:rsid w:val="00CD334A"/>
    <w:rsid w:val="00CD547E"/>
    <w:rsid w:val="00CD782F"/>
    <w:rsid w:val="00CE45A5"/>
    <w:rsid w:val="00CE53CA"/>
    <w:rsid w:val="00CF4E0C"/>
    <w:rsid w:val="00CF6DEF"/>
    <w:rsid w:val="00D0110A"/>
    <w:rsid w:val="00D02B9C"/>
    <w:rsid w:val="00D03031"/>
    <w:rsid w:val="00D05E90"/>
    <w:rsid w:val="00D107FA"/>
    <w:rsid w:val="00D11972"/>
    <w:rsid w:val="00D12A4C"/>
    <w:rsid w:val="00D15632"/>
    <w:rsid w:val="00D224D8"/>
    <w:rsid w:val="00D22D3A"/>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2E0C"/>
    <w:rsid w:val="00D642DF"/>
    <w:rsid w:val="00D66B9B"/>
    <w:rsid w:val="00D670CC"/>
    <w:rsid w:val="00D67400"/>
    <w:rsid w:val="00D7192A"/>
    <w:rsid w:val="00D73595"/>
    <w:rsid w:val="00D74B21"/>
    <w:rsid w:val="00D77159"/>
    <w:rsid w:val="00D77E40"/>
    <w:rsid w:val="00D83003"/>
    <w:rsid w:val="00D831CF"/>
    <w:rsid w:val="00D841B3"/>
    <w:rsid w:val="00D8425C"/>
    <w:rsid w:val="00D923CA"/>
    <w:rsid w:val="00D93133"/>
    <w:rsid w:val="00D9597F"/>
    <w:rsid w:val="00D960DA"/>
    <w:rsid w:val="00DA1B32"/>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2DB0"/>
    <w:rsid w:val="00E655E5"/>
    <w:rsid w:val="00E67EBC"/>
    <w:rsid w:val="00E724F5"/>
    <w:rsid w:val="00E73E03"/>
    <w:rsid w:val="00E75072"/>
    <w:rsid w:val="00E75402"/>
    <w:rsid w:val="00E812FF"/>
    <w:rsid w:val="00E81408"/>
    <w:rsid w:val="00E81960"/>
    <w:rsid w:val="00E848F4"/>
    <w:rsid w:val="00E86219"/>
    <w:rsid w:val="00E86228"/>
    <w:rsid w:val="00E8751B"/>
    <w:rsid w:val="00E907AF"/>
    <w:rsid w:val="00E90E44"/>
    <w:rsid w:val="00E9193B"/>
    <w:rsid w:val="00E93115"/>
    <w:rsid w:val="00E9717B"/>
    <w:rsid w:val="00EA31A6"/>
    <w:rsid w:val="00EA54B1"/>
    <w:rsid w:val="00EA6DBD"/>
    <w:rsid w:val="00EA721C"/>
    <w:rsid w:val="00EA7C0B"/>
    <w:rsid w:val="00EB01A8"/>
    <w:rsid w:val="00EB046C"/>
    <w:rsid w:val="00EB07D9"/>
    <w:rsid w:val="00EB08C4"/>
    <w:rsid w:val="00EB0B99"/>
    <w:rsid w:val="00EB244D"/>
    <w:rsid w:val="00EB27A9"/>
    <w:rsid w:val="00EB3061"/>
    <w:rsid w:val="00EB4E7C"/>
    <w:rsid w:val="00EB5561"/>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736F"/>
    <w:rsid w:val="00EF7C70"/>
    <w:rsid w:val="00F00571"/>
    <w:rsid w:val="00F102CA"/>
    <w:rsid w:val="00F1228B"/>
    <w:rsid w:val="00F22908"/>
    <w:rsid w:val="00F23576"/>
    <w:rsid w:val="00F2487E"/>
    <w:rsid w:val="00F252D2"/>
    <w:rsid w:val="00F254F3"/>
    <w:rsid w:val="00F261AE"/>
    <w:rsid w:val="00F27FCE"/>
    <w:rsid w:val="00F307A0"/>
    <w:rsid w:val="00F30AA2"/>
    <w:rsid w:val="00F33B45"/>
    <w:rsid w:val="00F34E43"/>
    <w:rsid w:val="00F37CBF"/>
    <w:rsid w:val="00F436C9"/>
    <w:rsid w:val="00F4401B"/>
    <w:rsid w:val="00F5076F"/>
    <w:rsid w:val="00F50C1C"/>
    <w:rsid w:val="00F5245B"/>
    <w:rsid w:val="00F53843"/>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E90"/>
    <w:rsid w:val="00F75D08"/>
    <w:rsid w:val="00F812B2"/>
    <w:rsid w:val="00F842B7"/>
    <w:rsid w:val="00F86F75"/>
    <w:rsid w:val="00F87CA6"/>
    <w:rsid w:val="00F908D6"/>
    <w:rsid w:val="00F91600"/>
    <w:rsid w:val="00F9368D"/>
    <w:rsid w:val="00F9420C"/>
    <w:rsid w:val="00F9496A"/>
    <w:rsid w:val="00F95C0B"/>
    <w:rsid w:val="00F966D8"/>
    <w:rsid w:val="00FA0259"/>
    <w:rsid w:val="00FA14B0"/>
    <w:rsid w:val="00FA1743"/>
    <w:rsid w:val="00FA18CD"/>
    <w:rsid w:val="00FA1B0D"/>
    <w:rsid w:val="00FA3FBD"/>
    <w:rsid w:val="00FA419F"/>
    <w:rsid w:val="00FA4CC1"/>
    <w:rsid w:val="00FB00CD"/>
    <w:rsid w:val="00FB3285"/>
    <w:rsid w:val="00FB4076"/>
    <w:rsid w:val="00FB541D"/>
    <w:rsid w:val="00FB613A"/>
    <w:rsid w:val="00FB6941"/>
    <w:rsid w:val="00FC0172"/>
    <w:rsid w:val="00FC094B"/>
    <w:rsid w:val="00FC0D13"/>
    <w:rsid w:val="00FC1286"/>
    <w:rsid w:val="00FC376B"/>
    <w:rsid w:val="00FD1AB3"/>
    <w:rsid w:val="00FD2A64"/>
    <w:rsid w:val="00FD578A"/>
    <w:rsid w:val="00FD5FB4"/>
    <w:rsid w:val="00FD6CD2"/>
    <w:rsid w:val="00FD74AD"/>
    <w:rsid w:val="00FE12C4"/>
    <w:rsid w:val="00FE1D0E"/>
    <w:rsid w:val="00FE2132"/>
    <w:rsid w:val="00FE2215"/>
    <w:rsid w:val="00FE2864"/>
    <w:rsid w:val="00FE3959"/>
    <w:rsid w:val="00FE4120"/>
    <w:rsid w:val="00FE7A35"/>
    <w:rsid w:val="00FF22D6"/>
    <w:rsid w:val="00FF4A94"/>
    <w:rsid w:val="00FF66E0"/>
    <w:rsid w:val="00FF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 w:type="paragraph" w:customStyle="1" w:styleId="Koulutus-otsikko">
    <w:name w:val="Koulutus-otsikko"/>
    <w:basedOn w:val="Normal"/>
    <w:rsid w:val="00593771"/>
    <w:pPr>
      <w:spacing w:before="0"/>
      <w:ind w:left="1985"/>
      <w:outlineLvl w:val="1"/>
    </w:pPr>
    <w:rPr>
      <w:rFonts w:ascii="Times New Roman" w:hAnsi="Times New Roman"/>
      <w:b/>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 w:type="paragraph" w:customStyle="1" w:styleId="Koulutus-otsikko">
    <w:name w:val="Koulutus-otsikko"/>
    <w:basedOn w:val="Normal"/>
    <w:rsid w:val="00593771"/>
    <w:pPr>
      <w:spacing w:before="0"/>
      <w:ind w:left="1985"/>
      <w:outlineLvl w:val="1"/>
    </w:pPr>
    <w:rPr>
      <w:rFonts w:ascii="Times New Roman" w:hAnsi="Times New Roman"/>
      <w:b/>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80756">
      <w:bodyDiv w:val="1"/>
      <w:marLeft w:val="0"/>
      <w:marRight w:val="0"/>
      <w:marTop w:val="0"/>
      <w:marBottom w:val="0"/>
      <w:divBdr>
        <w:top w:val="none" w:sz="0" w:space="0" w:color="auto"/>
        <w:left w:val="none" w:sz="0" w:space="0" w:color="auto"/>
        <w:bottom w:val="none" w:sz="0" w:space="0" w:color="auto"/>
        <w:right w:val="none" w:sz="0" w:space="0" w:color="auto"/>
      </w:divBdr>
    </w:div>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 w:id="1712996015">
      <w:bodyDiv w:val="1"/>
      <w:marLeft w:val="0"/>
      <w:marRight w:val="0"/>
      <w:marTop w:val="0"/>
      <w:marBottom w:val="0"/>
      <w:divBdr>
        <w:top w:val="none" w:sz="0" w:space="0" w:color="auto"/>
        <w:left w:val="none" w:sz="0" w:space="0" w:color="auto"/>
        <w:bottom w:val="none" w:sz="0" w:space="0" w:color="auto"/>
        <w:right w:val="none" w:sz="0" w:space="0" w:color="auto"/>
      </w:divBdr>
    </w:div>
    <w:div w:id="19517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c.europa.eu/budget/contracts_grants/info_contracts/legal_entities/legal_entities_en.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c.europa.eu/budget/contracts_grants/info_contracts/financial_id/financial_id_en.cfm"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C49D65C17A460EB485788B62C9D393"/>
        <w:category>
          <w:name w:val="General"/>
          <w:gallery w:val="placeholder"/>
        </w:category>
        <w:types>
          <w:type w:val="bbPlcHdr"/>
        </w:types>
        <w:behaviors>
          <w:behavior w:val="content"/>
        </w:behaviors>
        <w:guid w:val="{28A99947-B3EA-435F-BD86-3A03CFE547D8}"/>
      </w:docPartPr>
      <w:docPartBody>
        <w:p w:rsidR="00D5224B" w:rsidRDefault="00D5224B" w:rsidP="00D5224B">
          <w:pPr>
            <w:pStyle w:val="29C49D65C17A460EB485788B62C9D393"/>
          </w:pPr>
          <w:r w:rsidRPr="002617E0">
            <w:rPr>
              <w:rStyle w:val="PlaceholderText"/>
            </w:rPr>
            <w:t>[Title]</w:t>
          </w:r>
        </w:p>
      </w:docPartBody>
    </w:docPart>
    <w:docPart>
      <w:docPartPr>
        <w:name w:val="C627C1CB058340D599ECD8C924EB1BE9"/>
        <w:category>
          <w:name w:val="General"/>
          <w:gallery w:val="placeholder"/>
        </w:category>
        <w:types>
          <w:type w:val="bbPlcHdr"/>
        </w:types>
        <w:behaviors>
          <w:behavior w:val="content"/>
        </w:behaviors>
        <w:guid w:val="{4EEE8675-C977-412A-AB63-C7F2F17A535B}"/>
      </w:docPartPr>
      <w:docPartBody>
        <w:p w:rsidR="00D5224B" w:rsidRDefault="00D5224B" w:rsidP="00D5224B">
          <w:pPr>
            <w:pStyle w:val="C627C1CB058340D599ECD8C924EB1BE9"/>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155EF3"/>
    <w:rsid w:val="004B513E"/>
    <w:rsid w:val="00514225"/>
    <w:rsid w:val="005346B9"/>
    <w:rsid w:val="006B092A"/>
    <w:rsid w:val="006F5B44"/>
    <w:rsid w:val="006F73D6"/>
    <w:rsid w:val="008B413A"/>
    <w:rsid w:val="00906A30"/>
    <w:rsid w:val="00B62A80"/>
    <w:rsid w:val="00BC4F32"/>
    <w:rsid w:val="00CD77D9"/>
    <w:rsid w:val="00CE18B9"/>
    <w:rsid w:val="00CF626A"/>
    <w:rsid w:val="00D5224B"/>
    <w:rsid w:val="00E90CA9"/>
    <w:rsid w:val="00EA6C85"/>
    <w:rsid w:val="00F01919"/>
    <w:rsid w:val="00F201F6"/>
    <w:rsid w:val="00FE03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EITRECORD-11-50</_dlc_DocId>
    <_dlc_DocIdUrl xmlns="f15a1405-0245-46da-834c-0baab4fc940b">
      <Url>http://eitsp13/EIT/_layouts/15/DocIdRedir.aspx?ID=EITRECORD-11-50</Url>
      <Description>EITRECORD-11-50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26188-FE33-4523-B1E6-163179E9E3EE}">
  <ds:schemaRefs>
    <ds:schemaRef ds:uri="http://schemas.microsoft.com/office/2006/metadata/properties"/>
    <ds:schemaRef ds:uri="http://schemas.microsoft.com/office/infopath/2007/PartnerControls"/>
    <ds:schemaRef ds:uri="353b0a54-23c4-4060-9578-ce2d6d7eb534"/>
    <ds:schemaRef ds:uri="f15a1405-0245-46da-834c-0baab4fc940b"/>
  </ds:schemaRefs>
</ds:datastoreItem>
</file>

<file path=customXml/itemProps2.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3.xml><?xml version="1.0" encoding="utf-8"?>
<ds:datastoreItem xmlns:ds="http://schemas.openxmlformats.org/officeDocument/2006/customXml" ds:itemID="{16075801-B07D-45F9-906A-91F4FB4F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8D937-0762-4403-B912-470B2D4BB545}">
  <ds:schemaRefs>
    <ds:schemaRef ds:uri="http://schemas.microsoft.com/sharepoint/events"/>
  </ds:schemaRefs>
</ds:datastoreItem>
</file>

<file path=customXml/itemProps5.xml><?xml version="1.0" encoding="utf-8"?>
<ds:datastoreItem xmlns:ds="http://schemas.openxmlformats.org/officeDocument/2006/customXml" ds:itemID="{56F7DC57-17CF-413A-8D8F-B7706573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37</TotalTime>
  <Pages>27</Pages>
  <Words>4695</Words>
  <Characters>26765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External support</vt:lpstr>
    </vt:vector>
  </TitlesOfParts>
  <Company>EUMC</Company>
  <LinksUpToDate>false</LinksUpToDate>
  <CharactersWithSpaces>31398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support</dc:title>
  <dc:creator>nfikatas</dc:creator>
  <cp:lastModifiedBy>KATONA Szilvia Rita (EU-LISA)</cp:lastModifiedBy>
  <cp:revision>11</cp:revision>
  <cp:lastPrinted>2014-07-15T11:34:00Z</cp:lastPrinted>
  <dcterms:created xsi:type="dcterms:W3CDTF">2014-07-31T11:24:00Z</dcterms:created>
  <dcterms:modified xsi:type="dcterms:W3CDTF">2014-08-04T13:57:00Z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XL [20040326]</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5000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5ab63c50-e0bd-4dd2-a96b-32662d3d7fb8</vt:lpwstr>
  </property>
</Properties>
</file>